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7F82C" w14:textId="77777777" w:rsidR="000719BB" w:rsidRDefault="000719BB" w:rsidP="006C2343">
      <w:pPr>
        <w:pStyle w:val="Titul2"/>
      </w:pPr>
    </w:p>
    <w:p w14:paraId="2D686C01" w14:textId="77777777" w:rsidR="00826B7B" w:rsidRDefault="00826B7B" w:rsidP="006C2343">
      <w:pPr>
        <w:pStyle w:val="Titul2"/>
      </w:pPr>
    </w:p>
    <w:p w14:paraId="1A0428CC" w14:textId="77777777" w:rsidR="00EB575A" w:rsidRDefault="00EB575A" w:rsidP="006C2343">
      <w:pPr>
        <w:pStyle w:val="Titul2"/>
      </w:pPr>
    </w:p>
    <w:p w14:paraId="2C9DEA0F" w14:textId="77777777" w:rsidR="003254A3" w:rsidRPr="000719BB" w:rsidRDefault="00C10F4C" w:rsidP="006C2343">
      <w:pPr>
        <w:pStyle w:val="Titul2"/>
      </w:pPr>
      <w:r>
        <w:t>Příloha č. 2 d)</w:t>
      </w:r>
    </w:p>
    <w:p w14:paraId="41291405" w14:textId="77777777"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5FF1E419" w14:textId="77777777" w:rsidR="00AD0C7B" w:rsidRDefault="00AD0C7B" w:rsidP="00EB46E5">
      <w:pPr>
        <w:pStyle w:val="Titul2"/>
      </w:pPr>
    </w:p>
    <w:p w14:paraId="5DC87C94" w14:textId="77777777" w:rsidR="00EB46E5" w:rsidRDefault="00646589" w:rsidP="00BF54FE">
      <w:pPr>
        <w:pStyle w:val="Titul2"/>
      </w:pPr>
      <w:r>
        <w:t xml:space="preserve">Zhotovení </w:t>
      </w:r>
      <w:r w:rsidR="003541F2">
        <w:t>Projektov</w:t>
      </w:r>
      <w:r w:rsidR="00243335" w:rsidRPr="007559AF">
        <w:t>é</w:t>
      </w:r>
      <w:r w:rsidR="003541F2">
        <w:t xml:space="preserve"> dokumentace</w:t>
      </w:r>
      <w:r w:rsidR="003541F2">
        <w:br/>
        <w:t xml:space="preserve">a </w:t>
      </w:r>
      <w:r w:rsidR="000D3B1B">
        <w:t xml:space="preserve">dodávka a instalace fotovoltaické elektrárny </w:t>
      </w:r>
    </w:p>
    <w:p w14:paraId="6F603060" w14:textId="77777777" w:rsidR="007559AF" w:rsidRDefault="007559AF" w:rsidP="00BF54FE">
      <w:pPr>
        <w:pStyle w:val="Titul2"/>
        <w:rPr>
          <w:sz w:val="24"/>
          <w:szCs w:val="24"/>
        </w:rPr>
      </w:pPr>
    </w:p>
    <w:p w14:paraId="582CC151" w14:textId="77777777" w:rsidR="007559AF" w:rsidRPr="007559AF" w:rsidRDefault="007559AF" w:rsidP="00BF54FE">
      <w:pPr>
        <w:pStyle w:val="Titul2"/>
        <w:rPr>
          <w:sz w:val="24"/>
          <w:szCs w:val="24"/>
        </w:rPr>
      </w:pPr>
      <w:r w:rsidRPr="007559AF">
        <w:rPr>
          <w:sz w:val="24"/>
          <w:szCs w:val="24"/>
        </w:rPr>
        <w:t>Soubor staveb:</w:t>
      </w:r>
    </w:p>
    <w:p w14:paraId="480136BD" w14:textId="798A068B" w:rsidR="00BF54FE" w:rsidRPr="00F33E5E" w:rsidRDefault="007559AF" w:rsidP="006C2343">
      <w:pPr>
        <w:pStyle w:val="Tituldatum"/>
        <w:rPr>
          <w:sz w:val="20"/>
          <w:szCs w:val="20"/>
        </w:rPr>
      </w:pPr>
      <w:r w:rsidRPr="007559AF">
        <w:rPr>
          <w:rStyle w:val="Nzevakce"/>
          <w:sz w:val="20"/>
          <w:szCs w:val="20"/>
        </w:rPr>
        <w:t xml:space="preserve"> </w:t>
      </w:r>
      <w:r w:rsidR="00B406B9" w:rsidRPr="00F33E5E">
        <w:rPr>
          <w:rStyle w:val="Nzevakce"/>
          <w:sz w:val="20"/>
          <w:szCs w:val="20"/>
        </w:rPr>
        <w:t>„Výstavba nových fotovoltaických zdrojů</w:t>
      </w:r>
      <w:r w:rsidR="00EA0297" w:rsidRPr="00F33E5E">
        <w:rPr>
          <w:rStyle w:val="Nzevakce"/>
          <w:sz w:val="20"/>
          <w:szCs w:val="20"/>
        </w:rPr>
        <w:t xml:space="preserve"> v </w:t>
      </w:r>
      <w:r w:rsidR="00B406B9" w:rsidRPr="00F33E5E">
        <w:rPr>
          <w:rStyle w:val="Nzevakce"/>
          <w:sz w:val="20"/>
          <w:szCs w:val="20"/>
        </w:rPr>
        <w:t xml:space="preserve">lokalitě </w:t>
      </w:r>
      <w:r w:rsidR="00672806">
        <w:rPr>
          <w:rStyle w:val="Nzevakce"/>
          <w:sz w:val="20"/>
          <w:szCs w:val="20"/>
        </w:rPr>
        <w:t>Kuřim</w:t>
      </w:r>
      <w:r w:rsidR="00F33E5E" w:rsidRPr="00F33E5E">
        <w:rPr>
          <w:rStyle w:val="Nzevakce"/>
          <w:sz w:val="20"/>
          <w:szCs w:val="20"/>
        </w:rPr>
        <w:t>,</w:t>
      </w:r>
      <w:r w:rsidR="00672806">
        <w:rPr>
          <w:rStyle w:val="Nzevakce"/>
          <w:sz w:val="20"/>
          <w:szCs w:val="20"/>
        </w:rPr>
        <w:t xml:space="preserve"> výpravní budova</w:t>
      </w:r>
      <w:r w:rsidR="00B406B9" w:rsidRPr="00F33E5E">
        <w:rPr>
          <w:rStyle w:val="Nzevakce"/>
          <w:sz w:val="20"/>
          <w:szCs w:val="20"/>
        </w:rPr>
        <w:t>“</w:t>
      </w:r>
    </w:p>
    <w:p w14:paraId="560AEC0E" w14:textId="598E2D3F" w:rsidR="00EB575A" w:rsidRPr="007559AF" w:rsidRDefault="00672806" w:rsidP="006C2343">
      <w:pPr>
        <w:pStyle w:val="Tituldatum"/>
        <w:rPr>
          <w:sz w:val="20"/>
          <w:szCs w:val="20"/>
        </w:rPr>
      </w:pPr>
      <w:r w:rsidRPr="00F33E5E">
        <w:rPr>
          <w:rStyle w:val="Nzevakce"/>
          <w:sz w:val="20"/>
          <w:szCs w:val="20"/>
        </w:rPr>
        <w:t xml:space="preserve"> </w:t>
      </w:r>
      <w:r w:rsidR="007559AF" w:rsidRPr="00F33E5E">
        <w:rPr>
          <w:rStyle w:val="Nzevakce"/>
          <w:sz w:val="20"/>
          <w:szCs w:val="20"/>
        </w:rPr>
        <w:t>„Výstavba nových</w:t>
      </w:r>
      <w:r>
        <w:rPr>
          <w:rStyle w:val="Nzevakce"/>
          <w:sz w:val="20"/>
          <w:szCs w:val="20"/>
        </w:rPr>
        <w:t xml:space="preserve"> </w:t>
      </w:r>
      <w:proofErr w:type="spellStart"/>
      <w:r w:rsidR="007559AF" w:rsidRPr="00F33E5E">
        <w:rPr>
          <w:rStyle w:val="Nzevakce"/>
          <w:sz w:val="20"/>
          <w:szCs w:val="20"/>
        </w:rPr>
        <w:t>fotovoltaických</w:t>
      </w:r>
      <w:proofErr w:type="spellEnd"/>
      <w:r>
        <w:rPr>
          <w:rStyle w:val="Nzevakce"/>
          <w:sz w:val="20"/>
          <w:szCs w:val="20"/>
        </w:rPr>
        <w:t xml:space="preserve"> </w:t>
      </w:r>
      <w:r w:rsidR="007559AF" w:rsidRPr="00F33E5E">
        <w:rPr>
          <w:rStyle w:val="Nzevakce"/>
          <w:sz w:val="20"/>
          <w:szCs w:val="20"/>
        </w:rPr>
        <w:t xml:space="preserve">zdrojů v lokalitě </w:t>
      </w:r>
      <w:r w:rsidR="00F33E5E" w:rsidRPr="00F33E5E">
        <w:rPr>
          <w:rStyle w:val="Nzevakce"/>
          <w:sz w:val="20"/>
          <w:szCs w:val="20"/>
        </w:rPr>
        <w:t xml:space="preserve">Brno, </w:t>
      </w:r>
      <w:r>
        <w:rPr>
          <w:rStyle w:val="Nzevakce"/>
          <w:sz w:val="20"/>
          <w:szCs w:val="20"/>
        </w:rPr>
        <w:t>Kounicova</w:t>
      </w:r>
      <w:r w:rsidR="00F33E5E" w:rsidRPr="00F33E5E">
        <w:rPr>
          <w:rStyle w:val="Nzevakce"/>
          <w:sz w:val="20"/>
          <w:szCs w:val="20"/>
        </w:rPr>
        <w:t xml:space="preserve"> (</w:t>
      </w:r>
      <w:r>
        <w:rPr>
          <w:rStyle w:val="Nzevakce"/>
          <w:sz w:val="20"/>
          <w:szCs w:val="20"/>
        </w:rPr>
        <w:t xml:space="preserve">administrativní </w:t>
      </w:r>
      <w:r w:rsidR="00F33E5E" w:rsidRPr="00F33E5E">
        <w:rPr>
          <w:rStyle w:val="Nzevakce"/>
          <w:sz w:val="20"/>
          <w:szCs w:val="20"/>
        </w:rPr>
        <w:t>budova)</w:t>
      </w:r>
      <w:r w:rsidR="007559AF" w:rsidRPr="00F33E5E">
        <w:rPr>
          <w:rStyle w:val="Nzevakce"/>
          <w:sz w:val="20"/>
          <w:szCs w:val="20"/>
        </w:rPr>
        <w:t>“</w:t>
      </w:r>
    </w:p>
    <w:p w14:paraId="7C0EAC4D" w14:textId="77777777" w:rsidR="00EB575A" w:rsidRDefault="00EB575A" w:rsidP="006C2343">
      <w:pPr>
        <w:pStyle w:val="Tituldatum"/>
      </w:pPr>
    </w:p>
    <w:p w14:paraId="59F4F04B" w14:textId="66544661" w:rsidR="00826B7B" w:rsidRPr="00672806" w:rsidRDefault="006C2343" w:rsidP="006C2343">
      <w:pPr>
        <w:pStyle w:val="Tituldatum"/>
        <w:rPr>
          <w:color w:val="FF0000"/>
        </w:rPr>
      </w:pPr>
      <w:r w:rsidRPr="006C2343">
        <w:t xml:space="preserve">Datum </w:t>
      </w:r>
      <w:r w:rsidRPr="00E91DD8">
        <w:t xml:space="preserve">vydání: </w:t>
      </w:r>
      <w:r w:rsidRPr="009C4961">
        <w:tab/>
      </w:r>
      <w:r w:rsidR="009C4961" w:rsidRPr="009C4961">
        <w:t>16. 05. </w:t>
      </w:r>
      <w:r w:rsidRPr="009C4961">
        <w:t>20</w:t>
      </w:r>
      <w:r w:rsidR="00CE507E" w:rsidRPr="009C4961">
        <w:t>2</w:t>
      </w:r>
      <w:r w:rsidR="00291833" w:rsidRPr="009C4961">
        <w:t>3</w:t>
      </w:r>
      <w:r w:rsidR="0076790E" w:rsidRPr="009C4961">
        <w:t xml:space="preserve"> </w:t>
      </w:r>
    </w:p>
    <w:p w14:paraId="24B363DC" w14:textId="77777777" w:rsidR="00826B7B" w:rsidRDefault="00826B7B">
      <w:r>
        <w:br w:type="page"/>
      </w:r>
    </w:p>
    <w:p w14:paraId="110AB70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D503A01" w14:textId="0F5388D8" w:rsidR="00E66636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205974" w:history="1">
        <w:r w:rsidR="00E66636" w:rsidRPr="006C1844">
          <w:rPr>
            <w:rStyle w:val="Hypertextovodkaz"/>
          </w:rPr>
          <w:t>SEZNAM ZKRATEK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_Toc135205974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2</w:t>
        </w:r>
        <w:r w:rsidR="00E66636">
          <w:rPr>
            <w:noProof/>
            <w:webHidden/>
          </w:rPr>
          <w:fldChar w:fldCharType="end"/>
        </w:r>
      </w:hyperlink>
    </w:p>
    <w:p w14:paraId="19CE0CE3" w14:textId="17BDE332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75" w:history="1">
        <w:r w:rsidR="00E66636" w:rsidRPr="006C1844">
          <w:rPr>
            <w:rStyle w:val="Hypertextovodkaz"/>
          </w:rPr>
          <w:t>1.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SPECIFIKACE PŘEDMĚTU DÍLA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_Toc135205975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3</w:t>
        </w:r>
        <w:r w:rsidR="00E66636">
          <w:rPr>
            <w:noProof/>
            <w:webHidden/>
          </w:rPr>
          <w:fldChar w:fldCharType="end"/>
        </w:r>
      </w:hyperlink>
    </w:p>
    <w:p w14:paraId="10D10FBF" w14:textId="218F3757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76" w:history="1">
        <w:r w:rsidR="00E66636" w:rsidRPr="006C1844">
          <w:rPr>
            <w:rStyle w:val="Hypertextovodkaz"/>
          </w:rPr>
          <w:t>1.1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Účel a rozsah předmětu Díla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_Toc135205976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3</w:t>
        </w:r>
        <w:r w:rsidR="00E66636">
          <w:rPr>
            <w:noProof/>
            <w:webHidden/>
          </w:rPr>
          <w:fldChar w:fldCharType="end"/>
        </w:r>
      </w:hyperlink>
    </w:p>
    <w:p w14:paraId="3F55DD77" w14:textId="65A136FC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77" w:history="1">
        <w:r w:rsidR="00E66636" w:rsidRPr="006C1844">
          <w:rPr>
            <w:rStyle w:val="Hypertextovodkaz"/>
          </w:rPr>
          <w:t>1.2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Umístění staveb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_Toc135205977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3</w:t>
        </w:r>
        <w:r w:rsidR="00E66636">
          <w:rPr>
            <w:noProof/>
            <w:webHidden/>
          </w:rPr>
          <w:fldChar w:fldCharType="end"/>
        </w:r>
      </w:hyperlink>
    </w:p>
    <w:p w14:paraId="5C1DF838" w14:textId="1ECD2222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78" w:history="1">
        <w:r w:rsidR="00E66636" w:rsidRPr="006C1844">
          <w:rPr>
            <w:rStyle w:val="Hypertextovodkaz"/>
          </w:rPr>
          <w:t>2.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PŘEHLED VÝCHOZÍCH PODKLADŮ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_Toc135205978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4</w:t>
        </w:r>
        <w:r w:rsidR="00E66636">
          <w:rPr>
            <w:noProof/>
            <w:webHidden/>
          </w:rPr>
          <w:fldChar w:fldCharType="end"/>
        </w:r>
      </w:hyperlink>
    </w:p>
    <w:p w14:paraId="04C85BF5" w14:textId="1616EEDC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79" w:history="1">
        <w:r w:rsidR="00E66636" w:rsidRPr="006C1844">
          <w:rPr>
            <w:rStyle w:val="Hypertextovodkaz"/>
          </w:rPr>
          <w:t>2.1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Předprojektová dokumentace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_Toc135205979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4</w:t>
        </w:r>
        <w:r w:rsidR="00E66636">
          <w:rPr>
            <w:noProof/>
            <w:webHidden/>
          </w:rPr>
          <w:fldChar w:fldCharType="end"/>
        </w:r>
      </w:hyperlink>
    </w:p>
    <w:p w14:paraId="157C70CA" w14:textId="1BE2BFAD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80" w:history="1">
        <w:r w:rsidR="00E66636" w:rsidRPr="006C1844">
          <w:rPr>
            <w:rStyle w:val="Hypertextovodkaz"/>
          </w:rPr>
          <w:t>2.2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Související dokumentace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_Toc135205980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4</w:t>
        </w:r>
        <w:r w:rsidR="00E66636">
          <w:rPr>
            <w:noProof/>
            <w:webHidden/>
          </w:rPr>
          <w:fldChar w:fldCharType="end"/>
        </w:r>
      </w:hyperlink>
    </w:p>
    <w:p w14:paraId="61FFC45B" w14:textId="00F7D850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81" w:history="1">
        <w:r w:rsidR="00E66636" w:rsidRPr="006C1844">
          <w:rPr>
            <w:rStyle w:val="Hypertextovodkaz"/>
          </w:rPr>
          <w:t>3.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KOORDINACE s JINÝMI STAVBAMI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_Toc135205981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4</w:t>
        </w:r>
        <w:r w:rsidR="00E66636">
          <w:rPr>
            <w:noProof/>
            <w:webHidden/>
          </w:rPr>
          <w:fldChar w:fldCharType="end"/>
        </w:r>
      </w:hyperlink>
    </w:p>
    <w:p w14:paraId="2C1CC222" w14:textId="7FC06508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82" w:history="1">
        <w:r w:rsidR="00E66636" w:rsidRPr="006C1844">
          <w:rPr>
            <w:rStyle w:val="Hypertextovodkaz"/>
          </w:rPr>
          <w:t>4.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POŽADAVKY NA TECHNICKÉ ŘEŠENÍ a PROVEDENÍ DÍLA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_Toc135205982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4</w:t>
        </w:r>
        <w:r w:rsidR="00E66636">
          <w:rPr>
            <w:noProof/>
            <w:webHidden/>
          </w:rPr>
          <w:fldChar w:fldCharType="end"/>
        </w:r>
      </w:hyperlink>
    </w:p>
    <w:p w14:paraId="66505B7B" w14:textId="3BEAD4AF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83" w:history="1">
        <w:r w:rsidR="00E66636" w:rsidRPr="006C1844">
          <w:rPr>
            <w:rStyle w:val="Hypertextovodkaz"/>
          </w:rPr>
          <w:t>4.1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Všeobecně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_Toc135205983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4</w:t>
        </w:r>
        <w:r w:rsidR="00E66636">
          <w:rPr>
            <w:noProof/>
            <w:webHidden/>
          </w:rPr>
          <w:fldChar w:fldCharType="end"/>
        </w:r>
      </w:hyperlink>
    </w:p>
    <w:p w14:paraId="33D26250" w14:textId="5AB1B2EE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84" w:history="1">
        <w:r w:rsidR="00E66636" w:rsidRPr="006C1844">
          <w:rPr>
            <w:rStyle w:val="Hypertextovodkaz"/>
          </w:rPr>
          <w:t>4.2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Zhotovení Projektové dokumentace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_Toc135205984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5</w:t>
        </w:r>
        <w:r w:rsidR="00E66636">
          <w:rPr>
            <w:noProof/>
            <w:webHidden/>
          </w:rPr>
          <w:fldChar w:fldCharType="end"/>
        </w:r>
      </w:hyperlink>
    </w:p>
    <w:p w14:paraId="29126EBB" w14:textId="63D76ACA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85" w:history="1">
        <w:r w:rsidR="00E66636" w:rsidRPr="006C1844">
          <w:rPr>
            <w:rStyle w:val="Hypertextovodkaz"/>
          </w:rPr>
          <w:t>4.3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Zhotovení stavby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_Toc135205985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10</w:t>
        </w:r>
        <w:r w:rsidR="00E66636">
          <w:rPr>
            <w:noProof/>
            <w:webHidden/>
          </w:rPr>
          <w:fldChar w:fldCharType="end"/>
        </w:r>
      </w:hyperlink>
    </w:p>
    <w:p w14:paraId="432EC357" w14:textId="6572C5B8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86" w:history="1">
        <w:r w:rsidR="00E66636" w:rsidRPr="006C1844">
          <w:rPr>
            <w:rStyle w:val="Hypertextovodkaz"/>
          </w:rPr>
          <w:t>5.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ORGANIZACE VÝSTAVBY, VÝLUKY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_Toc135205986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12</w:t>
        </w:r>
        <w:r w:rsidR="00E66636">
          <w:rPr>
            <w:noProof/>
            <w:webHidden/>
          </w:rPr>
          <w:fldChar w:fldCharType="end"/>
        </w:r>
      </w:hyperlink>
    </w:p>
    <w:p w14:paraId="7408BE6A" w14:textId="5A378888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87" w:history="1">
        <w:r w:rsidR="00E66636" w:rsidRPr="006C1844">
          <w:rPr>
            <w:rStyle w:val="Hypertextovodkaz"/>
          </w:rPr>
          <w:t>6.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SPECIFICKÉ POŽADAVKY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_Toc135205987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13</w:t>
        </w:r>
        <w:r w:rsidR="00E66636">
          <w:rPr>
            <w:noProof/>
            <w:webHidden/>
          </w:rPr>
          <w:fldChar w:fldCharType="end"/>
        </w:r>
      </w:hyperlink>
    </w:p>
    <w:p w14:paraId="0E7DD23C" w14:textId="35D4CC8E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88" w:history="1">
        <w:r w:rsidR="00E66636" w:rsidRPr="006C1844">
          <w:rPr>
            <w:rStyle w:val="Hypertextovodkaz"/>
          </w:rPr>
          <w:t>6.1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Všeobecně: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_Toc135205988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13</w:t>
        </w:r>
        <w:r w:rsidR="00E66636">
          <w:rPr>
            <w:noProof/>
            <w:webHidden/>
          </w:rPr>
          <w:fldChar w:fldCharType="end"/>
        </w:r>
      </w:hyperlink>
    </w:p>
    <w:p w14:paraId="0BF706AA" w14:textId="17D4AA65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89" w:history="1">
        <w:r w:rsidR="00E66636" w:rsidRPr="006C1844">
          <w:rPr>
            <w:rStyle w:val="Hypertextovodkaz"/>
          </w:rPr>
          <w:t>6.2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Technické požadavky: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_Toc135205989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14</w:t>
        </w:r>
        <w:r w:rsidR="00E66636">
          <w:rPr>
            <w:noProof/>
            <w:webHidden/>
          </w:rPr>
          <w:fldChar w:fldCharType="end"/>
        </w:r>
      </w:hyperlink>
    </w:p>
    <w:p w14:paraId="1EC76A72" w14:textId="27634DC6" w:rsidR="00E66636" w:rsidRDefault="00EC5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35205990" w:history="1">
        <w:r w:rsidR="00E66636" w:rsidRPr="006C1844">
          <w:rPr>
            <w:rStyle w:val="Hypertextovodkaz"/>
          </w:rPr>
          <w:t>6.3</w:t>
        </w:r>
        <w:r w:rsidR="00E66636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Požadavky na jednotlivé komponenty: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_Toc135205990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15</w:t>
        </w:r>
        <w:r w:rsidR="00E66636">
          <w:rPr>
            <w:noProof/>
            <w:webHidden/>
          </w:rPr>
          <w:fldChar w:fldCharType="end"/>
        </w:r>
      </w:hyperlink>
    </w:p>
    <w:p w14:paraId="634B6437" w14:textId="746E13D0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91" w:history="1">
        <w:r w:rsidR="00E66636" w:rsidRPr="006C1844">
          <w:rPr>
            <w:rStyle w:val="Hypertextovodkaz"/>
          </w:rPr>
          <w:t>7.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SOUVISEJÍCÍ DOKUMENTY a PŘEDPISY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_Toc135205991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16</w:t>
        </w:r>
        <w:r w:rsidR="00E66636">
          <w:rPr>
            <w:noProof/>
            <w:webHidden/>
          </w:rPr>
          <w:fldChar w:fldCharType="end"/>
        </w:r>
      </w:hyperlink>
    </w:p>
    <w:p w14:paraId="5E5072C9" w14:textId="602367F4" w:rsidR="00E66636" w:rsidRDefault="00EC5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05992" w:history="1">
        <w:r w:rsidR="00E66636" w:rsidRPr="006C1844">
          <w:rPr>
            <w:rStyle w:val="Hypertextovodkaz"/>
          </w:rPr>
          <w:t>8.</w:t>
        </w:r>
        <w:r w:rsidR="00E66636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66636" w:rsidRPr="006C1844">
          <w:rPr>
            <w:rStyle w:val="Hypertextovodkaz"/>
          </w:rPr>
          <w:t>PŘÍLOHY</w:t>
        </w:r>
        <w:r w:rsidR="00E66636">
          <w:rPr>
            <w:noProof/>
            <w:webHidden/>
          </w:rPr>
          <w:tab/>
        </w:r>
        <w:r w:rsidR="00E66636">
          <w:rPr>
            <w:noProof/>
            <w:webHidden/>
          </w:rPr>
          <w:fldChar w:fldCharType="begin"/>
        </w:r>
        <w:r w:rsidR="00E66636">
          <w:rPr>
            <w:noProof/>
            <w:webHidden/>
          </w:rPr>
          <w:instrText xml:space="preserve"> PAGEREF _Toc135205992 \h </w:instrText>
        </w:r>
        <w:r w:rsidR="00E66636">
          <w:rPr>
            <w:noProof/>
            <w:webHidden/>
          </w:rPr>
        </w:r>
        <w:r w:rsidR="00E66636">
          <w:rPr>
            <w:noProof/>
            <w:webHidden/>
          </w:rPr>
          <w:fldChar w:fldCharType="separate"/>
        </w:r>
        <w:r w:rsidR="001226C5">
          <w:rPr>
            <w:noProof/>
            <w:webHidden/>
          </w:rPr>
          <w:t>16</w:t>
        </w:r>
        <w:r w:rsidR="00E66636">
          <w:rPr>
            <w:noProof/>
            <w:webHidden/>
          </w:rPr>
          <w:fldChar w:fldCharType="end"/>
        </w:r>
      </w:hyperlink>
    </w:p>
    <w:p w14:paraId="3C05BE80" w14:textId="1FA30DAC" w:rsidR="0069470F" w:rsidRDefault="00BD7E91" w:rsidP="00476F2F">
      <w:pPr>
        <w:pStyle w:val="Textbezodsazen"/>
      </w:pPr>
      <w:r>
        <w:fldChar w:fldCharType="end"/>
      </w:r>
    </w:p>
    <w:p w14:paraId="436A1708" w14:textId="77777777" w:rsidR="0069470F" w:rsidRDefault="0069470F" w:rsidP="005D7A71">
      <w:pPr>
        <w:pStyle w:val="Nadpisbezsl1-1"/>
        <w:outlineLvl w:val="0"/>
      </w:pPr>
      <w:bookmarkStart w:id="0" w:name="_Toc135205974"/>
      <w:r>
        <w:t>SEZNAM ZKRATEK</w:t>
      </w:r>
      <w:bookmarkEnd w:id="0"/>
    </w:p>
    <w:p w14:paraId="58026246" w14:textId="77777777" w:rsidR="0069470F" w:rsidRPr="007F52E9" w:rsidRDefault="00EA0297" w:rsidP="0069470F">
      <w:pPr>
        <w:pStyle w:val="Textbezslovn"/>
        <w:ind w:left="0"/>
        <w:rPr>
          <w:rStyle w:val="Tun"/>
          <w:b w:val="0"/>
        </w:rPr>
      </w:pPr>
      <w:r w:rsidRPr="00EA0297">
        <w:rPr>
          <w:rStyle w:val="Tun"/>
          <w:b w:val="0"/>
        </w:rPr>
        <w:t>V</w:t>
      </w:r>
      <w:r>
        <w:rPr>
          <w:rStyle w:val="Tun"/>
        </w:rPr>
        <w:t> </w:t>
      </w:r>
      <w:r w:rsidR="007F52E9" w:rsidRPr="00D00410">
        <w:rPr>
          <w:rStyle w:val="Tun"/>
          <w:b w:val="0"/>
        </w:rPr>
        <w:t>seznamu se neuvádějí legislativní zkratky, zkratky</w:t>
      </w:r>
      <w:r>
        <w:rPr>
          <w:rStyle w:val="Tun"/>
          <w:b w:val="0"/>
        </w:rPr>
        <w:t xml:space="preserve"> a </w:t>
      </w:r>
      <w:r w:rsidR="007F52E9" w:rsidRPr="00D00410">
        <w:rPr>
          <w:rStyle w:val="Tun"/>
          <w:b w:val="0"/>
        </w:rPr>
        <w:t>značky obecně známé, zavedené právními předpisy, uvedené</w:t>
      </w:r>
      <w:r>
        <w:rPr>
          <w:rStyle w:val="Tun"/>
          <w:b w:val="0"/>
        </w:rPr>
        <w:t xml:space="preserve"> v </w:t>
      </w:r>
      <w:r w:rsidR="007F52E9" w:rsidRPr="00D00410">
        <w:rPr>
          <w:rStyle w:val="Tun"/>
          <w:b w:val="0"/>
        </w:rPr>
        <w:t>obrázcích, příkladech nebo tabulkách.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392"/>
        <w:gridCol w:w="7452"/>
      </w:tblGrid>
      <w:tr w:rsidR="009A0A7A" w:rsidRPr="00C042E2" w14:paraId="74F09B87" w14:textId="77777777" w:rsidTr="00C042E2">
        <w:tc>
          <w:tcPr>
            <w:tcW w:w="139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81057F" w14:textId="77777777" w:rsidR="009A0A7A" w:rsidRDefault="009A0A7A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AMM</w:t>
            </w:r>
          </w:p>
        </w:tc>
        <w:tc>
          <w:tcPr>
            <w:tcW w:w="745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CD2D1" w14:textId="77777777" w:rsidR="009A0A7A" w:rsidRDefault="009A0A7A" w:rsidP="007711A2">
            <w:pPr>
              <w:pStyle w:val="Zkratky2"/>
            </w:pPr>
            <w:proofErr w:type="spellStart"/>
            <w:r>
              <w:t>Automated</w:t>
            </w:r>
            <w:proofErr w:type="spellEnd"/>
            <w:r>
              <w:t xml:space="preserve"> Meter Management</w:t>
            </w:r>
          </w:p>
        </w:tc>
      </w:tr>
      <w:tr w:rsidR="00C042E2" w:rsidRPr="00C042E2" w14:paraId="39B04E5D" w14:textId="77777777" w:rsidTr="00C042E2">
        <w:tc>
          <w:tcPr>
            <w:tcW w:w="139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8B70B2" w14:textId="77777777" w:rsidR="007711A2" w:rsidRPr="00C042E2" w:rsidRDefault="001D25E2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DDTS</w:t>
            </w:r>
            <w:r w:rsidR="007711A2" w:rsidRPr="00C042E2">
              <w:rPr>
                <w:b w:val="0"/>
              </w:rPr>
              <w:t xml:space="preserve"> </w:t>
            </w:r>
            <w:r w:rsidR="007711A2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F30CE" w14:textId="77777777" w:rsidR="007711A2" w:rsidRPr="00C042E2" w:rsidRDefault="001D25E2" w:rsidP="007711A2">
            <w:pPr>
              <w:pStyle w:val="Zkratky2"/>
            </w:pPr>
            <w:r>
              <w:t>Dálková diagnostika technologických systémů železniční dopravní cesty</w:t>
            </w:r>
          </w:p>
        </w:tc>
      </w:tr>
      <w:tr w:rsidR="007711A2" w:rsidRPr="00C042E2" w14:paraId="107A98C1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B259E" w14:textId="77777777" w:rsidR="007711A2" w:rsidRPr="00C042E2" w:rsidRDefault="007C650D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DŘT</w:t>
            </w:r>
            <w:r w:rsidR="007711A2" w:rsidRPr="00C042E2">
              <w:rPr>
                <w:b w:val="0"/>
              </w:rPr>
              <w:t xml:space="preserve"> </w:t>
            </w:r>
            <w:r w:rsidR="007711A2" w:rsidRPr="00C042E2">
              <w:rPr>
                <w:b w:val="0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9F0474" w14:textId="77777777" w:rsidR="007711A2" w:rsidRPr="00C042E2" w:rsidRDefault="007C650D" w:rsidP="007711A2">
            <w:pPr>
              <w:pStyle w:val="Zkratky2"/>
            </w:pPr>
            <w:r>
              <w:t>Dispečerská řídící technika</w:t>
            </w:r>
          </w:p>
        </w:tc>
      </w:tr>
      <w:tr w:rsidR="007711A2" w:rsidRPr="00C042E2" w14:paraId="5386A4A5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42E9F2" w14:textId="679C6F41" w:rsidR="007711A2" w:rsidRPr="00C042E2" w:rsidRDefault="0094646F" w:rsidP="007711A2">
            <w:pPr>
              <w:pStyle w:val="Zkratky1"/>
            </w:pPr>
            <w:r>
              <w:rPr>
                <w:rStyle w:val="Tun"/>
              </w:rPr>
              <w:t>DSP</w:t>
            </w:r>
            <w:r w:rsidRPr="00C042E2">
              <w:rPr>
                <w:rStyle w:val="Tun"/>
              </w:rPr>
              <w:t xml:space="preserve"> </w:t>
            </w:r>
            <w:r w:rsidR="007711A2" w:rsidRPr="00C042E2">
              <w:rPr>
                <w:rStyle w:val="Tun"/>
              </w:rPr>
              <w:t>……</w:t>
            </w:r>
            <w:proofErr w:type="gramStart"/>
            <w:r w:rsidR="007711A2" w:rsidRPr="00C042E2">
              <w:rPr>
                <w:rStyle w:val="Tun"/>
              </w:rPr>
              <w:t>…….</w:t>
            </w:r>
            <w:proofErr w:type="gramEnd"/>
            <w:r w:rsidR="007711A2" w:rsidRPr="00C042E2">
              <w:rPr>
                <w:rStyle w:val="Tun"/>
              </w:rPr>
              <w:t xml:space="preserve">. 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15CDD9" w14:textId="7764FC22" w:rsidR="007711A2" w:rsidRPr="00C042E2" w:rsidRDefault="007711A2" w:rsidP="0094646F">
            <w:pPr>
              <w:pStyle w:val="Zkratky2"/>
            </w:pPr>
            <w:r w:rsidRPr="00C042E2">
              <w:t xml:space="preserve">Dokumentace pro stavební povolení </w:t>
            </w:r>
          </w:p>
        </w:tc>
      </w:tr>
      <w:tr w:rsidR="007C650D" w:rsidRPr="00C042E2" w14:paraId="5D1077E0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672B39" w14:textId="77777777" w:rsidR="007C650D" w:rsidRPr="00C042E2" w:rsidRDefault="007C650D" w:rsidP="007C650D">
            <w:pPr>
              <w:pStyle w:val="Zkratky1"/>
              <w:rPr>
                <w:b w:val="0"/>
              </w:rPr>
            </w:pPr>
            <w:r w:rsidRPr="00C042E2">
              <w:rPr>
                <w:b w:val="0"/>
              </w:rPr>
              <w:t xml:space="preserve">FVE </w:t>
            </w:r>
            <w:r w:rsidRPr="00C042E2">
              <w:rPr>
                <w:b w:val="0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F22F61" w14:textId="77777777" w:rsidR="007C650D" w:rsidRPr="00C042E2" w:rsidRDefault="007C650D" w:rsidP="007C650D">
            <w:pPr>
              <w:pStyle w:val="Zkratky2"/>
            </w:pPr>
            <w:r w:rsidRPr="00C042E2">
              <w:t>Fotovoltaická elektrárna</w:t>
            </w:r>
          </w:p>
        </w:tc>
      </w:tr>
      <w:tr w:rsidR="007C650D" w:rsidRPr="00C042E2" w14:paraId="1562AEDC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D3ABD5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proofErr w:type="spellStart"/>
            <w:r w:rsidRPr="00C042E2">
              <w:rPr>
                <w:rStyle w:val="Tun"/>
              </w:rPr>
              <w:t>LDSž</w:t>
            </w:r>
            <w:proofErr w:type="spellEnd"/>
            <w:r w:rsidRPr="00C042E2">
              <w:rPr>
                <w:rStyle w:val="Tun"/>
              </w:rPr>
              <w:t xml:space="preserve"> 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73F3F3" w14:textId="77777777" w:rsidR="007C650D" w:rsidRPr="00C042E2" w:rsidRDefault="007C650D" w:rsidP="007C650D">
            <w:pPr>
              <w:pStyle w:val="Zkratky2"/>
            </w:pPr>
            <w:r w:rsidRPr="00C042E2">
              <w:t>Lokální distribuční soustava železnice</w:t>
            </w:r>
          </w:p>
        </w:tc>
      </w:tr>
      <w:tr w:rsidR="007C650D" w:rsidRPr="00C042E2" w14:paraId="74B4D3E7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DAF1E3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NN 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7E3B47" w14:textId="77777777" w:rsidR="007C650D" w:rsidRPr="00C042E2" w:rsidRDefault="007C650D" w:rsidP="007C650D">
            <w:pPr>
              <w:pStyle w:val="Zkratky2"/>
            </w:pPr>
            <w:r>
              <w:t>Nízké napětí</w:t>
            </w:r>
          </w:p>
        </w:tc>
      </w:tr>
      <w:tr w:rsidR="007C650D" w:rsidRPr="00C042E2" w14:paraId="57BB07D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323F33" w14:textId="77777777" w:rsidR="007C650D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PBŘ ………</w:t>
            </w:r>
            <w:proofErr w:type="gramStart"/>
            <w:r>
              <w:rPr>
                <w:rStyle w:val="Tun"/>
              </w:rPr>
              <w:t>…….</w:t>
            </w:r>
            <w:proofErr w:type="gramEnd"/>
            <w:r>
              <w:rPr>
                <w:rStyle w:val="Tun"/>
              </w:rPr>
              <w:t>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AF7227" w14:textId="77777777" w:rsidR="007C650D" w:rsidRDefault="007C650D" w:rsidP="007C650D">
            <w:pPr>
              <w:pStyle w:val="Zkratky2"/>
            </w:pPr>
            <w:r>
              <w:t>Požárně bezpečnostní řešení</w:t>
            </w:r>
          </w:p>
        </w:tc>
      </w:tr>
      <w:tr w:rsidR="007C650D" w:rsidRPr="00C042E2" w14:paraId="712C1118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290D30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 xml:space="preserve">PDPS </w:t>
            </w:r>
            <w:r>
              <w:rPr>
                <w:rStyle w:val="Tun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EBBFDA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>
              <w:rPr>
                <w:rStyle w:val="Tun"/>
                <w:b w:val="0"/>
                <w:szCs w:val="18"/>
              </w:rPr>
              <w:t>Projektová dokumentace pro provádění stavby</w:t>
            </w:r>
          </w:p>
        </w:tc>
      </w:tr>
      <w:tr w:rsidR="007C650D" w:rsidRPr="00C042E2" w14:paraId="025FC4A8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98AC25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 w:rsidRPr="00C042E2">
              <w:rPr>
                <w:rStyle w:val="Tun"/>
              </w:rPr>
              <w:t>PPLDS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0ECF7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rPr>
                <w:rStyle w:val="Tun"/>
                <w:b w:val="0"/>
                <w:szCs w:val="18"/>
              </w:rPr>
              <w:t>Připojovací podmínky lokaní distribuční soustavy</w:t>
            </w:r>
          </w:p>
        </w:tc>
      </w:tr>
      <w:tr w:rsidR="007C650D" w:rsidRPr="00C042E2" w14:paraId="42505AD4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81D80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 w:rsidRPr="00C042E2">
              <w:rPr>
                <w:rStyle w:val="Tun"/>
              </w:rPr>
              <w:t>PPDS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608161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rPr>
                <w:rStyle w:val="Tun"/>
                <w:b w:val="0"/>
                <w:szCs w:val="18"/>
              </w:rPr>
              <w:t>Připojovací podmínky distribuční soustavy (nadřazený distributor)</w:t>
            </w:r>
          </w:p>
        </w:tc>
      </w:tr>
      <w:tr w:rsidR="007C650D" w:rsidRPr="00C042E2" w14:paraId="2DB5F461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B942C5" w14:textId="77777777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SŽ .……………….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434B8C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t>Správa železnic, státní organizace</w:t>
            </w:r>
          </w:p>
        </w:tc>
      </w:tr>
      <w:tr w:rsidR="00305387" w:rsidRPr="00C042E2" w14:paraId="380D8157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6D01C2" w14:textId="77777777" w:rsidR="00305387" w:rsidRDefault="00305387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SŽT……………….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E9451F" w14:textId="77777777" w:rsidR="00305387" w:rsidRPr="00C042E2" w:rsidRDefault="00305387" w:rsidP="007C650D">
            <w:pPr>
              <w:pStyle w:val="Zkratky2"/>
            </w:pPr>
            <w:r>
              <w:t>Správa železničních informačních technologií</w:t>
            </w:r>
          </w:p>
        </w:tc>
      </w:tr>
      <w:tr w:rsidR="007C650D" w:rsidRPr="00C042E2" w14:paraId="7AB9A429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27C097" w14:textId="77777777" w:rsidR="007C650D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VN ……………….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1466D5" w14:textId="77777777" w:rsidR="007C650D" w:rsidRPr="00C042E2" w:rsidRDefault="007C650D" w:rsidP="007C650D">
            <w:pPr>
              <w:pStyle w:val="Zkratky2"/>
            </w:pPr>
            <w:r>
              <w:t>Vysoké napětí</w:t>
            </w:r>
          </w:p>
        </w:tc>
      </w:tr>
      <w:tr w:rsidR="007C650D" w:rsidRPr="00150D03" w14:paraId="08CB1C1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BAE3C" w14:textId="77777777" w:rsidR="007C650D" w:rsidRPr="00CC3DBA" w:rsidRDefault="00FB067C" w:rsidP="007C650D">
            <w:pPr>
              <w:pStyle w:val="Zkratky1"/>
              <w:rPr>
                <w:rStyle w:val="Tun"/>
              </w:rPr>
            </w:pPr>
            <w:r w:rsidRPr="00CC3DBA">
              <w:rPr>
                <w:rStyle w:val="Tun"/>
              </w:rPr>
              <w:t>NPO .............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B7F8A9" w14:textId="77777777" w:rsidR="007C650D" w:rsidRPr="00CC3DBA" w:rsidRDefault="00FB067C" w:rsidP="00FB067C">
            <w:pPr>
              <w:pStyle w:val="Zkratky1"/>
              <w:rPr>
                <w:rStyle w:val="Tun"/>
              </w:rPr>
            </w:pPr>
            <w:r w:rsidRPr="00CC3DBA">
              <w:rPr>
                <w:rStyle w:val="Tun"/>
              </w:rPr>
              <w:t>Národní plán obnovy (dotační program)</w:t>
            </w:r>
          </w:p>
        </w:tc>
      </w:tr>
      <w:tr w:rsidR="00CC3DBA" w:rsidRPr="00150D03" w14:paraId="05A9197B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F20ED7" w14:textId="77777777" w:rsidR="00CC3DBA" w:rsidRPr="00CC3DBA" w:rsidRDefault="00CC3DBA" w:rsidP="007C650D">
            <w:pPr>
              <w:pStyle w:val="Zkratky1"/>
              <w:rPr>
                <w:rStyle w:val="Tun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0513C" w14:textId="77777777" w:rsidR="00CC3DBA" w:rsidRPr="00CC3DBA" w:rsidRDefault="00CC3DBA" w:rsidP="00FB067C">
            <w:pPr>
              <w:pStyle w:val="Zkratky1"/>
              <w:rPr>
                <w:rStyle w:val="Tun"/>
              </w:rPr>
            </w:pPr>
          </w:p>
        </w:tc>
      </w:tr>
      <w:tr w:rsidR="00822C1F" w:rsidRPr="00150D03" w14:paraId="4D675A7D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81D76" w14:textId="77777777" w:rsidR="00822C1F" w:rsidRDefault="00822C1F" w:rsidP="007C650D">
            <w:pPr>
              <w:pStyle w:val="Zkratky1"/>
              <w:rPr>
                <w:rStyle w:val="Tun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7F0173" w14:textId="77777777" w:rsidR="00822C1F" w:rsidRDefault="00822C1F" w:rsidP="00FB067C">
            <w:pPr>
              <w:pStyle w:val="Zkratky1"/>
              <w:rPr>
                <w:rStyle w:val="Tun"/>
              </w:rPr>
            </w:pPr>
          </w:p>
        </w:tc>
      </w:tr>
      <w:tr w:rsidR="007C650D" w:rsidRPr="00C042E2" w14:paraId="1E087675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01C777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E1F03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04997650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51B1B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DDA1EA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06B141F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5C888C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EF2027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6D905A3F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3CC413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3AE5D9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3579E942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E3075D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9E6AF5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4396457F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F661EB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174A9E" w14:textId="77777777" w:rsidR="007C650D" w:rsidRPr="00C042E2" w:rsidRDefault="007C650D" w:rsidP="007C650D">
            <w:pPr>
              <w:pStyle w:val="Zkratky2"/>
            </w:pPr>
          </w:p>
        </w:tc>
      </w:tr>
    </w:tbl>
    <w:p w14:paraId="76F4F884" w14:textId="77777777" w:rsidR="00AD0C7B" w:rsidRDefault="00AD0C7B"/>
    <w:p w14:paraId="2EEEE8EC" w14:textId="77777777" w:rsidR="0069470F" w:rsidRDefault="00150D03" w:rsidP="0069470F">
      <w:pPr>
        <w:pStyle w:val="Nadpis2-1"/>
      </w:pPr>
      <w:bookmarkStart w:id="1" w:name="_Toc7077108"/>
      <w:r>
        <w:br w:type="page"/>
      </w:r>
      <w:bookmarkStart w:id="2" w:name="_Toc135205975"/>
      <w:r w:rsidR="0069470F">
        <w:lastRenderedPageBreak/>
        <w:t xml:space="preserve">SPECIFIKACE </w:t>
      </w:r>
      <w:r w:rsidR="0069470F" w:rsidRPr="00BB2C9A">
        <w:t>PŘEDMĚTU</w:t>
      </w:r>
      <w:r w:rsidR="0069470F">
        <w:t xml:space="preserve"> DÍLA</w:t>
      </w:r>
      <w:bookmarkEnd w:id="1"/>
      <w:bookmarkEnd w:id="2"/>
    </w:p>
    <w:p w14:paraId="1E6A8113" w14:textId="77777777" w:rsidR="0069470F" w:rsidRDefault="0069470F" w:rsidP="00CC396D">
      <w:pPr>
        <w:pStyle w:val="Nadpis2-2"/>
      </w:pPr>
      <w:bookmarkStart w:id="3" w:name="_Toc7077109"/>
      <w:bookmarkStart w:id="4" w:name="_Toc135205976"/>
      <w:r>
        <w:t>Účel</w:t>
      </w:r>
      <w:r w:rsidR="00EA0297">
        <w:t xml:space="preserve"> a </w:t>
      </w:r>
      <w:r>
        <w:t>rozsah předmětu Díla</w:t>
      </w:r>
      <w:bookmarkEnd w:id="3"/>
      <w:bookmarkEnd w:id="4"/>
    </w:p>
    <w:p w14:paraId="76E6797C" w14:textId="77777777" w:rsidR="009B1F20" w:rsidRPr="006A2C62" w:rsidRDefault="0069470F" w:rsidP="00B406B9">
      <w:pPr>
        <w:pStyle w:val="Text2-1"/>
      </w:pPr>
      <w:r w:rsidRPr="006A2C62">
        <w:t xml:space="preserve">Předmětem </w:t>
      </w:r>
      <w:r w:rsidR="00A456F3" w:rsidRPr="006A2C62">
        <w:t>D</w:t>
      </w:r>
      <w:r w:rsidRPr="006A2C62">
        <w:t xml:space="preserve">íla </w:t>
      </w:r>
      <w:r w:rsidR="007559AF" w:rsidRPr="006A2C62">
        <w:t xml:space="preserve">souboru </w:t>
      </w:r>
      <w:r w:rsidR="009B1F20" w:rsidRPr="006A2C62">
        <w:t>následujících staveb:</w:t>
      </w:r>
    </w:p>
    <w:p w14:paraId="02CF841C" w14:textId="46FFADAD" w:rsidR="009B1F20" w:rsidRPr="006A2C62" w:rsidRDefault="00A456F3" w:rsidP="009B1F20">
      <w:pPr>
        <w:pStyle w:val="Text2-1"/>
        <w:numPr>
          <w:ilvl w:val="0"/>
          <w:numId w:val="0"/>
        </w:numPr>
        <w:ind w:left="737"/>
      </w:pPr>
      <w:r w:rsidRPr="006A2C62">
        <w:rPr>
          <w:b/>
        </w:rPr>
        <w:t>„</w:t>
      </w:r>
      <w:r w:rsidR="00B406B9" w:rsidRPr="006A2C62">
        <w:rPr>
          <w:b/>
        </w:rPr>
        <w:t>Výstavba nových fotovoltaických zdrojů</w:t>
      </w:r>
      <w:r w:rsidR="00EA0297" w:rsidRPr="006A2C62">
        <w:rPr>
          <w:b/>
        </w:rPr>
        <w:t xml:space="preserve"> v </w:t>
      </w:r>
      <w:r w:rsidR="00B406B9" w:rsidRPr="006A2C62">
        <w:rPr>
          <w:b/>
        </w:rPr>
        <w:t xml:space="preserve">lokalitě </w:t>
      </w:r>
      <w:r w:rsidR="00672806">
        <w:rPr>
          <w:b/>
        </w:rPr>
        <w:t>Kuřim</w:t>
      </w:r>
      <w:r w:rsidR="00F33E5E" w:rsidRPr="006A2C62">
        <w:rPr>
          <w:b/>
        </w:rPr>
        <w:t xml:space="preserve">, </w:t>
      </w:r>
      <w:r w:rsidR="00672806">
        <w:rPr>
          <w:b/>
        </w:rPr>
        <w:t>výpravní budova</w:t>
      </w:r>
      <w:r w:rsidRPr="006A2C62">
        <w:rPr>
          <w:b/>
        </w:rPr>
        <w:t>“</w:t>
      </w:r>
      <w:r w:rsidRPr="006A2C62">
        <w:t xml:space="preserve"> </w:t>
      </w:r>
    </w:p>
    <w:p w14:paraId="5AD1BF31" w14:textId="13365F51" w:rsidR="009B1F20" w:rsidRPr="006A2C62" w:rsidRDefault="009B1F20" w:rsidP="009B1F20">
      <w:pPr>
        <w:pStyle w:val="Text2-1"/>
        <w:numPr>
          <w:ilvl w:val="0"/>
          <w:numId w:val="0"/>
        </w:numPr>
        <w:ind w:left="737"/>
        <w:rPr>
          <w:b/>
        </w:rPr>
      </w:pPr>
      <w:bookmarkStart w:id="5" w:name="OLE_LINK1"/>
      <w:r w:rsidRPr="006A2C62">
        <w:rPr>
          <w:b/>
        </w:rPr>
        <w:t xml:space="preserve">„Výstavba nových fotovoltaických zdrojů v lokalitě </w:t>
      </w:r>
      <w:r w:rsidR="00F33E5E" w:rsidRPr="006A2C62">
        <w:rPr>
          <w:b/>
        </w:rPr>
        <w:t xml:space="preserve">Brno, </w:t>
      </w:r>
      <w:r w:rsidR="00672806">
        <w:rPr>
          <w:b/>
        </w:rPr>
        <w:t>Kounicova</w:t>
      </w:r>
      <w:r w:rsidR="00F33E5E" w:rsidRPr="006A2C62">
        <w:rPr>
          <w:b/>
        </w:rPr>
        <w:t xml:space="preserve"> (</w:t>
      </w:r>
      <w:r w:rsidR="00672806">
        <w:rPr>
          <w:b/>
        </w:rPr>
        <w:t>administrativní</w:t>
      </w:r>
      <w:r w:rsidR="00F33E5E" w:rsidRPr="006A2C62">
        <w:rPr>
          <w:b/>
        </w:rPr>
        <w:t xml:space="preserve"> budova)</w:t>
      </w:r>
      <w:r w:rsidRPr="006A2C62">
        <w:rPr>
          <w:b/>
        </w:rPr>
        <w:t>“</w:t>
      </w:r>
    </w:p>
    <w:bookmarkEnd w:id="5"/>
    <w:p w14:paraId="3BA09910" w14:textId="0FDBB1B9" w:rsidR="009B1F20" w:rsidRDefault="009B1F20" w:rsidP="009B1F20">
      <w:pPr>
        <w:pStyle w:val="Text2-1"/>
        <w:numPr>
          <w:ilvl w:val="0"/>
          <w:numId w:val="0"/>
        </w:numPr>
        <w:ind w:left="737"/>
      </w:pPr>
      <w:r w:rsidRPr="006A2C62">
        <w:t>(dále jen Soubor staveb</w:t>
      </w:r>
      <w:r w:rsidR="000F2E6F" w:rsidRPr="006A2C62">
        <w:t xml:space="preserve"> </w:t>
      </w:r>
      <w:r w:rsidR="00FB084A" w:rsidRPr="006A2C62">
        <w:t xml:space="preserve">FVE </w:t>
      </w:r>
      <w:r w:rsidR="000F2E6F" w:rsidRPr="006A2C62">
        <w:t xml:space="preserve">OŘ </w:t>
      </w:r>
      <w:r w:rsidR="00CD42D8" w:rsidRPr="006A2C62">
        <w:t>Brno</w:t>
      </w:r>
      <w:r w:rsidR="008F328D">
        <w:t>, II.</w:t>
      </w:r>
      <w:r w:rsidRPr="006A2C62">
        <w:t>)</w:t>
      </w:r>
    </w:p>
    <w:p w14:paraId="1B1CC19F" w14:textId="77777777" w:rsidR="00A456F3" w:rsidRDefault="0069470F" w:rsidP="009B1F20">
      <w:pPr>
        <w:pStyle w:val="Text2-1"/>
        <w:numPr>
          <w:ilvl w:val="0"/>
          <w:numId w:val="0"/>
        </w:numPr>
        <w:ind w:left="737"/>
      </w:pPr>
      <w:r>
        <w:t>je</w:t>
      </w:r>
      <w:r w:rsidR="00A456F3">
        <w:t>:</w:t>
      </w:r>
    </w:p>
    <w:p w14:paraId="393CBD30" w14:textId="03F5CA7C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 xml:space="preserve">Zhotovení Projektové dokumentace pro </w:t>
      </w:r>
      <w:r w:rsidR="00720139">
        <w:rPr>
          <w:b/>
          <w:sz w:val="18"/>
          <w:szCs w:val="18"/>
        </w:rPr>
        <w:t>stavební</w:t>
      </w:r>
      <w:r w:rsidR="00720139" w:rsidRPr="00B406B9">
        <w:rPr>
          <w:b/>
          <w:sz w:val="18"/>
          <w:szCs w:val="18"/>
        </w:rPr>
        <w:t xml:space="preserve"> </w:t>
      </w:r>
      <w:r w:rsidRPr="00B406B9">
        <w:rPr>
          <w:b/>
          <w:sz w:val="18"/>
          <w:szCs w:val="18"/>
        </w:rPr>
        <w:t>povolení</w:t>
      </w:r>
      <w:r w:rsidRPr="00B406B9">
        <w:rPr>
          <w:sz w:val="18"/>
          <w:szCs w:val="18"/>
        </w:rPr>
        <w:t>, která specifikuje předmět Díla</w:t>
      </w:r>
      <w:r w:rsidR="00EA0297">
        <w:rPr>
          <w:sz w:val="18"/>
          <w:szCs w:val="18"/>
        </w:rPr>
        <w:t xml:space="preserve"> v </w:t>
      </w:r>
      <w:r w:rsidRPr="00B406B9">
        <w:rPr>
          <w:sz w:val="18"/>
          <w:szCs w:val="18"/>
        </w:rPr>
        <w:t>takovém rozsahu, aby ji bylo možno projednat ve stavebním</w:t>
      </w:r>
      <w:r w:rsidR="00EA0297">
        <w:rPr>
          <w:sz w:val="18"/>
          <w:szCs w:val="18"/>
        </w:rPr>
        <w:t xml:space="preserve"> </w:t>
      </w:r>
      <w:r w:rsidRPr="00B406B9">
        <w:rPr>
          <w:sz w:val="18"/>
          <w:szCs w:val="18"/>
        </w:rPr>
        <w:t xml:space="preserve">řízení, získat pravomocné </w:t>
      </w:r>
      <w:r w:rsidR="00720139">
        <w:rPr>
          <w:sz w:val="18"/>
          <w:szCs w:val="18"/>
        </w:rPr>
        <w:t>stavební</w:t>
      </w:r>
      <w:r w:rsidR="00720139" w:rsidRPr="00B406B9">
        <w:rPr>
          <w:sz w:val="18"/>
          <w:szCs w:val="18"/>
        </w:rPr>
        <w:t xml:space="preserve"> </w:t>
      </w:r>
      <w:r w:rsidRPr="00B406B9">
        <w:rPr>
          <w:sz w:val="18"/>
          <w:szCs w:val="18"/>
        </w:rPr>
        <w:t>povolení, včetně notifikace autorizovanou osobou, zajištění výkonu Autorského dozoru při zhotovení stavby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manuálu údržby.</w:t>
      </w:r>
    </w:p>
    <w:p w14:paraId="6A32BEC4" w14:textId="64BE4C28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>Zpracování</w:t>
      </w:r>
      <w:r w:rsidR="00EA0297">
        <w:rPr>
          <w:b/>
          <w:sz w:val="18"/>
          <w:szCs w:val="18"/>
        </w:rPr>
        <w:t xml:space="preserve"> a </w:t>
      </w:r>
      <w:r w:rsidRPr="00B406B9">
        <w:rPr>
          <w:b/>
          <w:sz w:val="18"/>
          <w:szCs w:val="18"/>
        </w:rPr>
        <w:t>podání žádosti o</w:t>
      </w:r>
      <w:r w:rsidRPr="00B406B9">
        <w:rPr>
          <w:sz w:val="18"/>
          <w:szCs w:val="18"/>
        </w:rPr>
        <w:t xml:space="preserve"> </w:t>
      </w:r>
      <w:r w:rsidRPr="00B406B9">
        <w:rPr>
          <w:b/>
          <w:sz w:val="18"/>
          <w:szCs w:val="18"/>
        </w:rPr>
        <w:t xml:space="preserve">vydání </w:t>
      </w:r>
      <w:r w:rsidR="00720139">
        <w:rPr>
          <w:b/>
          <w:sz w:val="18"/>
          <w:szCs w:val="18"/>
        </w:rPr>
        <w:t>stavebního</w:t>
      </w:r>
      <w:r w:rsidR="00720139" w:rsidRPr="00B406B9">
        <w:rPr>
          <w:b/>
          <w:sz w:val="18"/>
          <w:szCs w:val="18"/>
        </w:rPr>
        <w:t xml:space="preserve"> </w:t>
      </w:r>
      <w:r w:rsidRPr="00B406B9">
        <w:rPr>
          <w:b/>
          <w:sz w:val="18"/>
          <w:szCs w:val="18"/>
        </w:rPr>
        <w:t>povolení</w:t>
      </w:r>
      <w:r w:rsidRPr="00B406B9">
        <w:rPr>
          <w:sz w:val="18"/>
          <w:szCs w:val="18"/>
        </w:rPr>
        <w:t xml:space="preserve"> dle zákona č. 183/2006 Sb., Zákon o územním plánování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stavebním řádu (stavební zákon),</w:t>
      </w:r>
      <w:r w:rsidR="00EA0297">
        <w:rPr>
          <w:sz w:val="18"/>
          <w:szCs w:val="18"/>
        </w:rPr>
        <w:t xml:space="preserve"> v </w:t>
      </w:r>
      <w:r w:rsidRPr="00B406B9">
        <w:rPr>
          <w:sz w:val="18"/>
          <w:szCs w:val="18"/>
        </w:rPr>
        <w:t xml:space="preserve">platném znění, včetně všech vyžadovaných podkladů, jejímž výsledkem bude vydání </w:t>
      </w:r>
      <w:r w:rsidR="00720139">
        <w:rPr>
          <w:sz w:val="18"/>
          <w:szCs w:val="18"/>
        </w:rPr>
        <w:t>stavebního</w:t>
      </w:r>
      <w:r w:rsidR="00720139" w:rsidRPr="00B406B9">
        <w:rPr>
          <w:sz w:val="18"/>
          <w:szCs w:val="18"/>
        </w:rPr>
        <w:t xml:space="preserve"> </w:t>
      </w:r>
      <w:r w:rsidRPr="00B406B9">
        <w:rPr>
          <w:sz w:val="18"/>
          <w:szCs w:val="18"/>
        </w:rPr>
        <w:t>povolení</w:t>
      </w:r>
      <w:r w:rsidR="007711A2">
        <w:rPr>
          <w:sz w:val="18"/>
          <w:szCs w:val="18"/>
        </w:rPr>
        <w:t xml:space="preserve"> včetně nabití právní moci</w:t>
      </w:r>
      <w:r w:rsidRPr="00B406B9">
        <w:rPr>
          <w:sz w:val="18"/>
          <w:szCs w:val="18"/>
        </w:rPr>
        <w:t>.</w:t>
      </w:r>
      <w:r w:rsidR="007711A2">
        <w:rPr>
          <w:sz w:val="18"/>
          <w:szCs w:val="18"/>
        </w:rPr>
        <w:t xml:space="preserve"> Poplatek za vydání povolení platí Zhotovitel.</w:t>
      </w:r>
      <w:r w:rsidRPr="00B406B9">
        <w:rPr>
          <w:sz w:val="18"/>
          <w:szCs w:val="18"/>
        </w:rPr>
        <w:t xml:space="preserve"> </w:t>
      </w:r>
    </w:p>
    <w:p w14:paraId="37CD475C" w14:textId="77777777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>Zhotovení Projektové dokumentace pro provádění stavby</w:t>
      </w:r>
      <w:r w:rsidRPr="00B406B9">
        <w:rPr>
          <w:sz w:val="18"/>
          <w:szCs w:val="18"/>
        </w:rPr>
        <w:t>, která rozpracuje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vymezí požadavky na stavbu do podrobností, které specifikují předmět Díla se zohledněním konkrétních výrobků, dodávaných technologií, technologických postupů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výrobních podmínek Zhotovitele stavby.</w:t>
      </w:r>
    </w:p>
    <w:p w14:paraId="59376C50" w14:textId="737C8A3F" w:rsidR="00A456F3" w:rsidRPr="00A456F3" w:rsidRDefault="00A456F3" w:rsidP="001A3202">
      <w:pPr>
        <w:pStyle w:val="Odstavec1-1a"/>
      </w:pPr>
      <w:r w:rsidRPr="00A456F3">
        <w:rPr>
          <w:b/>
        </w:rPr>
        <w:t xml:space="preserve">Zhotovení stavby </w:t>
      </w:r>
      <w:r w:rsidRPr="00A456F3">
        <w:t>dle schválené Projektové dokumentace</w:t>
      </w:r>
      <w:r w:rsidR="00EA0297">
        <w:t xml:space="preserve"> a </w:t>
      </w:r>
      <w:r w:rsidRPr="00A456F3">
        <w:t xml:space="preserve">pravomocného </w:t>
      </w:r>
      <w:r w:rsidR="00720139">
        <w:t>stavebního</w:t>
      </w:r>
      <w:r w:rsidR="00720139" w:rsidRPr="00A456F3">
        <w:t xml:space="preserve"> </w:t>
      </w:r>
      <w:r w:rsidRPr="00A456F3">
        <w:t>povolení.</w:t>
      </w:r>
    </w:p>
    <w:p w14:paraId="3E431560" w14:textId="77777777" w:rsidR="0069470F" w:rsidRDefault="00E53053" w:rsidP="00B406B9">
      <w:pPr>
        <w:pStyle w:val="Text2-1"/>
      </w:pPr>
      <w:r>
        <w:t>Cíle</w:t>
      </w:r>
      <w:r w:rsidR="0069470F">
        <w:t xml:space="preserve">m </w:t>
      </w:r>
      <w:r>
        <w:t xml:space="preserve">Díla </w:t>
      </w:r>
      <w:r w:rsidR="0069470F">
        <w:t xml:space="preserve">je </w:t>
      </w:r>
      <w:r w:rsidR="00B406B9" w:rsidRPr="00B406B9">
        <w:t>vybudování nov</w:t>
      </w:r>
      <w:r w:rsidR="009B1F20">
        <w:t>ých</w:t>
      </w:r>
      <w:r w:rsidR="00B406B9" w:rsidRPr="00B406B9">
        <w:t xml:space="preserve"> FVE na stře</w:t>
      </w:r>
      <w:r w:rsidR="009B1F20">
        <w:t>chách</w:t>
      </w:r>
      <w:r w:rsidR="00B406B9" w:rsidRPr="00B406B9">
        <w:t xml:space="preserve"> budov</w:t>
      </w:r>
      <w:r w:rsidR="00EA0297">
        <w:t xml:space="preserve"> a </w:t>
      </w:r>
      <w:r w:rsidR="00B406B9" w:rsidRPr="00B406B9">
        <w:t>tím nahrazení spotřeby elektrické energie</w:t>
      </w:r>
      <w:r w:rsidR="000E34B0">
        <w:t>,</w:t>
      </w:r>
      <w:r w:rsidR="00B406B9" w:rsidRPr="00B406B9">
        <w:t xml:space="preserve"> dodávané</w:t>
      </w:r>
      <w:r w:rsidR="00EA0297">
        <w:t xml:space="preserve"> z </w:t>
      </w:r>
      <w:r w:rsidR="00B406B9" w:rsidRPr="00B406B9">
        <w:t>distribuční soustavy</w:t>
      </w:r>
      <w:r w:rsidR="00EA0297">
        <w:t xml:space="preserve"> </w:t>
      </w:r>
      <w:r w:rsidR="000E34B0">
        <w:t>(</w:t>
      </w:r>
      <w:r w:rsidR="00EA0297">
        <w:t>z </w:t>
      </w:r>
      <w:r w:rsidR="00B406B9" w:rsidRPr="00B406B9">
        <w:t>tradičních zdrojů</w:t>
      </w:r>
      <w:r w:rsidR="000E34B0">
        <w:t>)</w:t>
      </w:r>
      <w:r w:rsidR="00B406B9" w:rsidRPr="00B406B9">
        <w:t xml:space="preserve"> elektrickou energií</w:t>
      </w:r>
      <w:r w:rsidR="000E34B0">
        <w:t>,</w:t>
      </w:r>
      <w:r w:rsidR="00B406B9" w:rsidRPr="00B406B9">
        <w:t xml:space="preserve"> vyrobenou</w:t>
      </w:r>
      <w:r w:rsidR="00EA0297">
        <w:t xml:space="preserve"> v </w:t>
      </w:r>
      <w:r w:rsidR="00B406B9" w:rsidRPr="00B406B9">
        <w:t>rámci instalovaného obnovitelného zdroje</w:t>
      </w:r>
      <w:r w:rsidR="00B406B9">
        <w:t>.</w:t>
      </w:r>
    </w:p>
    <w:p w14:paraId="2E97D553" w14:textId="110752B7" w:rsidR="00B406B9" w:rsidRDefault="00B406B9" w:rsidP="00B406B9">
      <w:pPr>
        <w:pStyle w:val="Text2-1"/>
      </w:pPr>
      <w:r>
        <w:t>Předmět díla musí být kladně projednán</w:t>
      </w:r>
      <w:r w:rsidR="00EA0297">
        <w:t xml:space="preserve"> s </w:t>
      </w:r>
      <w:r>
        <w:t>orgány státní správy, samosprávy</w:t>
      </w:r>
      <w:r w:rsidR="00EA0297">
        <w:t xml:space="preserve"> a </w:t>
      </w:r>
      <w:r>
        <w:t>dalšími předpokládanými účastníky společného řízení</w:t>
      </w:r>
      <w:r w:rsidR="00EA0297">
        <w:t xml:space="preserve"> a </w:t>
      </w:r>
      <w:r>
        <w:t xml:space="preserve">jejich požadavky </w:t>
      </w:r>
      <w:r w:rsidR="000E34B0">
        <w:t xml:space="preserve">musí </w:t>
      </w:r>
      <w:r>
        <w:t>b</w:t>
      </w:r>
      <w:r w:rsidR="000E34B0">
        <w:t>ýt</w:t>
      </w:r>
      <w:r w:rsidR="00EA0297">
        <w:t xml:space="preserve"> v </w:t>
      </w:r>
      <w:r>
        <w:t>Projektové dokumentaci přiměřeně zohledněny.</w:t>
      </w:r>
    </w:p>
    <w:p w14:paraId="11DF95A4" w14:textId="5AA7D6B0" w:rsidR="00B406B9" w:rsidRDefault="00B406B9" w:rsidP="00B406B9">
      <w:pPr>
        <w:pStyle w:val="Text2-1"/>
      </w:pPr>
      <w:r>
        <w:t>Vlastní zhotovení stavby lze zahájit až po projednání</w:t>
      </w:r>
      <w:r w:rsidR="00EA0297">
        <w:t xml:space="preserve"> a </w:t>
      </w:r>
      <w:r>
        <w:t>schválení Projektové dokumentace Objednatelem</w:t>
      </w:r>
      <w:r w:rsidR="00EA0297">
        <w:t xml:space="preserve"> a </w:t>
      </w:r>
      <w:r>
        <w:t xml:space="preserve">nabytí právní moci </w:t>
      </w:r>
      <w:r w:rsidR="00720139">
        <w:t xml:space="preserve">stavebního </w:t>
      </w:r>
      <w:r w:rsidR="00013AAA">
        <w:t>povolení</w:t>
      </w:r>
      <w:r>
        <w:t>.</w:t>
      </w:r>
    </w:p>
    <w:p w14:paraId="2390A59B" w14:textId="77777777" w:rsidR="00C641FD" w:rsidRDefault="00C641FD" w:rsidP="00C641FD">
      <w:pPr>
        <w:pStyle w:val="Text2-1"/>
        <w:numPr>
          <w:ilvl w:val="2"/>
          <w:numId w:val="7"/>
        </w:numPr>
      </w:pPr>
      <w:bookmarkStart w:id="6" w:name="_Ref120263343"/>
      <w:r>
        <w:t>Vedení stavby, evidence a fakturace bude pro každou stavbu probíhat samostatně.</w:t>
      </w:r>
    </w:p>
    <w:p w14:paraId="497C68CE" w14:textId="77777777" w:rsidR="00A456F3" w:rsidRPr="00A456F3" w:rsidRDefault="0069470F" w:rsidP="00603A71">
      <w:pPr>
        <w:pStyle w:val="Text2-1"/>
        <w:numPr>
          <w:ilvl w:val="2"/>
          <w:numId w:val="7"/>
        </w:numPr>
      </w:pPr>
      <w:r w:rsidRPr="00DB4332">
        <w:t>Rozsah</w:t>
      </w:r>
      <w:r w:rsidR="00EA0297">
        <w:t xml:space="preserve"> a </w:t>
      </w:r>
      <w:r w:rsidR="00A456F3" w:rsidRPr="00A456F3">
        <w:t>členění Projektové dokumentace</w:t>
      </w:r>
      <w:r w:rsidR="00EA0297">
        <w:t xml:space="preserve"> a </w:t>
      </w:r>
      <w:r w:rsidR="00013AAA">
        <w:t>Z</w:t>
      </w:r>
      <w:r w:rsidR="00A456F3" w:rsidRPr="00A456F3">
        <w:t>hotovení díla:</w:t>
      </w:r>
      <w:bookmarkEnd w:id="6"/>
    </w:p>
    <w:p w14:paraId="44CD7177" w14:textId="5CD410FA" w:rsidR="00A60F2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rPr>
          <w:b/>
        </w:rPr>
        <w:t xml:space="preserve">Dokumentace ve stupni </w:t>
      </w:r>
      <w:r w:rsidR="00720139">
        <w:rPr>
          <w:b/>
        </w:rPr>
        <w:t>DSP</w:t>
      </w:r>
      <w:r w:rsidR="00720139" w:rsidRPr="009B1F20">
        <w:t xml:space="preserve"> </w:t>
      </w:r>
      <w:r w:rsidRPr="009B1F20">
        <w:t>bude zpracována</w:t>
      </w:r>
      <w:r w:rsidR="00EA0297" w:rsidRPr="009B1F20">
        <w:t xml:space="preserve"> v </w:t>
      </w:r>
      <w:r w:rsidRPr="009B1F20">
        <w:t>členění</w:t>
      </w:r>
      <w:r w:rsidR="00EA0297" w:rsidRPr="009B1F20">
        <w:t xml:space="preserve"> a </w:t>
      </w:r>
      <w:r w:rsidRPr="009B1F20">
        <w:t xml:space="preserve">rozsahu přílohy č. </w:t>
      </w:r>
      <w:r w:rsidR="00C641FD">
        <w:t>3</w:t>
      </w:r>
      <w:r w:rsidR="00720139" w:rsidRPr="009B1F20">
        <w:t xml:space="preserve"> </w:t>
      </w:r>
      <w:r w:rsidRPr="009B1F20">
        <w:t xml:space="preserve">vyhlášky č. </w:t>
      </w:r>
      <w:r w:rsidR="00C641FD" w:rsidRPr="009B1F20">
        <w:t>146/2008 Sb., o rozsahu a obsahu projektové dokumentace dopravních staveb</w:t>
      </w:r>
      <w:r w:rsidRPr="009B1F20">
        <w:t>,</w:t>
      </w:r>
      <w:r w:rsidR="00EA0297" w:rsidRPr="009B1F20">
        <w:t xml:space="preserve"> v </w:t>
      </w:r>
      <w:r w:rsidRPr="009B1F20">
        <w:t xml:space="preserve">platném znění, jako dokumentace pro vydání </w:t>
      </w:r>
      <w:r w:rsidR="00720139">
        <w:t>stavebního</w:t>
      </w:r>
      <w:r w:rsidR="00720139" w:rsidRPr="009B1F20">
        <w:t xml:space="preserve"> </w:t>
      </w:r>
      <w:r w:rsidRPr="009B1F20">
        <w:t>povolení</w:t>
      </w:r>
      <w:r w:rsidR="00A60F23" w:rsidRPr="009B1F20">
        <w:t>.</w:t>
      </w:r>
      <w:r w:rsidR="004C0368">
        <w:t xml:space="preserve"> Součástí DSP k připomínkám bude ekonomická rozvaha včetně vyčíslení doby návratnosti, a to s dotací a bez dotace.</w:t>
      </w:r>
    </w:p>
    <w:p w14:paraId="1886B8C6" w14:textId="77777777" w:rsidR="00A60F2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rPr>
          <w:b/>
        </w:rPr>
        <w:t>Dokumentace ve stupni PDPS</w:t>
      </w:r>
      <w:r w:rsidRPr="009B1F20">
        <w:t xml:space="preserve"> bude zpracována</w:t>
      </w:r>
      <w:r w:rsidR="00EA0297" w:rsidRPr="009B1F20">
        <w:t xml:space="preserve"> v </w:t>
      </w:r>
      <w:r w:rsidRPr="009B1F20">
        <w:t>členění</w:t>
      </w:r>
      <w:r w:rsidR="00EA0297" w:rsidRPr="009B1F20">
        <w:t xml:space="preserve"> a </w:t>
      </w:r>
      <w:r w:rsidRPr="009B1F20">
        <w:t>rozsahu přílohy č. 4 vyhlášky č. 146/2008 Sb., o rozsahu</w:t>
      </w:r>
      <w:r w:rsidR="00EA0297" w:rsidRPr="009B1F20">
        <w:t xml:space="preserve"> a </w:t>
      </w:r>
      <w:r w:rsidRPr="009B1F20">
        <w:t>obsahu projektové dokumentace dopravních staveb,</w:t>
      </w:r>
      <w:r w:rsidR="00EA0297" w:rsidRPr="009B1F20">
        <w:t xml:space="preserve"> v </w:t>
      </w:r>
      <w:r w:rsidRPr="009B1F20">
        <w:t>platném znění.</w:t>
      </w:r>
    </w:p>
    <w:p w14:paraId="036B55E8" w14:textId="77777777" w:rsidR="00A456F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t>Součástí</w:t>
      </w:r>
      <w:r w:rsidRPr="009B1F20">
        <w:rPr>
          <w:b/>
        </w:rPr>
        <w:t xml:space="preserve"> Zhotovení stavby </w:t>
      </w:r>
      <w:r w:rsidRPr="009B1F20">
        <w:t>je také vypracování Dokumentace skutečného provedení stavby</w:t>
      </w:r>
      <w:r w:rsidR="00F62819" w:rsidRPr="009B1F20">
        <w:t>, provedení revizí a změn ÚTZ, zajištění kolaudačního souhlasu</w:t>
      </w:r>
      <w:r w:rsidR="00A60F23" w:rsidRPr="009B1F20">
        <w:t xml:space="preserve">, </w:t>
      </w:r>
      <w:r w:rsidR="00F62819" w:rsidRPr="009B1F20">
        <w:t>případně uvedení do zkušebního provozu.</w:t>
      </w:r>
    </w:p>
    <w:p w14:paraId="47CB4DD1" w14:textId="77777777" w:rsidR="0069470F" w:rsidRDefault="0069470F" w:rsidP="0069470F">
      <w:pPr>
        <w:pStyle w:val="Nadpis2-2"/>
      </w:pPr>
      <w:bookmarkStart w:id="7" w:name="_Toc7077110"/>
      <w:bookmarkStart w:id="8" w:name="_Toc135205977"/>
      <w:r>
        <w:t>Umístění stav</w:t>
      </w:r>
      <w:r w:rsidR="00103F60">
        <w:t>e</w:t>
      </w:r>
      <w:r>
        <w:t>b</w:t>
      </w:r>
      <w:bookmarkEnd w:id="7"/>
      <w:bookmarkEnd w:id="8"/>
    </w:p>
    <w:p w14:paraId="5D752F07" w14:textId="4912CEF7" w:rsidR="002C5811" w:rsidRPr="00424185" w:rsidRDefault="00CD42D8" w:rsidP="00424185">
      <w:pPr>
        <w:pStyle w:val="Text2-1"/>
      </w:pPr>
      <w:bookmarkStart w:id="9" w:name="_Toc7077111"/>
      <w:r>
        <w:t>Řešené</w:t>
      </w:r>
      <w:r w:rsidR="002C5811" w:rsidRPr="00424185">
        <w:t xml:space="preserve"> budov</w:t>
      </w:r>
      <w:r w:rsidR="00323DFA">
        <w:t xml:space="preserve">y jsou v obvodu působnosti OŘ </w:t>
      </w:r>
      <w:r>
        <w:t>Brno</w:t>
      </w:r>
      <w:r w:rsidR="00323DFA">
        <w:t xml:space="preserve">, a to v městech </w:t>
      </w:r>
      <w:r w:rsidR="005E59C7">
        <w:t xml:space="preserve">Kuřim a </w:t>
      </w:r>
      <w:r>
        <w:t>Brno</w:t>
      </w:r>
      <w:r w:rsidR="005E59C7">
        <w:t>.</w:t>
      </w:r>
    </w:p>
    <w:p w14:paraId="17635494" w14:textId="081ED66A" w:rsidR="00B770C9" w:rsidRDefault="008052D3" w:rsidP="008052D3">
      <w:pPr>
        <w:pStyle w:val="Text2-1"/>
      </w:pPr>
      <w:r>
        <w:t>Evidenční o</w:t>
      </w:r>
      <w:r w:rsidR="00B770C9">
        <w:t>značení budov, na kterých bude probíhat instalace FVE</w:t>
      </w:r>
      <w:r>
        <w:t>:</w:t>
      </w:r>
    </w:p>
    <w:tbl>
      <w:tblPr>
        <w:tblStyle w:val="TabulkaS-zahlzap"/>
        <w:tblpPr w:leftFromText="141" w:rightFromText="141" w:vertAnchor="text" w:horzAnchor="page" w:tblpX="2343" w:tblpY="42"/>
        <w:tblW w:w="8080" w:type="dxa"/>
        <w:tblLook w:val="04A0" w:firstRow="1" w:lastRow="0" w:firstColumn="1" w:lastColumn="0" w:noHBand="0" w:noVBand="1"/>
      </w:tblPr>
      <w:tblGrid>
        <w:gridCol w:w="2368"/>
        <w:gridCol w:w="5712"/>
      </w:tblGrid>
      <w:tr w:rsidR="00B80338" w:rsidRPr="00122557" w14:paraId="03EB1D98" w14:textId="77777777" w:rsidTr="00B803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D41501" w14:textId="77777777" w:rsidR="00B80338" w:rsidRPr="00122557" w:rsidRDefault="00B80338" w:rsidP="00B80338">
            <w:pPr>
              <w:pStyle w:val="Tabulka-7"/>
              <w:keepNext/>
              <w:rPr>
                <w:lang w:eastAsia="cs-CZ"/>
              </w:rPr>
            </w:pPr>
            <w:r w:rsidRPr="00122557">
              <w:rPr>
                <w:lang w:eastAsia="cs-CZ"/>
              </w:rPr>
              <w:lastRenderedPageBreak/>
              <w:t>Označení budovy</w:t>
            </w:r>
          </w:p>
        </w:tc>
        <w:tc>
          <w:tcPr>
            <w:tcW w:w="5712" w:type="dxa"/>
          </w:tcPr>
          <w:p w14:paraId="4B3679CA" w14:textId="77777777" w:rsidR="00B80338" w:rsidRPr="00122557" w:rsidRDefault="00B80338" w:rsidP="00B80338">
            <w:pPr>
              <w:pStyle w:val="Tabulka-7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Název stavby</w:t>
            </w:r>
          </w:p>
        </w:tc>
      </w:tr>
      <w:tr w:rsidR="00B80338" w:rsidRPr="00122557" w14:paraId="04CF5237" w14:textId="77777777" w:rsidTr="00B803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DDAF036" w14:textId="6FC10314" w:rsidR="00B80338" w:rsidRPr="00122557" w:rsidRDefault="00821A59" w:rsidP="00B80338">
            <w:pPr>
              <w:pStyle w:val="Tabulka-7"/>
              <w:keepNext/>
              <w:rPr>
                <w:lang w:eastAsia="cs-CZ"/>
              </w:rPr>
            </w:pPr>
            <w:r>
              <w:rPr>
                <w:lang w:eastAsia="cs-CZ"/>
              </w:rPr>
              <w:t>Kuřim – výpravní budova</w:t>
            </w:r>
            <w:r w:rsidR="0062007E">
              <w:rPr>
                <w:lang w:eastAsia="cs-CZ"/>
              </w:rPr>
              <w:t>, BJ</w:t>
            </w:r>
          </w:p>
        </w:tc>
        <w:tc>
          <w:tcPr>
            <w:tcW w:w="5712" w:type="dxa"/>
          </w:tcPr>
          <w:p w14:paraId="033E36F7" w14:textId="27CEB875" w:rsidR="00B80338" w:rsidRPr="00122557" w:rsidRDefault="00B80338" w:rsidP="00B80338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A62581">
              <w:rPr>
                <w:lang w:eastAsia="cs-CZ"/>
              </w:rPr>
              <w:t xml:space="preserve">Výstavba nových fotovoltaických zdrojů v lokalitě </w:t>
            </w:r>
            <w:r w:rsidR="0062007E">
              <w:rPr>
                <w:lang w:eastAsia="cs-CZ"/>
              </w:rPr>
              <w:t>Kuřim</w:t>
            </w:r>
            <w:r w:rsidRPr="00A62581">
              <w:rPr>
                <w:lang w:eastAsia="cs-CZ"/>
              </w:rPr>
              <w:t xml:space="preserve">, </w:t>
            </w:r>
            <w:r w:rsidR="0062007E">
              <w:rPr>
                <w:lang w:eastAsia="cs-CZ"/>
              </w:rPr>
              <w:t>výpravní budova</w:t>
            </w:r>
          </w:p>
        </w:tc>
      </w:tr>
      <w:tr w:rsidR="00B80338" w:rsidRPr="00122557" w14:paraId="7DC84E3B" w14:textId="77777777" w:rsidTr="00B803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1B29FBB" w14:textId="41727655" w:rsidR="00B80338" w:rsidRPr="00122557" w:rsidRDefault="00B80338" w:rsidP="00B80338">
            <w:pPr>
              <w:pStyle w:val="Tabulka-7"/>
              <w:keepNext/>
              <w:rPr>
                <w:lang w:eastAsia="cs-CZ"/>
              </w:rPr>
            </w:pPr>
            <w:r w:rsidRPr="00122557">
              <w:rPr>
                <w:lang w:eastAsia="cs-CZ"/>
              </w:rPr>
              <w:t>Brno</w:t>
            </w:r>
            <w:r w:rsidR="0062007E">
              <w:rPr>
                <w:lang w:eastAsia="cs-CZ"/>
              </w:rPr>
              <w:t xml:space="preserve"> Veveří – administrativní budova (Kounicova 26), č.p. 688</w:t>
            </w:r>
          </w:p>
        </w:tc>
        <w:tc>
          <w:tcPr>
            <w:tcW w:w="5712" w:type="dxa"/>
          </w:tcPr>
          <w:p w14:paraId="5CA695A9" w14:textId="626CDFFA" w:rsidR="00B80338" w:rsidRPr="00122557" w:rsidRDefault="00B80338" w:rsidP="00B80338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A62581">
              <w:rPr>
                <w:lang w:eastAsia="cs-CZ"/>
              </w:rPr>
              <w:t xml:space="preserve">Výstavba nových fotovoltaických zdrojů v lokalitě Brno, </w:t>
            </w:r>
            <w:r w:rsidR="0062007E">
              <w:rPr>
                <w:lang w:eastAsia="cs-CZ"/>
              </w:rPr>
              <w:t>Kounicova</w:t>
            </w:r>
            <w:r w:rsidRPr="00A62581">
              <w:rPr>
                <w:lang w:eastAsia="cs-CZ"/>
              </w:rPr>
              <w:t xml:space="preserve"> (</w:t>
            </w:r>
            <w:r w:rsidR="0062007E">
              <w:rPr>
                <w:lang w:eastAsia="cs-CZ"/>
              </w:rPr>
              <w:t>administrativní</w:t>
            </w:r>
            <w:r w:rsidRPr="00A62581">
              <w:rPr>
                <w:lang w:eastAsia="cs-CZ"/>
              </w:rPr>
              <w:t xml:space="preserve"> budova)</w:t>
            </w:r>
          </w:p>
        </w:tc>
      </w:tr>
    </w:tbl>
    <w:p w14:paraId="22144B85" w14:textId="34E8E3FB" w:rsidR="00B80338" w:rsidRDefault="00B80338" w:rsidP="00B80338">
      <w:pPr>
        <w:pStyle w:val="Text2-1"/>
        <w:numPr>
          <w:ilvl w:val="0"/>
          <w:numId w:val="0"/>
        </w:numPr>
        <w:ind w:left="737"/>
      </w:pPr>
    </w:p>
    <w:p w14:paraId="739A1328" w14:textId="1FBC5706" w:rsidR="002C5811" w:rsidRPr="00750982" w:rsidRDefault="002C5811" w:rsidP="00424185">
      <w:pPr>
        <w:pStyle w:val="Text2-1"/>
      </w:pPr>
      <w:r w:rsidRPr="00750982">
        <w:t>Údaje k</w:t>
      </w:r>
      <w:r w:rsidR="00323DFA" w:rsidRPr="00750982">
        <w:t xml:space="preserve"> jednotlivým </w:t>
      </w:r>
      <w:r w:rsidRPr="00750982">
        <w:t>objekt</w:t>
      </w:r>
      <w:r w:rsidR="00323DFA" w:rsidRPr="00750982">
        <w:t xml:space="preserve">ům </w:t>
      </w:r>
      <w:r w:rsidR="00EA0297" w:rsidRPr="00750982">
        <w:t>a </w:t>
      </w:r>
      <w:r w:rsidRPr="00750982">
        <w:t xml:space="preserve">výpis souvisejících zařízení ve správě Správy pozemních staveb (SPS) OŘ </w:t>
      </w:r>
      <w:r w:rsidR="00CD42D8" w:rsidRPr="00750982">
        <w:t>Brno</w:t>
      </w:r>
      <w:r w:rsidRPr="00750982">
        <w:t>:</w:t>
      </w:r>
    </w:p>
    <w:p w14:paraId="78DDC9C8" w14:textId="77777777" w:rsidR="002C5811" w:rsidRPr="00750982" w:rsidRDefault="002C5811" w:rsidP="002C5811">
      <w:pPr>
        <w:pStyle w:val="TabulkaNadpis"/>
      </w:pPr>
      <w:r w:rsidRPr="00750982">
        <w:t xml:space="preserve">Údaje k objektu </w:t>
      </w:r>
    </w:p>
    <w:tbl>
      <w:tblPr>
        <w:tblW w:w="8108" w:type="dxa"/>
        <w:tblInd w:w="737" w:type="dxa"/>
        <w:tblBorders>
          <w:insideH w:val="single" w:sz="2" w:space="0" w:color="auto"/>
          <w:insideV w:val="single" w:sz="2" w:space="0" w:color="auto"/>
        </w:tblBorders>
        <w:tblLayout w:type="fixed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82"/>
        <w:gridCol w:w="2374"/>
        <w:gridCol w:w="1134"/>
        <w:gridCol w:w="1134"/>
        <w:gridCol w:w="993"/>
        <w:gridCol w:w="991"/>
      </w:tblGrid>
      <w:tr w:rsidR="00150D03" w:rsidRPr="00750982" w14:paraId="22AF004D" w14:textId="77777777" w:rsidTr="00C042E2">
        <w:trPr>
          <w:trHeight w:val="41"/>
        </w:trPr>
        <w:tc>
          <w:tcPr>
            <w:tcW w:w="148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6F92FF5B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Hlavní inventární číslo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noWrap/>
            <w:hideMark/>
          </w:tcPr>
          <w:p w14:paraId="755B3014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Označení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4650705E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Zastavěná plocha [m</w:t>
            </w:r>
            <w:r w:rsidRPr="00750982">
              <w:rPr>
                <w:vertAlign w:val="superscript"/>
                <w:lang w:eastAsia="cs-CZ"/>
              </w:rPr>
              <w:t>2</w:t>
            </w:r>
            <w:r w:rsidRPr="00750982">
              <w:rPr>
                <w:lang w:eastAsia="cs-CZ"/>
              </w:rPr>
              <w:t>]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16F39ECB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Obestavěný prostor [m</w:t>
            </w:r>
            <w:r w:rsidRPr="00750982">
              <w:rPr>
                <w:vertAlign w:val="superscript"/>
                <w:lang w:eastAsia="cs-CZ"/>
              </w:rPr>
              <w:t>3</w:t>
            </w:r>
            <w:r w:rsidRPr="00750982">
              <w:rPr>
                <w:lang w:eastAsia="cs-CZ"/>
              </w:rPr>
              <w:t>]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1B1F80A7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Katastrální území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nil"/>
              <w:right w:val="nil"/>
              <w:tl2br w:val="nil"/>
              <w:tr2bl w:val="nil"/>
            </w:tcBorders>
            <w:shd w:val="clear" w:color="auto" w:fill="F2F2F2"/>
            <w:noWrap/>
            <w:hideMark/>
          </w:tcPr>
          <w:p w14:paraId="22975545" w14:textId="77777777" w:rsidR="002C5811" w:rsidRPr="00750982" w:rsidRDefault="002C5811" w:rsidP="00A52C63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Parcelní číslo</w:t>
            </w:r>
          </w:p>
        </w:tc>
      </w:tr>
      <w:tr w:rsidR="0062007E" w:rsidRPr="00750982" w14:paraId="70BBD0B5" w14:textId="77777777" w:rsidTr="00C042E2">
        <w:trPr>
          <w:trHeight w:val="128"/>
        </w:trPr>
        <w:tc>
          <w:tcPr>
            <w:tcW w:w="1482" w:type="dxa"/>
            <w:shd w:val="clear" w:color="auto" w:fill="auto"/>
            <w:noWrap/>
            <w:vAlign w:val="center"/>
          </w:tcPr>
          <w:p w14:paraId="2EAB4159" w14:textId="5A34251D" w:rsidR="0062007E" w:rsidRPr="00750982" w:rsidRDefault="0062007E" w:rsidP="0062007E">
            <w:pPr>
              <w:pStyle w:val="Tabulka-7"/>
              <w:keepNext/>
              <w:rPr>
                <w:lang w:eastAsia="cs-CZ"/>
              </w:rPr>
            </w:pPr>
            <w:r w:rsidRPr="00750982">
              <w:rPr>
                <w:lang w:eastAsia="cs-CZ"/>
              </w:rPr>
              <w:t>IC6000</w:t>
            </w:r>
            <w:r>
              <w:rPr>
                <w:lang w:eastAsia="cs-CZ"/>
              </w:rPr>
              <w:t>385552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7AF6AFB9" w14:textId="21FAE0EF" w:rsidR="0062007E" w:rsidRPr="00750982" w:rsidRDefault="0062007E" w:rsidP="0062007E">
            <w:pPr>
              <w:pStyle w:val="Tabulka-7"/>
              <w:keepNext/>
              <w:rPr>
                <w:lang w:eastAsia="cs-CZ"/>
              </w:rPr>
            </w:pPr>
            <w:r>
              <w:rPr>
                <w:lang w:eastAsia="cs-CZ"/>
              </w:rPr>
              <w:t>Kuřim – výpravní budova, BJ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4C0357B" w14:textId="3A71085C" w:rsidR="0062007E" w:rsidRPr="00750982" w:rsidRDefault="00D765E0" w:rsidP="0062007E">
            <w:pPr>
              <w:pStyle w:val="Tabulka-7"/>
              <w:keepNext/>
              <w:rPr>
                <w:lang w:eastAsia="cs-CZ"/>
              </w:rPr>
            </w:pPr>
            <w:r>
              <w:rPr>
                <w:lang w:eastAsia="cs-CZ"/>
              </w:rPr>
              <w:t>1 199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CD09177" w14:textId="5C2E32E1" w:rsidR="0062007E" w:rsidRPr="00750982" w:rsidRDefault="00D765E0" w:rsidP="0062007E">
            <w:pPr>
              <w:pStyle w:val="Tabulka-7"/>
              <w:keepNext/>
              <w:rPr>
                <w:lang w:eastAsia="cs-CZ"/>
              </w:rPr>
            </w:pPr>
            <w:r>
              <w:rPr>
                <w:lang w:eastAsia="cs-CZ"/>
              </w:rPr>
              <w:t>8 208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8695DA5" w14:textId="42DC34BF" w:rsidR="0062007E" w:rsidRPr="00750982" w:rsidRDefault="0062007E" w:rsidP="0062007E">
            <w:pPr>
              <w:pStyle w:val="Tabulka-7"/>
              <w:keepNext/>
              <w:rPr>
                <w:lang w:eastAsia="cs-CZ"/>
              </w:rPr>
            </w:pPr>
            <w:r>
              <w:rPr>
                <w:lang w:eastAsia="cs-CZ"/>
              </w:rPr>
              <w:t>Kuřim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6D3A4D7E" w14:textId="0A6F43DB" w:rsidR="0062007E" w:rsidRPr="00750982" w:rsidRDefault="00D765E0" w:rsidP="0062007E">
            <w:pPr>
              <w:pStyle w:val="Tabulka-7"/>
              <w:keepNext/>
              <w:rPr>
                <w:lang w:eastAsia="cs-CZ"/>
              </w:rPr>
            </w:pPr>
            <w:r>
              <w:rPr>
                <w:lang w:eastAsia="cs-CZ"/>
              </w:rPr>
              <w:t>1196</w:t>
            </w:r>
          </w:p>
        </w:tc>
      </w:tr>
      <w:tr w:rsidR="0062007E" w:rsidRPr="00C042E2" w14:paraId="53C31745" w14:textId="77777777" w:rsidTr="00C042E2">
        <w:trPr>
          <w:trHeight w:val="41"/>
        </w:trPr>
        <w:tc>
          <w:tcPr>
            <w:tcW w:w="1482" w:type="dxa"/>
            <w:shd w:val="clear" w:color="auto" w:fill="auto"/>
            <w:noWrap/>
            <w:vAlign w:val="center"/>
          </w:tcPr>
          <w:p w14:paraId="47A35356" w14:textId="30917B75" w:rsidR="0062007E" w:rsidRPr="00750982" w:rsidRDefault="0062007E" w:rsidP="0062007E">
            <w:pPr>
              <w:pStyle w:val="Tabulka-7"/>
              <w:rPr>
                <w:lang w:eastAsia="cs-CZ"/>
              </w:rPr>
            </w:pPr>
            <w:r w:rsidRPr="00750982">
              <w:rPr>
                <w:lang w:eastAsia="cs-CZ"/>
              </w:rPr>
              <w:t>IC6000</w:t>
            </w:r>
            <w:r>
              <w:rPr>
                <w:lang w:eastAsia="cs-CZ"/>
              </w:rPr>
              <w:t>385550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5FC0DC36" w14:textId="354B2867" w:rsidR="0062007E" w:rsidRPr="00750982" w:rsidRDefault="0062007E" w:rsidP="0062007E">
            <w:pPr>
              <w:pStyle w:val="Tabulka-7"/>
              <w:rPr>
                <w:lang w:eastAsia="cs-CZ"/>
              </w:rPr>
            </w:pPr>
            <w:r w:rsidRPr="00122557">
              <w:rPr>
                <w:lang w:eastAsia="cs-CZ"/>
              </w:rPr>
              <w:t>Brno</w:t>
            </w:r>
            <w:r>
              <w:rPr>
                <w:lang w:eastAsia="cs-CZ"/>
              </w:rPr>
              <w:t xml:space="preserve"> Veveří – administrativní budova (Kounicova 26), č.p. 688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4CCF8E2" w14:textId="73B422CB" w:rsidR="0062007E" w:rsidRPr="00750982" w:rsidRDefault="0062007E" w:rsidP="0062007E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5 385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74B3D8" w14:textId="0E267070" w:rsidR="0062007E" w:rsidRPr="00750982" w:rsidRDefault="0062007E" w:rsidP="0062007E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132 889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62432B9" w14:textId="6217965E" w:rsidR="0062007E" w:rsidRPr="00750982" w:rsidRDefault="0062007E" w:rsidP="0062007E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Veveří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35BAA119" w14:textId="478F78CE" w:rsidR="0062007E" w:rsidRPr="00750982" w:rsidRDefault="0062007E" w:rsidP="0062007E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1370</w:t>
            </w:r>
          </w:p>
        </w:tc>
      </w:tr>
    </w:tbl>
    <w:p w14:paraId="7E608E13" w14:textId="77777777" w:rsidR="002C5811" w:rsidRPr="001961F9" w:rsidRDefault="002C5811" w:rsidP="002C5811">
      <w:pPr>
        <w:pStyle w:val="TextbezslBEZMEZER"/>
      </w:pPr>
    </w:p>
    <w:p w14:paraId="59377134" w14:textId="77777777" w:rsidR="0069470F" w:rsidRDefault="0069470F" w:rsidP="0069470F">
      <w:pPr>
        <w:pStyle w:val="Nadpis2-1"/>
      </w:pPr>
      <w:bookmarkStart w:id="10" w:name="_Toc135205978"/>
      <w:r>
        <w:t>PŘEHLED VÝCHOZÍCH PODKLADŮ</w:t>
      </w:r>
      <w:bookmarkEnd w:id="9"/>
      <w:bookmarkEnd w:id="10"/>
    </w:p>
    <w:p w14:paraId="3EFEACEF" w14:textId="77777777" w:rsidR="0069470F" w:rsidRDefault="0069470F" w:rsidP="0069470F">
      <w:pPr>
        <w:pStyle w:val="Nadpis2-2"/>
      </w:pPr>
      <w:bookmarkStart w:id="11" w:name="_Toc7077112"/>
      <w:bookmarkStart w:id="12" w:name="_Toc135205979"/>
      <w:r>
        <w:t>P</w:t>
      </w:r>
      <w:r w:rsidR="00E53053">
        <w:t>ředp</w:t>
      </w:r>
      <w:r>
        <w:t>rojektová dokumentace</w:t>
      </w:r>
      <w:bookmarkEnd w:id="11"/>
      <w:bookmarkEnd w:id="12"/>
    </w:p>
    <w:p w14:paraId="4B3D2CE2" w14:textId="328ECCF2" w:rsidR="005A08B7" w:rsidRDefault="005A08B7" w:rsidP="005A08B7">
      <w:pPr>
        <w:pStyle w:val="Text2-1"/>
      </w:pPr>
      <w:r w:rsidRPr="003B0B91">
        <w:t>Zjednodušená dokumentace ve „stádiu 2“</w:t>
      </w:r>
      <w:r w:rsidR="0029743E">
        <w:t xml:space="preserve"> akce</w:t>
      </w:r>
      <w:r>
        <w:t xml:space="preserve"> </w:t>
      </w:r>
      <w:r w:rsidR="004A4E22">
        <w:t xml:space="preserve">„Výstavba nových fotovoltaických zdrojů v lokalitě </w:t>
      </w:r>
      <w:r w:rsidR="00D765E0">
        <w:t>Kuřim</w:t>
      </w:r>
      <w:r w:rsidR="004A4E22">
        <w:t xml:space="preserve">, </w:t>
      </w:r>
      <w:r w:rsidR="00D765E0">
        <w:t>výpravní budova</w:t>
      </w:r>
      <w:r w:rsidR="004A4E22">
        <w:t>“,</w:t>
      </w:r>
      <w:r w:rsidR="0029743E" w:rsidRPr="0029743E">
        <w:t xml:space="preserve"> </w:t>
      </w:r>
      <w:r w:rsidR="0029743E">
        <w:t>SŽ</w:t>
      </w:r>
      <w:r w:rsidR="0029743E" w:rsidRPr="0029743E">
        <w:t>,</w:t>
      </w:r>
      <w:r w:rsidR="004A4E22" w:rsidRPr="0029743E">
        <w:rPr>
          <w:rFonts w:eastAsia="Times New Roman" w:cs="Arial"/>
          <w:lang w:eastAsia="cs-CZ"/>
        </w:rPr>
        <w:t xml:space="preserve"> </w:t>
      </w:r>
      <w:r w:rsidR="00C641FD" w:rsidRPr="0029743E">
        <w:t>0</w:t>
      </w:r>
      <w:r w:rsidR="00D765E0">
        <w:t>5</w:t>
      </w:r>
      <w:r w:rsidR="00896D55">
        <w:t>/</w:t>
      </w:r>
      <w:r w:rsidR="00C641FD" w:rsidRPr="0029743E">
        <w:t>2023</w:t>
      </w:r>
      <w:r w:rsidR="00103F60" w:rsidRPr="0029743E">
        <w:t xml:space="preserve"> </w:t>
      </w:r>
    </w:p>
    <w:p w14:paraId="528F26B5" w14:textId="120CC3E0" w:rsidR="0029743E" w:rsidRDefault="0029743E" w:rsidP="0029743E">
      <w:pPr>
        <w:pStyle w:val="Text2-1"/>
      </w:pPr>
      <w:r w:rsidRPr="003B0B91">
        <w:t>Zjednodušená dokumentace ve „stádiu 2“</w:t>
      </w:r>
      <w:r>
        <w:t xml:space="preserve"> akce </w:t>
      </w:r>
      <w:r w:rsidR="006F69A9" w:rsidRPr="00851053">
        <w:t xml:space="preserve">„Výstavba nových fotovoltaických zdrojů v lokalitě Brno, </w:t>
      </w:r>
      <w:r w:rsidR="00D765E0">
        <w:t>Kounicova</w:t>
      </w:r>
      <w:r w:rsidR="006F69A9" w:rsidRPr="00851053">
        <w:t xml:space="preserve"> (</w:t>
      </w:r>
      <w:r w:rsidR="00D765E0">
        <w:t>administrativní</w:t>
      </w:r>
      <w:r w:rsidR="006F69A9" w:rsidRPr="00851053">
        <w:t xml:space="preserve"> budova)“</w:t>
      </w:r>
      <w:r>
        <w:t>,</w:t>
      </w:r>
      <w:r w:rsidRPr="0029743E">
        <w:t xml:space="preserve"> </w:t>
      </w:r>
      <w:r>
        <w:t>SŽ</w:t>
      </w:r>
      <w:r w:rsidRPr="0029743E">
        <w:t>,</w:t>
      </w:r>
      <w:r w:rsidRPr="0029743E">
        <w:rPr>
          <w:rFonts w:eastAsia="Times New Roman" w:cs="Arial"/>
          <w:lang w:eastAsia="cs-CZ"/>
        </w:rPr>
        <w:t xml:space="preserve"> </w:t>
      </w:r>
      <w:r w:rsidR="00896D55">
        <w:t>0</w:t>
      </w:r>
      <w:r w:rsidR="00D765E0">
        <w:t>5</w:t>
      </w:r>
      <w:r w:rsidR="00896D55">
        <w:t>/</w:t>
      </w:r>
      <w:r w:rsidR="00C641FD" w:rsidRPr="0029743E">
        <w:t>2023</w:t>
      </w:r>
      <w:r w:rsidRPr="0029743E">
        <w:t xml:space="preserve"> </w:t>
      </w:r>
    </w:p>
    <w:p w14:paraId="69704B60" w14:textId="2D7D525B" w:rsidR="00E352DF" w:rsidRDefault="00E352DF" w:rsidP="005A08B7">
      <w:pPr>
        <w:pStyle w:val="Text2-1"/>
      </w:pPr>
      <w:r>
        <w:t xml:space="preserve">Statické posouzení konstrukce střechy na přitížení </w:t>
      </w:r>
      <w:proofErr w:type="spellStart"/>
      <w:r w:rsidR="003702EF">
        <w:t>fotovoltaickými</w:t>
      </w:r>
      <w:proofErr w:type="spellEnd"/>
      <w:r>
        <w:t xml:space="preserve"> panely – </w:t>
      </w:r>
      <w:r w:rsidR="00722FEC">
        <w:t>Výpravní budova Kuřim</w:t>
      </w:r>
      <w:r>
        <w:t>, k.</w:t>
      </w:r>
      <w:r w:rsidR="00C641FD">
        <w:t> </w:t>
      </w:r>
      <w:proofErr w:type="spellStart"/>
      <w:r>
        <w:t>ú.</w:t>
      </w:r>
      <w:proofErr w:type="spellEnd"/>
      <w:r>
        <w:t xml:space="preserve"> </w:t>
      </w:r>
      <w:r w:rsidR="00722FEC">
        <w:t>Kuřim</w:t>
      </w:r>
      <w:r>
        <w:t xml:space="preserve">, </w:t>
      </w:r>
      <w:proofErr w:type="spellStart"/>
      <w:r>
        <w:t>parc</w:t>
      </w:r>
      <w:proofErr w:type="spellEnd"/>
      <w:r>
        <w:t xml:space="preserve">. č. </w:t>
      </w:r>
      <w:r w:rsidR="00722FEC">
        <w:t>1196</w:t>
      </w:r>
      <w:r>
        <w:t xml:space="preserve">, datum </w:t>
      </w:r>
      <w:r w:rsidR="00C641FD">
        <w:t>30. 11. 2022</w:t>
      </w:r>
    </w:p>
    <w:p w14:paraId="7523D969" w14:textId="7C4370B8" w:rsidR="002332B7" w:rsidRDefault="002332B7" w:rsidP="002332B7">
      <w:pPr>
        <w:pStyle w:val="Text2-1"/>
      </w:pPr>
      <w:r>
        <w:t xml:space="preserve">Statické posouzení konstrukce střechy na přitížení </w:t>
      </w:r>
      <w:proofErr w:type="spellStart"/>
      <w:r w:rsidR="003702EF">
        <w:t>fotovoltaickými</w:t>
      </w:r>
      <w:proofErr w:type="spellEnd"/>
      <w:r>
        <w:t xml:space="preserve"> panely – </w:t>
      </w:r>
      <w:r w:rsidR="00B91147">
        <w:t>Administrativní budova, Kounicova 26</w:t>
      </w:r>
      <w:r>
        <w:t xml:space="preserve">, </w:t>
      </w:r>
      <w:r w:rsidR="00B91147">
        <w:t xml:space="preserve">Brno </w:t>
      </w:r>
      <w:r w:rsidR="00384470">
        <w:t>V</w:t>
      </w:r>
      <w:r w:rsidR="00B91147">
        <w:t xml:space="preserve">eveří, k. </w:t>
      </w:r>
      <w:proofErr w:type="spellStart"/>
      <w:r w:rsidR="00B91147">
        <w:t>ú.</w:t>
      </w:r>
      <w:proofErr w:type="spellEnd"/>
      <w:r w:rsidR="00B91147">
        <w:t xml:space="preserve"> Veveří</w:t>
      </w:r>
      <w:r>
        <w:t xml:space="preserve">, </w:t>
      </w:r>
      <w:proofErr w:type="spellStart"/>
      <w:r>
        <w:t>parc</w:t>
      </w:r>
      <w:proofErr w:type="spellEnd"/>
      <w:r>
        <w:t xml:space="preserve">. č. </w:t>
      </w:r>
      <w:r w:rsidR="00B91147">
        <w:t>1370</w:t>
      </w:r>
      <w:r>
        <w:t>, datum</w:t>
      </w:r>
      <w:r w:rsidR="00B91147">
        <w:t xml:space="preserve"> </w:t>
      </w:r>
      <w:r w:rsidR="00C641FD">
        <w:t>30. 11. 2022</w:t>
      </w:r>
    </w:p>
    <w:p w14:paraId="188B856E" w14:textId="77777777" w:rsidR="0069470F" w:rsidRPr="00E66636" w:rsidRDefault="0069470F" w:rsidP="0069470F">
      <w:pPr>
        <w:pStyle w:val="Nadpis2-2"/>
      </w:pPr>
      <w:bookmarkStart w:id="13" w:name="_Toc7077113"/>
      <w:bookmarkStart w:id="14" w:name="_Toc135205980"/>
      <w:r w:rsidRPr="00E66636">
        <w:t>Související dokumentace</w:t>
      </w:r>
      <w:bookmarkEnd w:id="13"/>
      <w:bookmarkEnd w:id="14"/>
    </w:p>
    <w:p w14:paraId="20CA6CBA" w14:textId="1148450A" w:rsidR="00B86FA7" w:rsidRPr="00E66636" w:rsidRDefault="00734C58" w:rsidP="005A08B7">
      <w:pPr>
        <w:pStyle w:val="Text2-1"/>
      </w:pPr>
      <w:r w:rsidRPr="00E66636">
        <w:t xml:space="preserve">Správce objektů poskytne </w:t>
      </w:r>
      <w:r w:rsidR="00C641FD" w:rsidRPr="00E66636">
        <w:t>Z</w:t>
      </w:r>
      <w:r w:rsidRPr="00E66636">
        <w:t xml:space="preserve">hotoviteli na vyžádání dostupnou archivní </w:t>
      </w:r>
      <w:r w:rsidR="007A3360" w:rsidRPr="00E66636">
        <w:t xml:space="preserve">výkresovou </w:t>
      </w:r>
      <w:r w:rsidRPr="00E66636">
        <w:t>dokumentaci</w:t>
      </w:r>
      <w:r w:rsidR="00F44FFF" w:rsidRPr="00E66636">
        <w:t xml:space="preserve"> a sice buď v elektronické podobě, nebo pouze zapůjčí</w:t>
      </w:r>
      <w:r w:rsidRPr="00E66636">
        <w:t xml:space="preserve"> v listinné </w:t>
      </w:r>
      <w:r w:rsidR="00F44FFF" w:rsidRPr="00E66636">
        <w:t>podobě</w:t>
      </w:r>
      <w:r w:rsidR="00777236" w:rsidRPr="00E66636">
        <w:t xml:space="preserve"> (v</w:t>
      </w:r>
      <w:r w:rsidR="00C641FD" w:rsidRPr="00E66636">
        <w:t> </w:t>
      </w:r>
      <w:r w:rsidR="00777236" w:rsidRPr="00E66636">
        <w:t>případě, že není k dispozici elektronická forma)</w:t>
      </w:r>
      <w:r w:rsidR="00F44FFF" w:rsidRPr="00E66636">
        <w:t>.</w:t>
      </w:r>
    </w:p>
    <w:p w14:paraId="4F452E21" w14:textId="77777777" w:rsidR="0069470F" w:rsidRPr="00E66636" w:rsidRDefault="0069470F" w:rsidP="0069470F">
      <w:pPr>
        <w:pStyle w:val="Nadpis2-1"/>
      </w:pPr>
      <w:bookmarkStart w:id="15" w:name="_Toc7077114"/>
      <w:bookmarkStart w:id="16" w:name="_Toc135205981"/>
      <w:r w:rsidRPr="00E66636">
        <w:t>KOORDINACE</w:t>
      </w:r>
      <w:r w:rsidR="00EA0297" w:rsidRPr="00E66636">
        <w:t xml:space="preserve"> s </w:t>
      </w:r>
      <w:r w:rsidRPr="00E66636">
        <w:t>JINÝMI STAVBAMI</w:t>
      </w:r>
      <w:bookmarkEnd w:id="15"/>
      <w:bookmarkEnd w:id="16"/>
      <w:r w:rsidRPr="00E66636">
        <w:t xml:space="preserve"> </w:t>
      </w:r>
    </w:p>
    <w:p w14:paraId="2C078B6B" w14:textId="094800CB" w:rsidR="0069470F" w:rsidRPr="00E66636" w:rsidRDefault="0069470F" w:rsidP="0069470F">
      <w:pPr>
        <w:pStyle w:val="Text2-1"/>
      </w:pPr>
      <w:r w:rsidRPr="00E66636">
        <w:t xml:space="preserve">Zhotovení </w:t>
      </w:r>
      <w:r w:rsidR="00A60F23" w:rsidRPr="00E66636">
        <w:t>díla</w:t>
      </w:r>
      <w:r w:rsidRPr="00E66636">
        <w:t xml:space="preserve"> musí být provedeno</w:t>
      </w:r>
      <w:r w:rsidR="00EA0297" w:rsidRPr="00E66636">
        <w:t xml:space="preserve"> v </w:t>
      </w:r>
      <w:r w:rsidRPr="00E66636">
        <w:t>koordinaci</w:t>
      </w:r>
      <w:r w:rsidR="00EA0297" w:rsidRPr="00E66636">
        <w:t xml:space="preserve"> s </w:t>
      </w:r>
      <w:r w:rsidRPr="00E66636">
        <w:t>připravovanými, případně aktuálně realizovanými akcemi</w:t>
      </w:r>
      <w:r w:rsidR="00A60F23" w:rsidRPr="00E66636">
        <w:t>,</w:t>
      </w:r>
      <w:r w:rsidR="00EA0297" w:rsidRPr="00E66636">
        <w:t xml:space="preserve"> a </w:t>
      </w:r>
      <w:r w:rsidRPr="00E66636">
        <w:t>to</w:t>
      </w:r>
      <w:r w:rsidR="00EA0297" w:rsidRPr="00E66636">
        <w:t xml:space="preserve"> i </w:t>
      </w:r>
      <w:r w:rsidRPr="00E66636">
        <w:t>dalších investorů, které přímo</w:t>
      </w:r>
      <w:r w:rsidR="00EA0297" w:rsidRPr="00E66636">
        <w:t xml:space="preserve"> s </w:t>
      </w:r>
      <w:r w:rsidRPr="00E66636">
        <w:t xml:space="preserve">předmětnou akcí souvisí nebo ji mohou ovlivnit. Součástí plnění </w:t>
      </w:r>
      <w:r w:rsidR="00EA0297" w:rsidRPr="00E66636">
        <w:t>d</w:t>
      </w:r>
      <w:r w:rsidRPr="00E66636">
        <w:t>íla je</w:t>
      </w:r>
      <w:r w:rsidR="00EA0297" w:rsidRPr="00E66636">
        <w:t xml:space="preserve"> i </w:t>
      </w:r>
      <w:r w:rsidRPr="00E66636">
        <w:t>zajištění koordinace při realizaci prací, poskytování</w:t>
      </w:r>
      <w:r w:rsidR="00EA0297" w:rsidRPr="00E66636">
        <w:t xml:space="preserve"> a </w:t>
      </w:r>
      <w:r w:rsidRPr="00E66636">
        <w:t>rozsahu výluk, přidělení prostorů pro staveniště</w:t>
      </w:r>
      <w:r w:rsidR="00EA0297" w:rsidRPr="00E66636">
        <w:t xml:space="preserve"> v </w:t>
      </w:r>
      <w:r w:rsidRPr="00E66636">
        <w:t xml:space="preserve">jednotlivých žst. apod. </w:t>
      </w:r>
    </w:p>
    <w:p w14:paraId="2A5329B7" w14:textId="19E2FC4F" w:rsidR="00A17632" w:rsidRPr="00E66636" w:rsidRDefault="009E24EE" w:rsidP="0066529D">
      <w:pPr>
        <w:pStyle w:val="Text2-1"/>
        <w:numPr>
          <w:ilvl w:val="2"/>
          <w:numId w:val="7"/>
        </w:numPr>
      </w:pPr>
      <w:r w:rsidRPr="00E66636">
        <w:t xml:space="preserve">Zhotovitel bude dílo koordinovat se stavbou SŽ: „Doplnění klimatizačních jednotek do opravené části budovy Kounicova“. </w:t>
      </w:r>
      <w:r w:rsidR="00E66636" w:rsidRPr="00E66636">
        <w:t xml:space="preserve">Předpokládaný termín realizace je říjen až listopad 2023. </w:t>
      </w:r>
      <w:r w:rsidRPr="00E66636">
        <w:t>V </w:t>
      </w:r>
      <w:r w:rsidR="00E66636" w:rsidRPr="00E66636">
        <w:t>uvedené</w:t>
      </w:r>
      <w:r w:rsidRPr="00E66636">
        <w:t xml:space="preserve"> stavbě dojde k instalaci několika dalších venkovních vzduchotechnických jednotek na střechu, na níž se bude umísťovat FVE. Zhotovitel musí </w:t>
      </w:r>
      <w:r w:rsidR="00E66636" w:rsidRPr="00E66636">
        <w:t xml:space="preserve">v </w:t>
      </w:r>
      <w:r w:rsidRPr="00E66636">
        <w:t xml:space="preserve">řešení </w:t>
      </w:r>
      <w:r w:rsidR="00E66636" w:rsidRPr="00E66636">
        <w:t xml:space="preserve">FVE zohlednit umístění vzduchotechnických jednotek. </w:t>
      </w:r>
    </w:p>
    <w:p w14:paraId="27A47EB2" w14:textId="77777777" w:rsidR="0069470F" w:rsidRDefault="002C5811" w:rsidP="0069470F">
      <w:pPr>
        <w:pStyle w:val="Nadpis2-1"/>
      </w:pPr>
      <w:bookmarkStart w:id="17" w:name="_Toc7077115"/>
      <w:bookmarkStart w:id="18" w:name="_Toc135205982"/>
      <w:r>
        <w:t>POŽADAVKY NA</w:t>
      </w:r>
      <w:r w:rsidR="0069470F">
        <w:t xml:space="preserve"> </w:t>
      </w:r>
      <w:r w:rsidR="0069470F" w:rsidRPr="00EC2E51">
        <w:t>TECHNICKÉ</w:t>
      </w:r>
      <w:r w:rsidR="0069470F">
        <w:t xml:space="preserve"> </w:t>
      </w:r>
      <w:r>
        <w:t>ŘEŠENÍ</w:t>
      </w:r>
      <w:r w:rsidR="00EA0297">
        <w:t xml:space="preserve"> a </w:t>
      </w:r>
      <w:r w:rsidR="0069470F">
        <w:t>PROVEDENÍ DÍLA</w:t>
      </w:r>
      <w:bookmarkEnd w:id="17"/>
      <w:bookmarkEnd w:id="18"/>
    </w:p>
    <w:p w14:paraId="6C9D4801" w14:textId="77777777" w:rsidR="0069470F" w:rsidRDefault="0069470F" w:rsidP="0069470F">
      <w:pPr>
        <w:pStyle w:val="Nadpis2-2"/>
      </w:pPr>
      <w:bookmarkStart w:id="19" w:name="_Toc7077116"/>
      <w:bookmarkStart w:id="20" w:name="_Toc135205983"/>
      <w:r>
        <w:t>Všeobecně</w:t>
      </w:r>
      <w:bookmarkEnd w:id="19"/>
      <w:bookmarkEnd w:id="20"/>
    </w:p>
    <w:p w14:paraId="68E04A4B" w14:textId="6A16FE24" w:rsidR="00FF5208" w:rsidRDefault="00FF5208" w:rsidP="003B0B91">
      <w:pPr>
        <w:pStyle w:val="Text2-1"/>
      </w:pPr>
      <w:r>
        <w:t>Tyto Zvláštní technické podmínky (ZTP),</w:t>
      </w:r>
      <w:r w:rsidR="006064AD">
        <w:t xml:space="preserve"> jako součást Specifikace díla </w:t>
      </w:r>
      <w:r w:rsidRPr="001F1E2E">
        <w:t xml:space="preserve">definují další parametry </w:t>
      </w:r>
      <w:r w:rsidR="00EA0297">
        <w:t>d</w:t>
      </w:r>
      <w:r w:rsidRPr="001F1E2E">
        <w:t>íla</w:t>
      </w:r>
      <w:r w:rsidR="00EA0297">
        <w:t xml:space="preserve"> a </w:t>
      </w:r>
      <w:r w:rsidRPr="001F1E2E">
        <w:t>upřesňují konkrétní podmínky</w:t>
      </w:r>
      <w:r w:rsidR="00EA0297">
        <w:t xml:space="preserve"> a </w:t>
      </w:r>
      <w:r w:rsidRPr="001F1E2E">
        <w:t xml:space="preserve">specifické požadavky pro zhotovení </w:t>
      </w:r>
      <w:r w:rsidR="00EA0297">
        <w:t>d</w:t>
      </w:r>
      <w:r w:rsidRPr="001F1E2E">
        <w:t xml:space="preserve">íla. Ustanovení Zvláštních technických podmínek mají přednost před ustanovením </w:t>
      </w:r>
      <w:r>
        <w:lastRenderedPageBreak/>
        <w:t xml:space="preserve">Technických kvalitativních </w:t>
      </w:r>
      <w:r w:rsidRPr="001F1E2E">
        <w:t>podmínek</w:t>
      </w:r>
      <w:r w:rsidR="005208AE">
        <w:t xml:space="preserve"> staveb státních drah</w:t>
      </w:r>
      <w:r w:rsidR="00151525">
        <w:t xml:space="preserve"> (TKP), které jsou součástí souboru dokumentů pro stanovení požadavků Objednatele na provedení </w:t>
      </w:r>
      <w:r w:rsidR="00EA0297">
        <w:t>d</w:t>
      </w:r>
      <w:r w:rsidR="00151525">
        <w:t>íla</w:t>
      </w:r>
      <w:r>
        <w:t xml:space="preserve">. </w:t>
      </w:r>
    </w:p>
    <w:p w14:paraId="30CBDFA0" w14:textId="77777777" w:rsidR="00A334DA" w:rsidRDefault="00A334DA" w:rsidP="00A334DA">
      <w:pPr>
        <w:pStyle w:val="Text2-1"/>
      </w:pPr>
      <w:r>
        <w:t>Objednatel předá Zhotoviteli/Projektantovi před zahájením projekčních prací kontakty na koordinátory BOZP v přípravné fázi určené ke zpracování Plánů BOZP dle zák. 309/2006 Sb. v platném znění.</w:t>
      </w:r>
    </w:p>
    <w:p w14:paraId="184ED638" w14:textId="77777777" w:rsidR="00A334DA" w:rsidRDefault="00A334DA" w:rsidP="00A334DA">
      <w:pPr>
        <w:pStyle w:val="Text2-1"/>
      </w:pPr>
      <w:r>
        <w:t>Objednatel předá Zhotoviteli před zahájením stavebních prací plán BOZP zpracovaný interním koordinátorem BOZP v souladu s platnou legislativou.</w:t>
      </w:r>
    </w:p>
    <w:p w14:paraId="237CD4B3" w14:textId="77777777" w:rsidR="00A334DA" w:rsidRDefault="00A334DA" w:rsidP="00A334DA">
      <w:pPr>
        <w:pStyle w:val="Text2-1"/>
      </w:pPr>
      <w:r>
        <w:t>Projektant poskytne Koordinátorovi BOZP v přípravné fázi součinnost pří zpracování DSP a to ve vazbě na navržená koordinační opatření pro realizační fázi i pro budoucí údržbu.</w:t>
      </w:r>
    </w:p>
    <w:p w14:paraId="06F88CE8" w14:textId="77777777" w:rsidR="00A334DA" w:rsidRDefault="00A334DA" w:rsidP="00A334DA">
      <w:pPr>
        <w:pStyle w:val="Text2-1"/>
      </w:pPr>
      <w:r>
        <w:t>Projektant je povinen zahrnout navržená opatření vedoucí k zajištění bezpečnosti a ochrany zdraví při práci na staveništi a budoucí údržbě do projektové dokumentace, ZOV i soupisu prací. Konkrétní opatření budou navržena ve vazbě na zabezpečení staveniště a přilehlých prostor proti vstupu nepovolaných osob, provádění prací ve výškách, manipulaci s břemeny.</w:t>
      </w:r>
    </w:p>
    <w:p w14:paraId="2D7A75B2" w14:textId="75A7FF08" w:rsidR="005A08B7" w:rsidRDefault="005A08B7" w:rsidP="003B0B91">
      <w:pPr>
        <w:pStyle w:val="Text2-1"/>
      </w:pPr>
      <w:r w:rsidRPr="005A08B7">
        <w:t>Zadavatel předpokládá spolufinancování stavby</w:t>
      </w:r>
      <w:r w:rsidR="00EA0297">
        <w:t xml:space="preserve"> z</w:t>
      </w:r>
      <w:r w:rsidR="00A60F23">
        <w:t> </w:t>
      </w:r>
      <w:r w:rsidRPr="005A08B7">
        <w:t>programu</w:t>
      </w:r>
      <w:r w:rsidR="00A60F23">
        <w:t xml:space="preserve"> „Národní plán obnovy“, </w:t>
      </w:r>
      <w:r w:rsidRPr="005A08B7">
        <w:t>administrované</w:t>
      </w:r>
      <w:r w:rsidR="00A60F23">
        <w:t>ho</w:t>
      </w:r>
      <w:r w:rsidRPr="005A08B7">
        <w:t xml:space="preserve"> Ministerstvem průmyslu</w:t>
      </w:r>
      <w:r w:rsidR="00EA0297">
        <w:t xml:space="preserve"> a </w:t>
      </w:r>
      <w:r w:rsidRPr="005A08B7">
        <w:t>obchodu České republiky. Dále Zhotovitel provede rozdělení soupisu prací na uznatelné</w:t>
      </w:r>
      <w:r w:rsidR="00EA0297">
        <w:t xml:space="preserve"> a </w:t>
      </w:r>
      <w:r w:rsidRPr="005A08B7">
        <w:t>neuznatelné položky dle požadavku na spolufinancování.</w:t>
      </w:r>
      <w:r w:rsidR="00FD39C0">
        <w:t xml:space="preserve"> </w:t>
      </w:r>
    </w:p>
    <w:p w14:paraId="3E7F3631" w14:textId="77777777" w:rsidR="00EE5578" w:rsidRPr="00811815" w:rsidRDefault="00EE5578" w:rsidP="00EE5578">
      <w:pPr>
        <w:pStyle w:val="Nadpis2-2"/>
      </w:pPr>
      <w:bookmarkStart w:id="21" w:name="_Toc12371206"/>
      <w:bookmarkStart w:id="22" w:name="_Toc135205984"/>
      <w:r w:rsidRPr="00811815">
        <w:t xml:space="preserve">Zhotovení </w:t>
      </w:r>
      <w:r w:rsidRPr="00EE5578">
        <w:t>Projektové</w:t>
      </w:r>
      <w:r w:rsidRPr="00811815">
        <w:t xml:space="preserve"> dokumentace</w:t>
      </w:r>
      <w:bookmarkEnd w:id="21"/>
      <w:bookmarkEnd w:id="22"/>
    </w:p>
    <w:p w14:paraId="314ECA19" w14:textId="77777777" w:rsidR="003B0B91" w:rsidRPr="00C720DF" w:rsidRDefault="003B0B91" w:rsidP="00C720DF">
      <w:pPr>
        <w:pStyle w:val="Text2-1"/>
        <w:rPr>
          <w:b/>
        </w:rPr>
      </w:pPr>
      <w:r w:rsidRPr="00C720DF">
        <w:rPr>
          <w:b/>
        </w:rPr>
        <w:t>Všeobecně</w:t>
      </w:r>
    </w:p>
    <w:p w14:paraId="36ABE1D2" w14:textId="2E774545" w:rsidR="00EE5578" w:rsidRDefault="00F82E36" w:rsidP="00C720DF">
      <w:pPr>
        <w:pStyle w:val="Text2-2"/>
      </w:pPr>
      <w:r w:rsidRPr="00C720DF">
        <w:t>D</w:t>
      </w:r>
      <w:r w:rsidR="00EE5578" w:rsidRPr="00C720DF">
        <w:t xml:space="preserve">okumentace bude </w:t>
      </w:r>
      <w:r w:rsidR="00EE5578" w:rsidRPr="007A3360">
        <w:t xml:space="preserve">zpracována </w:t>
      </w:r>
      <w:r w:rsidR="00291833" w:rsidRPr="004F14FA">
        <w:t xml:space="preserve">pro jednotlivé </w:t>
      </w:r>
      <w:r w:rsidR="00B86FA7" w:rsidRPr="004F14FA">
        <w:t>lokality</w:t>
      </w:r>
      <w:r w:rsidR="00291833" w:rsidRPr="004F14FA">
        <w:t xml:space="preserve"> </w:t>
      </w:r>
      <w:r w:rsidR="00EE5578" w:rsidRPr="00C720DF">
        <w:t xml:space="preserve">dle schválené </w:t>
      </w:r>
      <w:r w:rsidR="00B54F70" w:rsidRPr="00C720DF">
        <w:t>Zjednodušen</w:t>
      </w:r>
      <w:r w:rsidR="00B54F70">
        <w:t>é</w:t>
      </w:r>
      <w:r w:rsidR="00B54F70" w:rsidRPr="00C720DF">
        <w:t xml:space="preserve"> </w:t>
      </w:r>
      <w:r w:rsidR="003B0B91" w:rsidRPr="00C720DF">
        <w:t>dokumentace ve „stádiu 2“</w:t>
      </w:r>
      <w:r w:rsidR="003B0B91">
        <w:t xml:space="preserve"> (ZDS2)</w:t>
      </w:r>
      <w:r w:rsidR="00EE5578" w:rsidRPr="00C720DF">
        <w:t xml:space="preserve">.  </w:t>
      </w:r>
    </w:p>
    <w:p w14:paraId="30A92E93" w14:textId="4C6501BE" w:rsidR="00B05C90" w:rsidRPr="00DC4CC1" w:rsidRDefault="00B05C90" w:rsidP="00DC4CC1">
      <w:pPr>
        <w:pStyle w:val="Text2-1"/>
        <w:numPr>
          <w:ilvl w:val="0"/>
          <w:numId w:val="0"/>
        </w:numPr>
        <w:ind w:left="737"/>
      </w:pPr>
      <w:r>
        <w:t>Pro účely jednoznačné identifikace objektů technologické a stavební části souboru staveb bylo doplněno třetí dvoučíslí (např. PS 01-01</w:t>
      </w:r>
      <w:r w:rsidRPr="00B05C90">
        <w:rPr>
          <w:b/>
        </w:rPr>
        <w:t>-0</w:t>
      </w:r>
      <w:r w:rsidR="00DC4CC1">
        <w:rPr>
          <w:b/>
        </w:rPr>
        <w:t xml:space="preserve">5 </w:t>
      </w:r>
      <w:r w:rsidR="00DC4CC1" w:rsidRPr="00DC4CC1">
        <w:t>nebo</w:t>
      </w:r>
      <w:r w:rsidR="00DC4CC1">
        <w:rPr>
          <w:b/>
        </w:rPr>
        <w:t xml:space="preserve"> </w:t>
      </w:r>
      <w:r w:rsidR="00DC4CC1">
        <w:t>PS 01-01</w:t>
      </w:r>
      <w:r w:rsidR="00DC4CC1" w:rsidRPr="00B05C90">
        <w:rPr>
          <w:b/>
        </w:rPr>
        <w:t>-0</w:t>
      </w:r>
      <w:r w:rsidR="00DC4CC1">
        <w:rPr>
          <w:b/>
        </w:rPr>
        <w:t>6</w:t>
      </w:r>
      <w:r>
        <w:t>), které určuje pořadové číslo stavby</w:t>
      </w:r>
      <w:r w:rsidR="00DC4CC1">
        <w:t xml:space="preserve"> </w:t>
      </w:r>
      <w:r w:rsidR="00DC4CC1" w:rsidRPr="00DC4CC1">
        <w:t>(</w:t>
      </w:r>
      <w:r w:rsidR="00DC4CC1" w:rsidRPr="00DC4CC1">
        <w:rPr>
          <w:b/>
        </w:rPr>
        <w:t>Stavba 05</w:t>
      </w:r>
      <w:r w:rsidR="00DC4CC1" w:rsidRPr="00DC4CC1">
        <w:t xml:space="preserve">: „Výstavba nových </w:t>
      </w:r>
      <w:proofErr w:type="spellStart"/>
      <w:r w:rsidR="00DC4CC1" w:rsidRPr="00DC4CC1">
        <w:t>fotovoltaických</w:t>
      </w:r>
      <w:proofErr w:type="spellEnd"/>
      <w:r w:rsidR="00DC4CC1" w:rsidRPr="00DC4CC1">
        <w:t xml:space="preserve"> zdrojů v lokalitě Kuřim, výpravní budova“; </w:t>
      </w:r>
      <w:r w:rsidR="00DC4CC1" w:rsidRPr="00DC4CC1">
        <w:rPr>
          <w:b/>
        </w:rPr>
        <w:t>Stavba 06</w:t>
      </w:r>
      <w:r w:rsidR="00DC4CC1" w:rsidRPr="00DC4CC1">
        <w:t xml:space="preserve">: „Výstavba nových </w:t>
      </w:r>
      <w:proofErr w:type="spellStart"/>
      <w:r w:rsidR="00DC4CC1" w:rsidRPr="00DC4CC1">
        <w:t>fotovoltaických</w:t>
      </w:r>
      <w:proofErr w:type="spellEnd"/>
      <w:r w:rsidR="00DC4CC1" w:rsidRPr="00DC4CC1">
        <w:t xml:space="preserve"> zdrojů v lokalitě Brno, Kounicova (administrativní budova)“)</w:t>
      </w:r>
      <w:r w:rsidRPr="00DC4CC1">
        <w:t>.</w:t>
      </w:r>
    </w:p>
    <w:p w14:paraId="3F0C3ACD" w14:textId="380E2684" w:rsidR="006D00C9" w:rsidRPr="0094646F" w:rsidRDefault="006D00C9" w:rsidP="006D00C9">
      <w:pPr>
        <w:pStyle w:val="Text2-1"/>
        <w:rPr>
          <w:rStyle w:val="Tun"/>
        </w:rPr>
      </w:pPr>
      <w:r w:rsidRPr="0094646F">
        <w:rPr>
          <w:rStyle w:val="Tun"/>
        </w:rPr>
        <w:t>Popis stávajícího stavu</w:t>
      </w:r>
      <w:r w:rsidR="00E3430C" w:rsidRPr="0094646F">
        <w:rPr>
          <w:rStyle w:val="Tun"/>
        </w:rPr>
        <w:t>:</w:t>
      </w:r>
      <w:r w:rsidR="0091320E" w:rsidRPr="0094646F">
        <w:rPr>
          <w:rStyle w:val="Tun"/>
        </w:rPr>
        <w:t xml:space="preserve"> </w:t>
      </w:r>
      <w:r w:rsidR="00B91147">
        <w:rPr>
          <w:rStyle w:val="Tun"/>
        </w:rPr>
        <w:t>Kuřim, výpravní budova</w:t>
      </w:r>
    </w:p>
    <w:p w14:paraId="53388E6F" w14:textId="6F00532B" w:rsidR="006D00C9" w:rsidRPr="0094646F" w:rsidRDefault="006D00C9" w:rsidP="006D00C9">
      <w:pPr>
        <w:pStyle w:val="Text2-2"/>
      </w:pPr>
      <w:r w:rsidRPr="0094646F">
        <w:t>V současné době je předmětný objekt napájen</w:t>
      </w:r>
      <w:r w:rsidR="00EA0297" w:rsidRPr="0094646F">
        <w:t xml:space="preserve"> z </w:t>
      </w:r>
      <w:proofErr w:type="spellStart"/>
      <w:r w:rsidRPr="0094646F">
        <w:t>LDS</w:t>
      </w:r>
      <w:r w:rsidR="00720139">
        <w:t>ž</w:t>
      </w:r>
      <w:proofErr w:type="spellEnd"/>
      <w:r w:rsidRPr="0094646F">
        <w:t>.</w:t>
      </w:r>
    </w:p>
    <w:p w14:paraId="7B4ECC57" w14:textId="7E32E8CE" w:rsidR="00CF025F" w:rsidRDefault="00CF025F" w:rsidP="006D00C9">
      <w:pPr>
        <w:pStyle w:val="Text2-2"/>
      </w:pPr>
      <w:r>
        <w:t xml:space="preserve">Objekt je třípodlažní podsklepená budova obdélníkového půdorysu. Celková délka budovy je 65,5 m, šířka 13,7 m, resp. 12,4 m. Sedlová střecha je ve dvou výškových úrovních, v západní části budovy je hřeben ve výšce +8,400 m, ve východní části +11,030 m. Umístění FVE se uvažuje na </w:t>
      </w:r>
      <w:r w:rsidR="006A5BD2">
        <w:t xml:space="preserve">části </w:t>
      </w:r>
      <w:r>
        <w:t>jižní stran</w:t>
      </w:r>
      <w:r w:rsidR="006A5BD2">
        <w:t>y</w:t>
      </w:r>
      <w:r>
        <w:t xml:space="preserve"> </w:t>
      </w:r>
      <w:r w:rsidR="006A5BD2">
        <w:t>vyšší</w:t>
      </w:r>
      <w:r>
        <w:t xml:space="preserve"> střechy. Konstrukční systém budovy je podélný </w:t>
      </w:r>
      <w:r w:rsidR="00085AB7">
        <w:t>stěnový</w:t>
      </w:r>
      <w:r>
        <w:t xml:space="preserve"> s příčně uloženou stropní konstrukcí a střešními vazníky.</w:t>
      </w:r>
      <w:r w:rsidR="006A5BD2">
        <w:t xml:space="preserve"> Trojúhelníkové příhradové vazníky, které jsou dřevěné sbíjené, vynáší </w:t>
      </w:r>
      <w:r w:rsidR="00D662ED">
        <w:t xml:space="preserve">přes vodorovné vazničky </w:t>
      </w:r>
      <w:r w:rsidR="006A5BD2">
        <w:t xml:space="preserve">prkenné plošné bednění, na němž je umístěna plechová krytina. </w:t>
      </w:r>
      <w:r w:rsidR="006A5BD2" w:rsidRPr="0094646F">
        <w:t>Podrobnější popis vazníkové střešní konstrukce je uveden ve statickém posouzení.</w:t>
      </w:r>
    </w:p>
    <w:p w14:paraId="12369C32" w14:textId="4E53BD0A" w:rsidR="006A5BD2" w:rsidRDefault="006A5BD2" w:rsidP="00C00357">
      <w:pPr>
        <w:pStyle w:val="Text2-2"/>
      </w:pPr>
      <w:r>
        <w:t xml:space="preserve">Závěr </w:t>
      </w:r>
      <w:r w:rsidRPr="00144DE3">
        <w:t>statick</w:t>
      </w:r>
      <w:r>
        <w:t>ého</w:t>
      </w:r>
      <w:r w:rsidRPr="00144DE3">
        <w:t xml:space="preserve"> posudk</w:t>
      </w:r>
      <w:r>
        <w:t>u</w:t>
      </w:r>
      <w:r w:rsidRPr="00144DE3">
        <w:t xml:space="preserve"> konstrukce střechy na přitížení od </w:t>
      </w:r>
      <w:proofErr w:type="spellStart"/>
      <w:r w:rsidRPr="00144DE3">
        <w:t>fotovoltaické</w:t>
      </w:r>
      <w:proofErr w:type="spellEnd"/>
      <w:r w:rsidRPr="00144DE3">
        <w:t xml:space="preserve"> elektrárny</w:t>
      </w:r>
      <w:r>
        <w:t xml:space="preserve"> </w:t>
      </w:r>
      <w:r w:rsidRPr="00144DE3">
        <w:t xml:space="preserve">konstatuje, že jako celek střecha na dodatečné přitížení fotovoltaickými panely nevyhovuje. Z podrobnějšího popisu vyplývá, že na přitížení FVE vyhovují střešní vazničky ve východní části vyšší střechy a průřezy vazníků vyjma dolních pásů vazníků v obou částech vyšší střechy a středové svislice v západní části vyšší střechy. Na základě doporučení uvedeného v závěru statického posouzení </w:t>
      </w:r>
      <w:r w:rsidR="00D662ED">
        <w:t>provede</w:t>
      </w:r>
      <w:r w:rsidRPr="00144DE3">
        <w:t xml:space="preserve"> správce budovy</w:t>
      </w:r>
      <w:r w:rsidR="00D662ED">
        <w:t xml:space="preserve"> ve</w:t>
      </w:r>
      <w:r w:rsidRPr="00144DE3">
        <w:t xml:space="preserve"> východní části vyšší střechy, kde bude umístěna FVE, úpravy nosné střešní konstrukce, tj. dodatečné posílení vazníků, k zajištění její dostatečné únosnosti. </w:t>
      </w:r>
      <w:r w:rsidR="00D662ED">
        <w:t>P</w:t>
      </w:r>
      <w:r w:rsidRPr="00144DE3">
        <w:t>osílení vazníků bude podložen</w:t>
      </w:r>
      <w:r w:rsidR="00D662ED">
        <w:t>o</w:t>
      </w:r>
      <w:r w:rsidRPr="00144DE3">
        <w:t xml:space="preserve"> samostatným projektem a statickým výpočtem. Uvedené úpravy konstrukce střechy provede </w:t>
      </w:r>
      <w:r w:rsidR="00D662ED">
        <w:t>správce budovy</w:t>
      </w:r>
      <w:r w:rsidRPr="00144DE3">
        <w:t xml:space="preserve"> v dostatečném časovém předstihu před zahájením realizace FVE</w:t>
      </w:r>
      <w:r w:rsidR="00D662ED">
        <w:t>.</w:t>
      </w:r>
      <w:r w:rsidR="003533EB">
        <w:t xml:space="preserve"> Návrh úprav bude konzultovat s dodavatelem FVE. Zpracování návrhu, vč. </w:t>
      </w:r>
      <w:r w:rsidR="003533EB">
        <w:lastRenderedPageBreak/>
        <w:t>statického výpočtu, a realizace u</w:t>
      </w:r>
      <w:r w:rsidR="00D662ED">
        <w:t>veden</w:t>
      </w:r>
      <w:r w:rsidR="003533EB">
        <w:t>ých</w:t>
      </w:r>
      <w:r w:rsidR="00D662ED">
        <w:t xml:space="preserve"> úprav pro zvýšení únosnosti</w:t>
      </w:r>
      <w:r w:rsidR="003533EB">
        <w:t xml:space="preserve"> konstrukce střechy </w:t>
      </w:r>
      <w:r w:rsidR="00D662ED">
        <w:t xml:space="preserve">nejsou </w:t>
      </w:r>
      <w:r w:rsidRPr="00144DE3">
        <w:t xml:space="preserve">součástí </w:t>
      </w:r>
      <w:r w:rsidR="003533EB">
        <w:t>předmětu Díla</w:t>
      </w:r>
      <w:r w:rsidRPr="00144DE3">
        <w:t>.</w:t>
      </w:r>
    </w:p>
    <w:p w14:paraId="021DC960" w14:textId="5B5CB4A3" w:rsidR="0091320E" w:rsidRPr="0094646F" w:rsidRDefault="00C4399D" w:rsidP="0091320E">
      <w:pPr>
        <w:pStyle w:val="Text2-1"/>
        <w:rPr>
          <w:rStyle w:val="Tun"/>
        </w:rPr>
      </w:pPr>
      <w:r w:rsidRPr="0094646F">
        <w:rPr>
          <w:rStyle w:val="Tun"/>
        </w:rPr>
        <w:t xml:space="preserve">Popis stávajícího stavu: </w:t>
      </w:r>
      <w:r w:rsidR="003533EB">
        <w:rPr>
          <w:rStyle w:val="Tun"/>
        </w:rPr>
        <w:t>Brno, Kounicova (administrativní budova)</w:t>
      </w:r>
    </w:p>
    <w:p w14:paraId="4BC3222B" w14:textId="6FF90D29" w:rsidR="0091320E" w:rsidRDefault="0091320E" w:rsidP="0091320E">
      <w:pPr>
        <w:pStyle w:val="Text2-2"/>
      </w:pPr>
      <w:r w:rsidRPr="0094646F">
        <w:t>V současné době je předmětný objekt napájen z </w:t>
      </w:r>
      <w:proofErr w:type="spellStart"/>
      <w:r w:rsidRPr="0094646F">
        <w:t>LDS</w:t>
      </w:r>
      <w:r w:rsidR="00B54F70">
        <w:t>ž</w:t>
      </w:r>
      <w:proofErr w:type="spellEnd"/>
      <w:r w:rsidRPr="0094646F">
        <w:t>.</w:t>
      </w:r>
    </w:p>
    <w:p w14:paraId="407AD3D5" w14:textId="0A2BDC92" w:rsidR="00085AB7" w:rsidRDefault="00085AB7" w:rsidP="0091320E">
      <w:pPr>
        <w:pStyle w:val="Text2-2"/>
      </w:pPr>
      <w:r>
        <w:t>Jedná se o rozsáhlou administrativní budovu z dvacátých let minulého století v husté zástavbě města Brna. Budova tvoří ucelený blok obdélníkového tvaru, vnitroblok je přepažen dvěma krčky. Budova má 5 nadzemních a 3 podzemní podlaží</w:t>
      </w:r>
      <w:r w:rsidR="003E55C9">
        <w:t xml:space="preserve">. Konstrukční systém je podélný stěnový, nosné stěny z plných pálených cihel vynášejí železobetonové trámové žebrové stropy. Budova je </w:t>
      </w:r>
      <w:r w:rsidR="00D876A0">
        <w:t>v převážné většině</w:t>
      </w:r>
      <w:r w:rsidR="003E55C9">
        <w:t xml:space="preserve"> zastřešena sedlovou, resp. valbovou střechou tvořenou dřevěným krovem s keramickou pálenou krytinou. </w:t>
      </w:r>
      <w:r w:rsidR="00D876A0">
        <w:t>Na malé části</w:t>
      </w:r>
      <w:r w:rsidR="003E55C9">
        <w:t xml:space="preserve"> budovy je použita plochá střech</w:t>
      </w:r>
      <w:r w:rsidR="00D876A0">
        <w:t>a</w:t>
      </w:r>
      <w:r w:rsidR="003E55C9">
        <w:t xml:space="preserve"> s</w:t>
      </w:r>
      <w:r w:rsidR="00D876A0">
        <w:t xml:space="preserve"> živičnou krytinou, na této střeše bude </w:t>
      </w:r>
      <w:r w:rsidR="003E55C9">
        <w:t xml:space="preserve">instalována </w:t>
      </w:r>
      <w:r w:rsidR="00D876A0">
        <w:t>FVE.</w:t>
      </w:r>
    </w:p>
    <w:p w14:paraId="43F73A9E" w14:textId="44AC1655" w:rsidR="003E55C9" w:rsidRPr="0094646F" w:rsidRDefault="00D876A0" w:rsidP="008B7EFA">
      <w:pPr>
        <w:pStyle w:val="Text2-2"/>
      </w:pPr>
      <w:r>
        <w:t xml:space="preserve">V rámci </w:t>
      </w:r>
      <w:r w:rsidR="005F757B">
        <w:t xml:space="preserve">shromažďování podkladů pro </w:t>
      </w:r>
      <w:r>
        <w:t xml:space="preserve">statické posouzení </w:t>
      </w:r>
      <w:r w:rsidR="002A42D5">
        <w:t>se podařila zjistit</w:t>
      </w:r>
      <w:r>
        <w:t xml:space="preserve"> dimenze a vzdáleno</w:t>
      </w:r>
      <w:r w:rsidR="005F757B">
        <w:t>st</w:t>
      </w:r>
      <w:r>
        <w:t xml:space="preserve"> žeber</w:t>
      </w:r>
      <w:r w:rsidR="005F757B">
        <w:t xml:space="preserve"> stropu, nebylo však možné určit materiál a způsob vyztužení. Proto nebylo možné provést statický výpočet a vyhodnotit statické posouzení</w:t>
      </w:r>
      <w:r w:rsidR="00963F17">
        <w:t xml:space="preserve"> stropu</w:t>
      </w:r>
      <w:r w:rsidR="005F757B">
        <w:t xml:space="preserve">. Na základě </w:t>
      </w:r>
      <w:r w:rsidR="004B0764">
        <w:t>doporučení zpracovatele statického posouzení instaluje správce budovy</w:t>
      </w:r>
      <w:r w:rsidR="005F757B">
        <w:t xml:space="preserve"> </w:t>
      </w:r>
      <w:r w:rsidR="004B0764">
        <w:t xml:space="preserve">na střechu samostatnou roznášecí konstrukci, na kterou se umístí FTV panely. Roznášecí konstrukce bude přenášet </w:t>
      </w:r>
      <w:r w:rsidR="002A42D5">
        <w:t xml:space="preserve">zatížení </w:t>
      </w:r>
      <w:r w:rsidR="004B0764">
        <w:t>přímo do nosných stěn.</w:t>
      </w:r>
      <w:r w:rsidR="002A42D5" w:rsidRPr="002A42D5">
        <w:t xml:space="preserve"> </w:t>
      </w:r>
      <w:r w:rsidR="002A42D5">
        <w:t>Roznášecí konstrukce bude navržena</w:t>
      </w:r>
      <w:r w:rsidR="002A42D5" w:rsidRPr="00144DE3">
        <w:t xml:space="preserve"> samostatným projektem</w:t>
      </w:r>
      <w:r w:rsidR="002A42D5">
        <w:t xml:space="preserve">, vč. </w:t>
      </w:r>
      <w:r w:rsidR="002A42D5" w:rsidRPr="00144DE3">
        <w:t>statick</w:t>
      </w:r>
      <w:r w:rsidR="002A42D5">
        <w:t>ého</w:t>
      </w:r>
      <w:r w:rsidR="002A42D5" w:rsidRPr="00144DE3">
        <w:t xml:space="preserve"> výpočt</w:t>
      </w:r>
      <w:r w:rsidR="002A42D5">
        <w:t>u</w:t>
      </w:r>
      <w:r w:rsidR="002A42D5" w:rsidRPr="00144DE3">
        <w:t xml:space="preserve">. </w:t>
      </w:r>
      <w:r w:rsidR="002A42D5">
        <w:t xml:space="preserve">Instalaci </w:t>
      </w:r>
      <w:r w:rsidR="002A42D5" w:rsidRPr="00144DE3">
        <w:t xml:space="preserve">konstrukce provede </w:t>
      </w:r>
      <w:r w:rsidR="002A42D5">
        <w:t>správce budovy</w:t>
      </w:r>
      <w:r w:rsidR="002A42D5" w:rsidRPr="00144DE3">
        <w:t xml:space="preserve"> v dostatečném časovém předstihu před zahájením realizace FVE</w:t>
      </w:r>
      <w:r w:rsidR="002A42D5">
        <w:t xml:space="preserve">. Návrh bude konzultovat s dodavatelem FVE. Zpracování návrhu, vč. statického výpočtu, a realizace roznášecí konstrukce nejsou </w:t>
      </w:r>
      <w:r w:rsidR="002A42D5" w:rsidRPr="00144DE3">
        <w:t xml:space="preserve">součástí </w:t>
      </w:r>
      <w:r w:rsidR="002A42D5">
        <w:t>předmětu Díla</w:t>
      </w:r>
      <w:r w:rsidR="002A42D5" w:rsidRPr="00144DE3">
        <w:t>.</w:t>
      </w:r>
    </w:p>
    <w:p w14:paraId="218B75F5" w14:textId="04A3554C" w:rsidR="006D00C9" w:rsidRPr="0021082D" w:rsidRDefault="006D00C9" w:rsidP="006D00C9">
      <w:pPr>
        <w:pStyle w:val="Text2-1"/>
      </w:pPr>
      <w:r w:rsidRPr="00211EB8">
        <w:rPr>
          <w:rStyle w:val="Tun"/>
        </w:rPr>
        <w:t xml:space="preserve">Požadavky na nový stav </w:t>
      </w:r>
      <w:r w:rsidR="00865C25">
        <w:rPr>
          <w:rStyle w:val="Tun"/>
        </w:rPr>
        <w:t>u jednotlivých FVE</w:t>
      </w:r>
    </w:p>
    <w:p w14:paraId="7E38FC43" w14:textId="68DE0FA3" w:rsidR="006D00C9" w:rsidRDefault="006D00C9" w:rsidP="006D00C9">
      <w:pPr>
        <w:pStyle w:val="Text2-2"/>
      </w:pPr>
      <w:r>
        <w:t>Výstavba fotovoltaické elektrárny včetně jejího připojení k distribuční sít</w:t>
      </w:r>
      <w:r w:rsidR="00291833">
        <w:t>i</w:t>
      </w:r>
      <w:r>
        <w:t xml:space="preserve">. </w:t>
      </w:r>
    </w:p>
    <w:p w14:paraId="6B328262" w14:textId="7B0DBD05" w:rsidR="006D00C9" w:rsidRDefault="006D00C9" w:rsidP="006D00C9">
      <w:pPr>
        <w:pStyle w:val="Text2-2"/>
      </w:pPr>
      <w:r>
        <w:rPr>
          <w:lang w:eastAsia="cs-CZ"/>
        </w:rPr>
        <w:t xml:space="preserve">Nutno </w:t>
      </w:r>
      <w:r w:rsidRPr="002B0347">
        <w:rPr>
          <w:lang w:eastAsia="cs-CZ"/>
        </w:rPr>
        <w:t>dodržet výkon výrobny</w:t>
      </w:r>
      <w:r w:rsidR="00865C25">
        <w:rPr>
          <w:lang w:eastAsia="cs-CZ"/>
        </w:rPr>
        <w:t xml:space="preserve"> a </w:t>
      </w:r>
      <w:r w:rsidR="00291833">
        <w:rPr>
          <w:lang w:eastAsia="cs-CZ"/>
        </w:rPr>
        <w:t>ú</w:t>
      </w:r>
      <w:r w:rsidR="00865C25">
        <w:rPr>
          <w:lang w:eastAsia="cs-CZ"/>
        </w:rPr>
        <w:t>ložiště</w:t>
      </w:r>
      <w:r w:rsidR="00EA0297">
        <w:rPr>
          <w:lang w:eastAsia="cs-CZ"/>
        </w:rPr>
        <w:t xml:space="preserve"> s </w:t>
      </w:r>
      <w:r>
        <w:rPr>
          <w:lang w:eastAsia="cs-CZ"/>
        </w:rPr>
        <w:t>ohledem na předloženou žádost o dotaci</w:t>
      </w:r>
      <w:r w:rsidR="00EA0297">
        <w:rPr>
          <w:lang w:eastAsia="cs-CZ"/>
        </w:rPr>
        <w:t xml:space="preserve"> z</w:t>
      </w:r>
      <w:r w:rsidR="00865C25">
        <w:rPr>
          <w:lang w:eastAsia="cs-CZ"/>
        </w:rPr>
        <w:t> </w:t>
      </w:r>
      <w:r w:rsidR="008B62D9">
        <w:rPr>
          <w:lang w:eastAsia="cs-CZ"/>
        </w:rPr>
        <w:t>N</w:t>
      </w:r>
      <w:r>
        <w:rPr>
          <w:lang w:eastAsia="cs-CZ"/>
        </w:rPr>
        <w:t>PO</w:t>
      </w:r>
      <w:r w:rsidR="00865C25">
        <w:rPr>
          <w:lang w:eastAsia="cs-CZ"/>
        </w:rPr>
        <w:t>:</w:t>
      </w:r>
    </w:p>
    <w:tbl>
      <w:tblPr>
        <w:tblStyle w:val="TabulkaS-zahlzap"/>
        <w:tblW w:w="0" w:type="auto"/>
        <w:tblInd w:w="1701" w:type="dxa"/>
        <w:tblLook w:val="04A0" w:firstRow="1" w:lastRow="0" w:firstColumn="1" w:lastColumn="0" w:noHBand="0" w:noVBand="1"/>
      </w:tblPr>
      <w:tblGrid>
        <w:gridCol w:w="2368"/>
        <w:gridCol w:w="2325"/>
        <w:gridCol w:w="2326"/>
      </w:tblGrid>
      <w:tr w:rsidR="009E29D7" w:rsidRPr="00122557" w14:paraId="1BEFDF38" w14:textId="77777777" w:rsidTr="00EE3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BC0E71C" w14:textId="77777777" w:rsidR="00865C25" w:rsidRPr="00122557" w:rsidRDefault="00865C25" w:rsidP="00EE3540">
            <w:pPr>
              <w:pStyle w:val="Tabulka-8"/>
            </w:pPr>
            <w:r w:rsidRPr="00122557">
              <w:t>Označení budo</w:t>
            </w:r>
            <w:r w:rsidR="009E29D7" w:rsidRPr="00122557">
              <w:t>vy</w:t>
            </w:r>
          </w:p>
        </w:tc>
        <w:tc>
          <w:tcPr>
            <w:tcW w:w="2325" w:type="dxa"/>
          </w:tcPr>
          <w:p w14:paraId="026EDA3E" w14:textId="77777777" w:rsidR="00865C25" w:rsidRPr="00122557" w:rsidRDefault="009E29D7" w:rsidP="00EE3540">
            <w:pPr>
              <w:pStyle w:val="Tabulka-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Požadovaný výkon FVE</w:t>
            </w:r>
          </w:p>
        </w:tc>
        <w:tc>
          <w:tcPr>
            <w:tcW w:w="2326" w:type="dxa"/>
          </w:tcPr>
          <w:p w14:paraId="71B7316C" w14:textId="77777777" w:rsidR="00865C25" w:rsidRPr="00122557" w:rsidRDefault="009E29D7" w:rsidP="00EE3540">
            <w:pPr>
              <w:pStyle w:val="Tabulka-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Požadovaná kapacita akumulace</w:t>
            </w:r>
          </w:p>
        </w:tc>
      </w:tr>
      <w:tr w:rsidR="00923FD7" w:rsidRPr="00122557" w14:paraId="1F4E8A8E" w14:textId="77777777" w:rsidTr="00923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tcBorders>
              <w:bottom w:val="single" w:sz="2" w:space="0" w:color="auto"/>
            </w:tcBorders>
          </w:tcPr>
          <w:p w14:paraId="5C532FCC" w14:textId="294B7660" w:rsidR="00923FD7" w:rsidRPr="00122557" w:rsidRDefault="00923FD7" w:rsidP="00923FD7">
            <w:pPr>
              <w:pStyle w:val="Tabulka-8"/>
            </w:pPr>
            <w:r>
              <w:rPr>
                <w:lang w:eastAsia="cs-CZ"/>
              </w:rPr>
              <w:t>Kuřim – výpravní budova, BJ</w:t>
            </w:r>
          </w:p>
        </w:tc>
        <w:tc>
          <w:tcPr>
            <w:tcW w:w="2325" w:type="dxa"/>
            <w:tcBorders>
              <w:bottom w:val="single" w:sz="2" w:space="0" w:color="auto"/>
            </w:tcBorders>
          </w:tcPr>
          <w:p w14:paraId="7E5D97BF" w14:textId="251020D5" w:rsidR="00923FD7" w:rsidRPr="00122557" w:rsidRDefault="003E7819" w:rsidP="00923FD7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25,50</w:t>
            </w:r>
            <w:r w:rsidR="00923FD7" w:rsidRPr="00122557">
              <w:t xml:space="preserve"> </w:t>
            </w:r>
            <w:proofErr w:type="spellStart"/>
            <w:r w:rsidR="00923FD7" w:rsidRPr="00122557">
              <w:t>kWp</w:t>
            </w:r>
            <w:proofErr w:type="spellEnd"/>
          </w:p>
        </w:tc>
        <w:tc>
          <w:tcPr>
            <w:tcW w:w="2326" w:type="dxa"/>
            <w:tcBorders>
              <w:bottom w:val="single" w:sz="2" w:space="0" w:color="auto"/>
            </w:tcBorders>
          </w:tcPr>
          <w:p w14:paraId="67937724" w14:textId="77777777" w:rsidR="00923FD7" w:rsidRPr="00122557" w:rsidRDefault="00923FD7" w:rsidP="00923FD7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---</w:t>
            </w:r>
          </w:p>
        </w:tc>
      </w:tr>
      <w:tr w:rsidR="00923FD7" w:rsidRPr="00122557" w14:paraId="3CCE2879" w14:textId="77777777" w:rsidTr="00923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tcBorders>
              <w:top w:val="single" w:sz="2" w:space="0" w:color="auto"/>
              <w:bottom w:val="single" w:sz="4" w:space="0" w:color="auto"/>
            </w:tcBorders>
          </w:tcPr>
          <w:p w14:paraId="23262156" w14:textId="26FD2213" w:rsidR="00923FD7" w:rsidRPr="00122557" w:rsidRDefault="00923FD7" w:rsidP="00923FD7">
            <w:pPr>
              <w:pStyle w:val="Tabulka-8"/>
            </w:pPr>
            <w:r w:rsidRPr="00122557">
              <w:rPr>
                <w:lang w:eastAsia="cs-CZ"/>
              </w:rPr>
              <w:t>Brno</w:t>
            </w:r>
            <w:r>
              <w:rPr>
                <w:lang w:eastAsia="cs-CZ"/>
              </w:rPr>
              <w:t xml:space="preserve"> Veveří – administrativní budova (Kounicova 26), č.p. 688</w:t>
            </w:r>
          </w:p>
        </w:tc>
        <w:tc>
          <w:tcPr>
            <w:tcW w:w="2325" w:type="dxa"/>
            <w:tcBorders>
              <w:top w:val="single" w:sz="2" w:space="0" w:color="auto"/>
              <w:bottom w:val="single" w:sz="4" w:space="0" w:color="auto"/>
            </w:tcBorders>
          </w:tcPr>
          <w:p w14:paraId="08D9991E" w14:textId="22EB10A2" w:rsidR="00923FD7" w:rsidRPr="00122557" w:rsidRDefault="006D0E43" w:rsidP="00923FD7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24,75</w:t>
            </w:r>
            <w:r w:rsidR="00923FD7" w:rsidRPr="00122557">
              <w:t xml:space="preserve"> </w:t>
            </w:r>
            <w:proofErr w:type="spellStart"/>
            <w:r w:rsidR="00923FD7" w:rsidRPr="00122557">
              <w:t>kWp</w:t>
            </w:r>
            <w:proofErr w:type="spellEnd"/>
          </w:p>
        </w:tc>
        <w:tc>
          <w:tcPr>
            <w:tcW w:w="2326" w:type="dxa"/>
            <w:tcBorders>
              <w:top w:val="single" w:sz="2" w:space="0" w:color="auto"/>
              <w:bottom w:val="single" w:sz="4" w:space="0" w:color="auto"/>
            </w:tcBorders>
          </w:tcPr>
          <w:p w14:paraId="1ED3C235" w14:textId="78B37FFA" w:rsidR="00923FD7" w:rsidRPr="00122557" w:rsidRDefault="00923FD7" w:rsidP="00923FD7">
            <w:pPr>
              <w:pStyle w:val="Tabulka-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2557">
              <w:t>---</w:t>
            </w:r>
          </w:p>
        </w:tc>
      </w:tr>
    </w:tbl>
    <w:p w14:paraId="77E933C9" w14:textId="77777777" w:rsidR="00865C25" w:rsidRPr="0021082D" w:rsidRDefault="00865C25" w:rsidP="00865C25">
      <w:pPr>
        <w:pStyle w:val="Text2-2"/>
        <w:numPr>
          <w:ilvl w:val="0"/>
          <w:numId w:val="0"/>
        </w:numPr>
        <w:ind w:left="1701"/>
      </w:pPr>
    </w:p>
    <w:p w14:paraId="48749956" w14:textId="25FC4F1A" w:rsidR="006D00C9" w:rsidRDefault="006E6858" w:rsidP="00FD39C0">
      <w:pPr>
        <w:pStyle w:val="Text2-2"/>
      </w:pPr>
      <w:r w:rsidRPr="00A2637A">
        <w:t>Veškeré použité komponenty FVE musí být v souladu s Českými a Evropskými normami a zárove</w:t>
      </w:r>
      <w:r>
        <w:t>ň v souladu s dotační výzvou</w:t>
      </w:r>
      <w:r w:rsidRPr="00A2637A">
        <w:t>. Panely budou propojeny do</w:t>
      </w:r>
      <w:r w:rsidR="00FD39C0">
        <w:t> </w:t>
      </w:r>
      <w:r w:rsidRPr="00A2637A">
        <w:t xml:space="preserve">více </w:t>
      </w:r>
      <w:proofErr w:type="spellStart"/>
      <w:r w:rsidRPr="00A2637A">
        <w:t>stringů</w:t>
      </w:r>
      <w:proofErr w:type="spellEnd"/>
      <w:r w:rsidRPr="00A2637A">
        <w:t xml:space="preserve">, které budou odjištěny přes pojistky a přepěťovou ochranu do 3fázových střídačů. Střídače obsahují požadované vlastnosti jako dálkové odpínání, měření požadovaných hodnot dle platných připojovacích podmínek standartních distributorů, ochrana před ostrovním provozem, hlídač zemního spojení, optimalizace </w:t>
      </w:r>
      <w:r w:rsidR="00EB4097">
        <w:t>střídačů</w:t>
      </w:r>
      <w:r w:rsidRPr="00A2637A">
        <w:t xml:space="preserve"> v různých pracovních stavech panelů, přepěťové ochrany a další vlastnosti požadované v platných připojovacích podmínkách standartních distributorů. </w:t>
      </w:r>
      <w:r w:rsidR="00EB4097">
        <w:t>Střídače</w:t>
      </w:r>
      <w:r w:rsidRPr="00A2637A">
        <w:t xml:space="preserve"> budou napojeny na dálkové ovládací centrum a musí být schopny komunikovat standartním komunikačním protokolem např. </w:t>
      </w:r>
      <w:proofErr w:type="spellStart"/>
      <w:r w:rsidRPr="00A2637A">
        <w:t>ModBus</w:t>
      </w:r>
      <w:proofErr w:type="spellEnd"/>
      <w:r w:rsidRPr="00A2637A">
        <w:t xml:space="preserve"> TCP-IP a nebo IEC 61870-5-104.</w:t>
      </w:r>
      <w:r w:rsidR="00846956">
        <w:t xml:space="preserve"> </w:t>
      </w:r>
      <w:r w:rsidR="00FD39C0" w:rsidRPr="00FD39C0">
        <w:t>Dálkovým ovládacím centrem je míněn dohledový systém dálkové diagnostiky technologických systémů (DDTS) příslušný ke každému oblastnímu ředitelství</w:t>
      </w:r>
      <w:r w:rsidR="00FD39C0">
        <w:t>.</w:t>
      </w:r>
    </w:p>
    <w:p w14:paraId="3C2B40B3" w14:textId="77777777" w:rsidR="003B0B91" w:rsidRPr="00C720DF" w:rsidRDefault="003B0B91" w:rsidP="00EE5578">
      <w:pPr>
        <w:pStyle w:val="Text2-1"/>
        <w:rPr>
          <w:b/>
        </w:rPr>
      </w:pPr>
      <w:r w:rsidRPr="00C720DF">
        <w:rPr>
          <w:b/>
        </w:rPr>
        <w:t>Projednání</w:t>
      </w:r>
      <w:r w:rsidR="00EA0297">
        <w:rPr>
          <w:b/>
        </w:rPr>
        <w:t xml:space="preserve"> a </w:t>
      </w:r>
      <w:r w:rsidRPr="00C720DF">
        <w:rPr>
          <w:b/>
        </w:rPr>
        <w:t>odevzdání dokumentace</w:t>
      </w:r>
    </w:p>
    <w:p w14:paraId="625DDF4D" w14:textId="77777777" w:rsidR="003B0B91" w:rsidRPr="00822C1F" w:rsidRDefault="004E42F8" w:rsidP="00C720DF">
      <w:pPr>
        <w:pStyle w:val="Text2-2"/>
      </w:pPr>
      <w:r w:rsidRPr="00822C1F">
        <w:t xml:space="preserve">S ohledem na povahu </w:t>
      </w:r>
      <w:r w:rsidR="00151525" w:rsidRPr="00822C1F">
        <w:t>d</w:t>
      </w:r>
      <w:r w:rsidRPr="00822C1F">
        <w:t xml:space="preserve">íla si smluvní strany sjednávají, že Zhotovitel bude při projednávání Dokumentace jednat přímo se specializovanými útvary </w:t>
      </w:r>
      <w:r w:rsidRPr="00822C1F">
        <w:lastRenderedPageBreak/>
        <w:t>Objednatele,</w:t>
      </w:r>
      <w:r w:rsidR="00EA0297" w:rsidRPr="00822C1F">
        <w:t xml:space="preserve"> s </w:t>
      </w:r>
      <w:r w:rsidRPr="00822C1F">
        <w:t>určenými zástupci Objednatele</w:t>
      </w:r>
      <w:r w:rsidR="00EA0297" w:rsidRPr="00822C1F">
        <w:t xml:space="preserve"> a </w:t>
      </w:r>
      <w:r w:rsidRPr="00822C1F">
        <w:t>dalšími dotčenými osobami</w:t>
      </w:r>
      <w:r w:rsidR="00EA0297" w:rsidRPr="00822C1F">
        <w:t xml:space="preserve"> a </w:t>
      </w:r>
      <w:r w:rsidRPr="00822C1F">
        <w:t>orgány.</w:t>
      </w:r>
    </w:p>
    <w:p w14:paraId="464C89BA" w14:textId="77777777" w:rsidR="004E42F8" w:rsidRPr="00822C1F" w:rsidRDefault="004E42F8" w:rsidP="00C720DF">
      <w:pPr>
        <w:pStyle w:val="Text2-2"/>
      </w:pPr>
      <w:r w:rsidRPr="00822C1F">
        <w:t>Dokumentace bude řádně projednána,</w:t>
      </w:r>
      <w:r w:rsidR="00EA0297" w:rsidRPr="00822C1F">
        <w:t xml:space="preserve"> a </w:t>
      </w:r>
      <w:r w:rsidRPr="00822C1F">
        <w:t>to jak po stránce technické</w:t>
      </w:r>
      <w:r w:rsidR="00EA0297" w:rsidRPr="00822C1F">
        <w:t xml:space="preserve"> a </w:t>
      </w:r>
      <w:r w:rsidRPr="00822C1F">
        <w:t>obsahové, tak po stránce legislativní</w:t>
      </w:r>
      <w:r w:rsidR="00EA0297" w:rsidRPr="00822C1F">
        <w:t xml:space="preserve"> a </w:t>
      </w:r>
      <w:r w:rsidRPr="00822C1F">
        <w:t>bude posuzována</w:t>
      </w:r>
      <w:r w:rsidR="00EA0297" w:rsidRPr="00822C1F">
        <w:t xml:space="preserve"> a </w:t>
      </w:r>
      <w:r w:rsidRPr="00822C1F">
        <w:t>schvalována</w:t>
      </w:r>
      <w:r w:rsidR="00EA0297" w:rsidRPr="00822C1F">
        <w:t xml:space="preserve"> v </w:t>
      </w:r>
      <w:r w:rsidRPr="00822C1F">
        <w:t>připomínkovém řízení dle požadavků Objednatele. Technická</w:t>
      </w:r>
      <w:r w:rsidR="00EA0297" w:rsidRPr="00822C1F">
        <w:t xml:space="preserve"> a </w:t>
      </w:r>
      <w:r w:rsidRPr="00822C1F">
        <w:t>obsahová náplň bude projednána na poradách</w:t>
      </w:r>
      <w:r w:rsidR="00EA0297" w:rsidRPr="00822C1F">
        <w:t xml:space="preserve"> s </w:t>
      </w:r>
      <w:r w:rsidRPr="00822C1F">
        <w:t>oprávněnými osobami Objednatele</w:t>
      </w:r>
      <w:r w:rsidR="00EA0297" w:rsidRPr="00822C1F">
        <w:t xml:space="preserve"> a s </w:t>
      </w:r>
      <w:r w:rsidRPr="00822C1F">
        <w:t>určenými zástupci Objednatele. Legislativní rozsah projednání</w:t>
      </w:r>
      <w:r w:rsidR="00EA0297" w:rsidRPr="00822C1F">
        <w:t xml:space="preserve"> s </w:t>
      </w:r>
      <w:r w:rsidRPr="00822C1F">
        <w:t>dotčenými orgány</w:t>
      </w:r>
      <w:r w:rsidR="00EA0297" w:rsidRPr="00822C1F">
        <w:t xml:space="preserve"> a </w:t>
      </w:r>
      <w:r w:rsidRPr="00822C1F">
        <w:t>osobami je dán obecně platnou legislativou, případně dalšími požadavky příslušného stavebního úřadu. Zároveň musí splňovat požadavky platných dokumentů</w:t>
      </w:r>
      <w:r w:rsidR="00EA0297" w:rsidRPr="00822C1F">
        <w:t xml:space="preserve"> a </w:t>
      </w:r>
      <w:r w:rsidRPr="00822C1F">
        <w:t>předpisů vydaných Objednatelem.</w:t>
      </w:r>
    </w:p>
    <w:p w14:paraId="014C8EF9" w14:textId="72E67AE0" w:rsidR="006D00C9" w:rsidRPr="00822C1F" w:rsidRDefault="006D00C9" w:rsidP="006D00C9">
      <w:pPr>
        <w:pStyle w:val="Text2-2"/>
      </w:pPr>
      <w:r w:rsidRPr="00822C1F">
        <w:rPr>
          <w:b/>
        </w:rPr>
        <w:t>Oba stupně dokumentace (</w:t>
      </w:r>
      <w:r w:rsidR="00B54F70">
        <w:rPr>
          <w:b/>
        </w:rPr>
        <w:t>DSP</w:t>
      </w:r>
      <w:r w:rsidR="00B54F70" w:rsidRPr="00822C1F">
        <w:rPr>
          <w:b/>
        </w:rPr>
        <w:t xml:space="preserve"> </w:t>
      </w:r>
      <w:r w:rsidR="00EA0297" w:rsidRPr="00822C1F">
        <w:rPr>
          <w:b/>
        </w:rPr>
        <w:t>a </w:t>
      </w:r>
      <w:r w:rsidRPr="00822C1F">
        <w:rPr>
          <w:b/>
        </w:rPr>
        <w:t>PDPS) budou projednány</w:t>
      </w:r>
      <w:r w:rsidR="00EA0297" w:rsidRPr="00822C1F">
        <w:rPr>
          <w:b/>
        </w:rPr>
        <w:t xml:space="preserve"> a </w:t>
      </w:r>
      <w:r w:rsidRPr="00822C1F">
        <w:rPr>
          <w:b/>
        </w:rPr>
        <w:t>odsouhlaseny společně.</w:t>
      </w:r>
    </w:p>
    <w:p w14:paraId="7115973C" w14:textId="484565D4" w:rsidR="004E42F8" w:rsidRPr="00822C1F" w:rsidRDefault="004E42F8" w:rsidP="004E42F8">
      <w:pPr>
        <w:pStyle w:val="Text2-2"/>
      </w:pPr>
      <w:r w:rsidRPr="00822C1F">
        <w:t>Poradu na projednání Dokumentace může svolat Objednatel nebo Zhotovitel</w:t>
      </w:r>
      <w:r w:rsidR="00EA0297" w:rsidRPr="00822C1F">
        <w:t>. V </w:t>
      </w:r>
      <w:r w:rsidRPr="00822C1F">
        <w:t>případě potřeby může Zhotovitel o svolání jednání požádat Objednatele. Na</w:t>
      </w:r>
      <w:r w:rsidR="00FD39C0">
        <w:t> </w:t>
      </w:r>
      <w:r w:rsidRPr="00822C1F">
        <w:t>každé projednání musí být pozvány oprávněné osoby Objednatele</w:t>
      </w:r>
      <w:r w:rsidR="00EA0297" w:rsidRPr="00822C1F">
        <w:t xml:space="preserve"> a </w:t>
      </w:r>
      <w:r w:rsidRPr="00822C1F">
        <w:t>určení zástupci Objednatele. Pozvánka na poradu se zasílá elektronicky (emailem), případně také písemně, alespoň 7 dnů před konáním porady na příslušné stavební správy</w:t>
      </w:r>
      <w:r w:rsidR="00EA0297" w:rsidRPr="00822C1F">
        <w:t xml:space="preserve"> a </w:t>
      </w:r>
      <w:r w:rsidRPr="00822C1F">
        <w:t>příslušné organizační útvary. Svolání porady musí být provedeno vždy</w:t>
      </w:r>
      <w:r w:rsidR="00EA0297" w:rsidRPr="00822C1F">
        <w:t xml:space="preserve"> v </w:t>
      </w:r>
      <w:r w:rsidRPr="00822C1F">
        <w:t>součinnosti</w:t>
      </w:r>
      <w:r w:rsidR="00EA0297" w:rsidRPr="00822C1F">
        <w:t xml:space="preserve"> a </w:t>
      </w:r>
      <w:r w:rsidRPr="00822C1F">
        <w:t>vědomím oprávněné osoby Objednatele. Seznam emailových adres bude Zhotoviteli předán zástupcem Objednatele po</w:t>
      </w:r>
      <w:r w:rsidR="00FD39C0">
        <w:t> </w:t>
      </w:r>
      <w:r w:rsidRPr="00822C1F">
        <w:t>podpisu Smlouvy.</w:t>
      </w:r>
    </w:p>
    <w:p w14:paraId="6457BC27" w14:textId="77777777" w:rsidR="004E42F8" w:rsidRPr="00822C1F" w:rsidRDefault="004E42F8" w:rsidP="004E42F8">
      <w:pPr>
        <w:pStyle w:val="Text2-2"/>
      </w:pPr>
      <w:r w:rsidRPr="00822C1F">
        <w:rPr>
          <w:b/>
        </w:rPr>
        <w:t>Vstupní porada</w:t>
      </w:r>
      <w:r w:rsidRPr="00822C1F">
        <w:t xml:space="preserve"> – při zahájení projekčních prací svolá Zhotovitel vstupní jednání</w:t>
      </w:r>
      <w:r w:rsidR="00EA0297" w:rsidRPr="00822C1F">
        <w:t xml:space="preserve"> s </w:t>
      </w:r>
      <w:r w:rsidRPr="00822C1F">
        <w:t>oprávněnými zástupci Objednatele</w:t>
      </w:r>
      <w:r w:rsidR="00EA0297" w:rsidRPr="00822C1F">
        <w:t xml:space="preserve"> a s </w:t>
      </w:r>
      <w:r w:rsidRPr="00822C1F">
        <w:t>určenými zástupci Objednatele. Vstupní porada může být spojena</w:t>
      </w:r>
      <w:r w:rsidR="00EA0297" w:rsidRPr="00822C1F">
        <w:t xml:space="preserve"> s </w:t>
      </w:r>
      <w:r w:rsidRPr="00822C1F">
        <w:t>místním šetřením</w:t>
      </w:r>
      <w:r w:rsidR="00EA0297" w:rsidRPr="00822C1F">
        <w:t xml:space="preserve"> v </w:t>
      </w:r>
      <w:r w:rsidRPr="00822C1F">
        <w:t>místě stavby.</w:t>
      </w:r>
    </w:p>
    <w:p w14:paraId="14DA0401" w14:textId="77777777" w:rsidR="004E42F8" w:rsidRPr="00822C1F" w:rsidRDefault="004E42F8" w:rsidP="004E42F8">
      <w:pPr>
        <w:pStyle w:val="Text2-2"/>
      </w:pPr>
      <w:r w:rsidRPr="00822C1F">
        <w:rPr>
          <w:b/>
        </w:rPr>
        <w:t>Průběžné porady</w:t>
      </w:r>
      <w:r w:rsidRPr="00822C1F">
        <w:t xml:space="preserve"> – odborné otázky navrženého technického řešení</w:t>
      </w:r>
      <w:r w:rsidR="00EA0297" w:rsidRPr="00822C1F">
        <w:t xml:space="preserve"> v </w:t>
      </w:r>
      <w:r w:rsidRPr="00822C1F">
        <w:t>průběhu projekčních prací, bude zástupce Zhotovitele řešit na profesních poradách</w:t>
      </w:r>
      <w:r w:rsidR="00EA0297" w:rsidRPr="00822C1F">
        <w:t xml:space="preserve"> a </w:t>
      </w:r>
      <w:r w:rsidRPr="00822C1F">
        <w:t>konzultacích,</w:t>
      </w:r>
      <w:r w:rsidR="00EA0297" w:rsidRPr="00822C1F">
        <w:t xml:space="preserve"> i </w:t>
      </w:r>
      <w:r w:rsidRPr="00822C1F">
        <w:t>elektronických konzultacích</w:t>
      </w:r>
      <w:r w:rsidR="00EA0297" w:rsidRPr="00822C1F">
        <w:t xml:space="preserve"> a </w:t>
      </w:r>
      <w:r w:rsidRPr="00822C1F">
        <w:t>poradách, které bude provádět</w:t>
      </w:r>
      <w:r w:rsidR="00EA0297" w:rsidRPr="00822C1F">
        <w:t xml:space="preserve"> a </w:t>
      </w:r>
      <w:r w:rsidRPr="00822C1F">
        <w:t>svolávat podle potřeby. Pro každou profesní oblast činnosti musí být svolána minimálně jedna odborná průběžná porada pro každý stupeň dokumentace. Legislativní část lze projednat formou písemné žádosti – vyjádření, pokud výsledkem takovéto formy projednání bude jednoznačné souhlasné stanovisko. Průběžná porada může být spojena</w:t>
      </w:r>
      <w:r w:rsidR="00EA0297" w:rsidRPr="00822C1F">
        <w:t xml:space="preserve"> s </w:t>
      </w:r>
      <w:r w:rsidRPr="00822C1F">
        <w:t>místním šetřením</w:t>
      </w:r>
      <w:r w:rsidR="00EA0297" w:rsidRPr="00822C1F">
        <w:t xml:space="preserve"> v </w:t>
      </w:r>
      <w:r w:rsidRPr="00822C1F">
        <w:t xml:space="preserve">místě stavby. Zhotovitel bude také svolávat pravidelné porady týkající se majetkoprávního vypořádání. </w:t>
      </w:r>
    </w:p>
    <w:p w14:paraId="0AD85A0E" w14:textId="77777777" w:rsidR="004E42F8" w:rsidRPr="00822C1F" w:rsidRDefault="004E42F8" w:rsidP="004E42F8">
      <w:pPr>
        <w:pStyle w:val="Text2-2"/>
      </w:pPr>
      <w:r w:rsidRPr="00822C1F">
        <w:rPr>
          <w:b/>
        </w:rPr>
        <w:t>Závěrečné porada</w:t>
      </w:r>
      <w:r w:rsidRPr="00822C1F">
        <w:t xml:space="preserve"> – bude svolána vždy před odevzdáním Dokumentace dle jednotlivých stupňů dokumentací k připomínkovému řízení</w:t>
      </w:r>
      <w:r w:rsidR="00EA0297" w:rsidRPr="00822C1F">
        <w:t xml:space="preserve"> s </w:t>
      </w:r>
      <w:r w:rsidRPr="00822C1F">
        <w:t>oprávněnými osobami Objednatele</w:t>
      </w:r>
      <w:r w:rsidR="00EA0297" w:rsidRPr="00822C1F">
        <w:t xml:space="preserve"> a </w:t>
      </w:r>
      <w:r w:rsidRPr="00822C1F">
        <w:t>určenými zástupci Objednatele, kteří se účastnili předešlých projednávání,</w:t>
      </w:r>
      <w:r w:rsidR="00EA0297" w:rsidRPr="00822C1F">
        <w:t xml:space="preserve"> a </w:t>
      </w:r>
      <w:r w:rsidRPr="00822C1F">
        <w:t>byli seznámeni</w:t>
      </w:r>
      <w:r w:rsidR="00EA0297" w:rsidRPr="00822C1F">
        <w:t xml:space="preserve"> s </w:t>
      </w:r>
      <w:r w:rsidRPr="00822C1F">
        <w:t xml:space="preserve">obsahem Dokumentace. </w:t>
      </w:r>
    </w:p>
    <w:p w14:paraId="29038DB3" w14:textId="77777777" w:rsidR="00CF2A85" w:rsidRPr="00822C1F" w:rsidRDefault="00CF2A85" w:rsidP="00CF2A85">
      <w:pPr>
        <w:pStyle w:val="Text2-2"/>
      </w:pPr>
      <w:r w:rsidRPr="00822C1F">
        <w:t>Průběh</w:t>
      </w:r>
      <w:r w:rsidR="00EA0297" w:rsidRPr="00822C1F">
        <w:t xml:space="preserve"> a </w:t>
      </w:r>
      <w:r w:rsidRPr="00822C1F">
        <w:t>výsledky porad Dokumentace se zaznamenávají</w:t>
      </w:r>
      <w:r w:rsidR="00EA0297" w:rsidRPr="00822C1F">
        <w:t xml:space="preserve"> v </w:t>
      </w:r>
      <w:r w:rsidRPr="00822C1F">
        <w:t>listinné podobě formou záznamu nebo zápisu. Záznam nebo zápis musí obsahovat stručný popis projednávané problematiky</w:t>
      </w:r>
      <w:r w:rsidR="00EA0297" w:rsidRPr="00822C1F">
        <w:t xml:space="preserve"> a </w:t>
      </w:r>
      <w:r w:rsidRPr="00822C1F">
        <w:t>vyjádření jednotlivých účastníků prezentovaná na poradě. Ze záznamu musí být jednoznačně zřejmé, zda tato vyjádření byla či nebyla akceptována. Tento doklad</w:t>
      </w:r>
      <w:r w:rsidR="00EA0297" w:rsidRPr="00822C1F">
        <w:t xml:space="preserve"> z </w:t>
      </w:r>
      <w:r w:rsidRPr="00822C1F">
        <w:t>jednání se zasílá všem pozvaným</w:t>
      </w:r>
      <w:r w:rsidR="00EA0297" w:rsidRPr="00822C1F">
        <w:t xml:space="preserve"> a </w:t>
      </w:r>
      <w:r w:rsidRPr="00822C1F">
        <w:t>přítomným účastníkům pouze</w:t>
      </w:r>
      <w:r w:rsidR="00EA0297" w:rsidRPr="00822C1F">
        <w:t xml:space="preserve"> v </w:t>
      </w:r>
      <w:r w:rsidRPr="00822C1F">
        <w:t>elektronické podobě, listinná podoba je součástí Dokladové části – Doklady objednatele. Návrh záznamu</w:t>
      </w:r>
      <w:r w:rsidR="00EA0297" w:rsidRPr="00822C1F">
        <w:t xml:space="preserve"> z </w:t>
      </w:r>
      <w:r w:rsidRPr="00822C1F">
        <w:t>projednání Dokumentace musí být rozeslán nejpozději do 7 dnů ode dne jednání. Účastníci jednání mohou ve lhůtě 14 dnů ode dne obdržení záznamu zaslat k záznamu připomínky, pokud se</w:t>
      </w:r>
      <w:r w:rsidR="00EA0297" w:rsidRPr="00822C1F">
        <w:t xml:space="preserve"> v </w:t>
      </w:r>
      <w:r w:rsidRPr="00822C1F">
        <w:t>této lhůtě nevyjádří, má se za to, že</w:t>
      </w:r>
      <w:r w:rsidR="00EA0297" w:rsidRPr="00822C1F">
        <w:t xml:space="preserve"> s </w:t>
      </w:r>
      <w:r w:rsidRPr="00822C1F">
        <w:t>obsahem souhlasí. Záznam ani připomínky k záznamu nemohou obsahovat požadavky na doplnění týkající se záležitostí, které nebyly předmětem projednání. Podle předmětu jednání</w:t>
      </w:r>
      <w:r w:rsidR="00EA0297" w:rsidRPr="00822C1F">
        <w:t xml:space="preserve"> a </w:t>
      </w:r>
      <w:r w:rsidRPr="00822C1F">
        <w:t>dohody účastníků je možné pro zaznamenání obsahu jednání zvolit formu zápisu, který bude na závěr jednání přečten, odsouhlasen</w:t>
      </w:r>
      <w:r w:rsidR="00EA0297" w:rsidRPr="00822C1F">
        <w:t xml:space="preserve"> a </w:t>
      </w:r>
      <w:r w:rsidRPr="00822C1F">
        <w:t>podepsán všemi účastníky.</w:t>
      </w:r>
    </w:p>
    <w:p w14:paraId="085FD1DD" w14:textId="376DB24E" w:rsidR="00CF2A85" w:rsidRPr="00CF2A85" w:rsidRDefault="00CF2A85" w:rsidP="00CF2A85">
      <w:pPr>
        <w:pStyle w:val="Text2-2"/>
      </w:pPr>
      <w:r w:rsidRPr="00CF2A85">
        <w:lastRenderedPageBreak/>
        <w:t xml:space="preserve">Součástí definitivního odevzdání Dokumentace </w:t>
      </w:r>
      <w:r w:rsidR="00B54F70">
        <w:t xml:space="preserve">DSP </w:t>
      </w:r>
      <w:r w:rsidR="00EA0297">
        <w:t>a </w:t>
      </w:r>
      <w:r w:rsidRPr="00CF2A85">
        <w:t>PDPS budou zápisy</w:t>
      </w:r>
      <w:r w:rsidR="00EA0297">
        <w:t xml:space="preserve"> z </w:t>
      </w:r>
      <w:r w:rsidRPr="00CF2A85">
        <w:t>projednání</w:t>
      </w:r>
      <w:r w:rsidR="00EA0297">
        <w:t xml:space="preserve"> a </w:t>
      </w:r>
      <w:r w:rsidRPr="00CF2A85">
        <w:t>komplexní veřejnoprávní</w:t>
      </w:r>
      <w:r w:rsidR="00EA0297">
        <w:t xml:space="preserve"> a </w:t>
      </w:r>
      <w:r w:rsidRPr="00CF2A85">
        <w:t>inženýrsko-investorská činnosti prováděné na základě plné moci Objednatele, pro zajištění vyjádření příslušného stavebního úřadu o souladu navrhované stavby se záměry územního plánování</w:t>
      </w:r>
      <w:r w:rsidR="00664E3D">
        <w:t xml:space="preserve"> a</w:t>
      </w:r>
      <w:r w:rsidRPr="00CF2A85">
        <w:t xml:space="preserve"> vydání stavebního povolení dle stavebního zákona. Součástí jsou také veškeré požadované certifikáty o shodě</w:t>
      </w:r>
      <w:r>
        <w:t>,</w:t>
      </w:r>
      <w:r w:rsidRPr="00CF2A85">
        <w:t xml:space="preserve"> případně zajištění dalších posouzení vydávaných notifikovanou osobou</w:t>
      </w:r>
      <w:r w:rsidR="003B0503">
        <w:t>,</w:t>
      </w:r>
      <w:r w:rsidRPr="00CF2A85">
        <w:t xml:space="preserve"> nezbytných k vydání </w:t>
      </w:r>
      <w:r w:rsidR="00664E3D">
        <w:t xml:space="preserve">stavebního </w:t>
      </w:r>
      <w:r w:rsidRPr="00CF2A85">
        <w:t xml:space="preserve">povolení. </w:t>
      </w:r>
    </w:p>
    <w:p w14:paraId="5F02C9D9" w14:textId="77777777" w:rsidR="00CF2A85" w:rsidRDefault="00CF2A85" w:rsidP="00CF2A85">
      <w:pPr>
        <w:pStyle w:val="Text2-2"/>
      </w:pPr>
      <w:r>
        <w:t>Lhůta pro zpracování stanovisek Objednatele je stanovena zpravidla</w:t>
      </w:r>
      <w:r w:rsidR="003B0503">
        <w:t xml:space="preserve"> na</w:t>
      </w:r>
      <w:r>
        <w:t xml:space="preserve"> 21 dní od data předání Dokumentace Zhotovitelem. </w:t>
      </w:r>
    </w:p>
    <w:p w14:paraId="09067D60" w14:textId="562E3960" w:rsidR="00CF2A85" w:rsidRPr="00822C1F" w:rsidRDefault="00CF2A85" w:rsidP="00CF2A85">
      <w:pPr>
        <w:pStyle w:val="Text2-2"/>
      </w:pPr>
      <w:r w:rsidRPr="00822C1F">
        <w:rPr>
          <w:b/>
        </w:rPr>
        <w:t>Připomínkové řízení</w:t>
      </w:r>
      <w:r w:rsidRPr="00822C1F">
        <w:t xml:space="preserve"> je uzavřeno zpravidla projednáním připomínek obsažených</w:t>
      </w:r>
      <w:r w:rsidR="00EA0297" w:rsidRPr="00822C1F">
        <w:t xml:space="preserve"> v </w:t>
      </w:r>
      <w:r w:rsidRPr="00822C1F">
        <w:t>jednotlivých stanoviscích, na kterém se dohodne konečný způsob vypořádání připomínek. Projednání připomínek svolává Objednatel nebo Zhotovitel Dokumentace. Výsledky projednání budou uvedeny</w:t>
      </w:r>
      <w:r w:rsidR="00EA0297" w:rsidRPr="00822C1F">
        <w:t xml:space="preserve"> v </w:t>
      </w:r>
      <w:r w:rsidRPr="00822C1F">
        <w:t>Protokolu o vypořádání připomínek.</w:t>
      </w:r>
    </w:p>
    <w:p w14:paraId="590482CC" w14:textId="508635D2" w:rsidR="00CF2A85" w:rsidRPr="00822C1F" w:rsidRDefault="00CF2A85" w:rsidP="00CF2A85">
      <w:pPr>
        <w:pStyle w:val="Text2-2"/>
      </w:pPr>
      <w:r w:rsidRPr="00822C1F">
        <w:rPr>
          <w:b/>
        </w:rPr>
        <w:t>Projednání připomínek</w:t>
      </w:r>
      <w:r w:rsidRPr="00822C1F">
        <w:t xml:space="preserve"> – bude provedeno jako projednání odborných vyjádření, připomínek</w:t>
      </w:r>
      <w:r w:rsidR="00EA0297" w:rsidRPr="00822C1F">
        <w:t xml:space="preserve"> a </w:t>
      </w:r>
      <w:r w:rsidRPr="00822C1F">
        <w:t>požadavků vzešlých</w:t>
      </w:r>
      <w:r w:rsidR="00EA0297" w:rsidRPr="00822C1F">
        <w:t xml:space="preserve"> z </w:t>
      </w:r>
      <w:r w:rsidRPr="00822C1F">
        <w:t>připomínkového řízení oprávněných zástupců Objednatele</w:t>
      </w:r>
      <w:r w:rsidR="00EA0297" w:rsidRPr="00822C1F">
        <w:t xml:space="preserve"> a </w:t>
      </w:r>
      <w:r w:rsidRPr="00822C1F">
        <w:t>určených zástupců Objednatele, kteří se účastnili předešlých projednávání</w:t>
      </w:r>
      <w:r w:rsidR="00EA0297" w:rsidRPr="00822C1F">
        <w:t xml:space="preserve"> a </w:t>
      </w:r>
      <w:r w:rsidRPr="00822C1F">
        <w:t>byli seznámeni</w:t>
      </w:r>
      <w:r w:rsidR="00EA0297" w:rsidRPr="00822C1F">
        <w:t xml:space="preserve"> s </w:t>
      </w:r>
      <w:r w:rsidRPr="00822C1F">
        <w:t>obsahem Dokumentace, případně byli jinak obeznámeni</w:t>
      </w:r>
      <w:r w:rsidR="00EA0297" w:rsidRPr="00822C1F">
        <w:t xml:space="preserve"> s </w:t>
      </w:r>
      <w:r w:rsidRPr="00822C1F">
        <w:t>obsahem</w:t>
      </w:r>
      <w:r w:rsidR="00EA0297" w:rsidRPr="00822C1F">
        <w:t xml:space="preserve"> a </w:t>
      </w:r>
      <w:r w:rsidRPr="00822C1F">
        <w:t>rozsahem Dokumentace</w:t>
      </w:r>
      <w:r w:rsidR="00EA0297" w:rsidRPr="00822C1F">
        <w:t xml:space="preserve"> a </w:t>
      </w:r>
      <w:r w:rsidRPr="00822C1F">
        <w:t xml:space="preserve">vznesli předmětné připomínky. </w:t>
      </w:r>
      <w:r w:rsidRPr="00822C1F">
        <w:rPr>
          <w:b/>
        </w:rPr>
        <w:t>Projednání připomínek může být provedeno konferenční formou.</w:t>
      </w:r>
      <w:r w:rsidRPr="00822C1F">
        <w:t xml:space="preserve"> Všem zástupcům Objednatele bude před projednáváním zaslána pozvánka na projednání připomínek</w:t>
      </w:r>
      <w:r w:rsidR="00EA0297" w:rsidRPr="00822C1F">
        <w:t xml:space="preserve"> s </w:t>
      </w:r>
      <w:r w:rsidRPr="00822C1F">
        <w:t>návrhem vypořádání všech připomínek ze strany Zhotovitele, který zašle</w:t>
      </w:r>
      <w:r w:rsidR="00EA0297" w:rsidRPr="00822C1F">
        <w:t xml:space="preserve"> v </w:t>
      </w:r>
      <w:r w:rsidRPr="00822C1F">
        <w:t>souhrnné podobě elektronicky oprávněnému zástupci Objednatele</w:t>
      </w:r>
      <w:r w:rsidR="00EA0297" w:rsidRPr="00822C1F">
        <w:t xml:space="preserve"> a </w:t>
      </w:r>
      <w:r w:rsidRPr="00822C1F">
        <w:t>zpracovatelům stanovisek nejpozději 7 dní před datem projednání připomínek, společně</w:t>
      </w:r>
      <w:r w:rsidR="00EA0297" w:rsidRPr="00822C1F">
        <w:t xml:space="preserve"> s </w:t>
      </w:r>
      <w:r w:rsidRPr="00822C1F">
        <w:t>elektronickou podobou odevzdané Dokumentace</w:t>
      </w:r>
      <w:r w:rsidR="00EA0297" w:rsidRPr="00822C1F">
        <w:t>. V </w:t>
      </w:r>
      <w:r w:rsidRPr="00822C1F">
        <w:t xml:space="preserve">návrhu vypořádání připomínek budou zahrnuta stanoviska obdržená nejméně 14 dní před uvedeným datem projednání připomínek. </w:t>
      </w:r>
    </w:p>
    <w:p w14:paraId="1D1AAB6C" w14:textId="77777777" w:rsidR="00CF2A85" w:rsidRPr="00822C1F" w:rsidRDefault="00CF2A85" w:rsidP="00CF2A85">
      <w:pPr>
        <w:pStyle w:val="Text2-2"/>
      </w:pPr>
      <w:r w:rsidRPr="00822C1F">
        <w:t xml:space="preserve">Součástí Dokladové části – Dokumenty objednatele bude samostatný dokument </w:t>
      </w:r>
      <w:r w:rsidRPr="00822C1F">
        <w:rPr>
          <w:b/>
        </w:rPr>
        <w:t>„Protokol o vypořádání připomínek“</w:t>
      </w:r>
      <w:r w:rsidRPr="00822C1F">
        <w:t>. Toto konečné vypořádání připomínek bude obsahovat seznam veškerých připomínek Objednatele vyjadřujících se k dané Dokumentaci, včetně identifikace připomínkující složky</w:t>
      </w:r>
      <w:r w:rsidR="00EA0297" w:rsidRPr="00822C1F">
        <w:t xml:space="preserve"> a </w:t>
      </w:r>
      <w:r w:rsidRPr="00822C1F">
        <w:t>osoby. Součástí Protokolu vypořádání připomínek bude způsob vypořádání jednotlivých připomínek</w:t>
      </w:r>
      <w:r w:rsidR="00EA0297" w:rsidRPr="00822C1F">
        <w:t xml:space="preserve"> a </w:t>
      </w:r>
      <w:r w:rsidRPr="00822C1F">
        <w:t>požadavků ze strany Zhotovitele</w:t>
      </w:r>
      <w:r w:rsidR="00EA0297" w:rsidRPr="00822C1F">
        <w:t xml:space="preserve"> a </w:t>
      </w:r>
      <w:r w:rsidRPr="00822C1F">
        <w:t xml:space="preserve">způsob zapracování připomínek do příslušné části Dokumentace. </w:t>
      </w:r>
      <w:r w:rsidRPr="00822C1F">
        <w:rPr>
          <w:b/>
        </w:rPr>
        <w:t>Každá připomínka musí být vypořádána jednoznačně.</w:t>
      </w:r>
      <w:r w:rsidRPr="00822C1F">
        <w:t xml:space="preserve"> Protokol o vypořádání připomínek musí být při převzetí díla podepsán Zhotovitelem.</w:t>
      </w:r>
    </w:p>
    <w:p w14:paraId="232F0383" w14:textId="77777777" w:rsidR="00CF2A85" w:rsidRPr="00822C1F" w:rsidRDefault="00CF2A85" w:rsidP="00CF2A85">
      <w:pPr>
        <w:pStyle w:val="Text2-2"/>
      </w:pPr>
      <w:r w:rsidRPr="00822C1F">
        <w:t>Ke každému dílčímu termínu dle SOD bude provedeno odevzdání Dokumentace odpovídající stupni rozpracovanosti dle požadavků SOD (viz příloha č. 2 – Harmonogram Projektové dokumentace),</w:t>
      </w:r>
      <w:r w:rsidR="00EA0297" w:rsidRPr="00822C1F">
        <w:t xml:space="preserve"> a </w:t>
      </w:r>
      <w:r w:rsidRPr="00822C1F">
        <w:t>to</w:t>
      </w:r>
      <w:r w:rsidR="00EA0297" w:rsidRPr="00822C1F">
        <w:t xml:space="preserve"> v </w:t>
      </w:r>
      <w:r w:rsidRPr="00822C1F">
        <w:t>listinné podobě</w:t>
      </w:r>
      <w:r w:rsidR="00EA0297" w:rsidRPr="00822C1F">
        <w:t xml:space="preserve"> v </w:t>
      </w:r>
      <w:r w:rsidRPr="00822C1F">
        <w:t>počtu jedné soupravy,</w:t>
      </w:r>
      <w:r w:rsidR="00EA0297" w:rsidRPr="00822C1F">
        <w:t xml:space="preserve"> a v </w:t>
      </w:r>
      <w:r w:rsidRPr="00822C1F">
        <w:t>elektronické podobě</w:t>
      </w:r>
      <w:r w:rsidR="00EA0297" w:rsidRPr="00822C1F">
        <w:t xml:space="preserve"> v </w:t>
      </w:r>
      <w:r w:rsidRPr="00822C1F">
        <w:t>počtu 2 × CD/DVD. Odevzdání</w:t>
      </w:r>
      <w:r w:rsidR="00EA0297" w:rsidRPr="00822C1F">
        <w:t xml:space="preserve"> v </w:t>
      </w:r>
      <w:r w:rsidRPr="00822C1F">
        <w:t>elektronické podobě bude provedeno</w:t>
      </w:r>
      <w:r w:rsidR="00EA0297" w:rsidRPr="00822C1F">
        <w:t xml:space="preserve"> v </w:t>
      </w:r>
      <w:r w:rsidRPr="00822C1F">
        <w:t>uzavřené formě.</w:t>
      </w:r>
    </w:p>
    <w:p w14:paraId="5DA671AF" w14:textId="77777777" w:rsidR="00CF2A85" w:rsidRPr="00822C1F" w:rsidRDefault="00CF2A85" w:rsidP="00CF2A85">
      <w:pPr>
        <w:pStyle w:val="Text2-2"/>
      </w:pPr>
      <w:r w:rsidRPr="00822C1F">
        <w:t>Součástí odevzdání každé dílčí etapy musí být doložení záznamů</w:t>
      </w:r>
      <w:r w:rsidR="00EA0297" w:rsidRPr="00822C1F">
        <w:t xml:space="preserve"> a </w:t>
      </w:r>
      <w:r w:rsidRPr="00822C1F">
        <w:t>zápisů</w:t>
      </w:r>
      <w:r w:rsidR="00EA0297" w:rsidRPr="00822C1F">
        <w:t xml:space="preserve"> z </w:t>
      </w:r>
      <w:r w:rsidRPr="00822C1F">
        <w:t>uskutečněných porad</w:t>
      </w:r>
      <w:r w:rsidR="00EA0297" w:rsidRPr="00822C1F">
        <w:t xml:space="preserve"> a </w:t>
      </w:r>
      <w:r w:rsidRPr="00822C1F">
        <w:t>jednání</w:t>
      </w:r>
      <w:r w:rsidR="00EA0297" w:rsidRPr="00822C1F">
        <w:t xml:space="preserve"> a </w:t>
      </w:r>
      <w:r w:rsidRPr="00822C1F">
        <w:t>vyjádření rozhodujících dotčených orgánů</w:t>
      </w:r>
      <w:r w:rsidR="00EA0297" w:rsidRPr="00822C1F">
        <w:t xml:space="preserve"> a </w:t>
      </w:r>
      <w:r w:rsidRPr="00822C1F">
        <w:t>osob, které podstatný způsobem ovlivňují ekonomické</w:t>
      </w:r>
      <w:r w:rsidR="00EA0297" w:rsidRPr="00822C1F">
        <w:t xml:space="preserve"> a </w:t>
      </w:r>
      <w:r w:rsidRPr="00822C1F">
        <w:t>technické parametry stavby.</w:t>
      </w:r>
    </w:p>
    <w:p w14:paraId="55643026" w14:textId="77777777" w:rsidR="00CF2A85" w:rsidRPr="00822C1F" w:rsidRDefault="00CF2A85" w:rsidP="00CF2A85">
      <w:pPr>
        <w:pStyle w:val="Text2-2"/>
      </w:pPr>
      <w:r w:rsidRPr="00822C1F">
        <w:t>Každé odevzdání Dokumentace</w:t>
      </w:r>
      <w:r w:rsidR="00EA0297" w:rsidRPr="00822C1F">
        <w:t xml:space="preserve"> v </w:t>
      </w:r>
      <w:r w:rsidRPr="00822C1F">
        <w:t>dílčí etapě musí být doloženo písemným dokladem prokazujícím předání dokumentace Zhotovitelem</w:t>
      </w:r>
      <w:r w:rsidR="00EA0297" w:rsidRPr="00822C1F">
        <w:t xml:space="preserve"> a </w:t>
      </w:r>
      <w:r w:rsidRPr="00822C1F">
        <w:t>převzetí Objednatelem</w:t>
      </w:r>
      <w:r w:rsidR="00EA0297" w:rsidRPr="00822C1F">
        <w:t xml:space="preserve"> s </w:t>
      </w:r>
      <w:r w:rsidRPr="00822C1F">
        <w:t>odsouhlasením požadovaného rozsahu činností</w:t>
      </w:r>
      <w:r w:rsidR="00EA0297" w:rsidRPr="00822C1F">
        <w:t xml:space="preserve"> a </w:t>
      </w:r>
      <w:r w:rsidRPr="00822C1F">
        <w:t xml:space="preserve">splnění termínů dle SOD. </w:t>
      </w:r>
    </w:p>
    <w:p w14:paraId="7F97F905" w14:textId="0AFACEDD" w:rsidR="00CF2A85" w:rsidRDefault="00CF2A85" w:rsidP="00C5301C">
      <w:pPr>
        <w:pStyle w:val="Text2-2"/>
      </w:pPr>
      <w:r>
        <w:t>K připomínkovému řízení bude Dokumentace odevzdána</w:t>
      </w:r>
      <w:r w:rsidR="00EA0297">
        <w:t xml:space="preserve"> </w:t>
      </w:r>
      <w:r>
        <w:t>elektronické podobě</w:t>
      </w:r>
      <w:r w:rsidR="0091659F">
        <w:t xml:space="preserve"> prostřednictvím datového </w:t>
      </w:r>
      <w:r w:rsidR="00291833">
        <w:t>ú</w:t>
      </w:r>
      <w:r w:rsidR="0091659F">
        <w:t xml:space="preserve">ložiště SŽ </w:t>
      </w:r>
      <w:hyperlink r:id="rId11" w:history="1">
        <w:r w:rsidR="0091659F" w:rsidRPr="00376321">
          <w:rPr>
            <w:rStyle w:val="Hypertextovodkaz"/>
            <w:noProof w:val="0"/>
          </w:rPr>
          <w:t>https://datashare.spravazeleznic.cz/index.php/login</w:t>
        </w:r>
      </w:hyperlink>
      <w:r w:rsidR="0091659F">
        <w:t xml:space="preserve"> </w:t>
      </w:r>
      <w:r>
        <w:t>Elektronická podoba bude obsahově</w:t>
      </w:r>
      <w:r w:rsidR="00EA0297">
        <w:t xml:space="preserve"> a </w:t>
      </w:r>
      <w:r>
        <w:t xml:space="preserve">strukturou plně odpovídat členění listinné podoby </w:t>
      </w:r>
      <w:r>
        <w:lastRenderedPageBreak/>
        <w:t>Dokumentace. Současně</w:t>
      </w:r>
      <w:r w:rsidR="00EA0297">
        <w:t xml:space="preserve"> s </w:t>
      </w:r>
      <w:r>
        <w:t>Dokumentací bude doručena pozvánka na projednání připomínek.</w:t>
      </w:r>
      <w:r w:rsidR="0091659F">
        <w:t xml:space="preserve"> </w:t>
      </w:r>
      <w:r>
        <w:t>Náklady na odevzdání dokumentace</w:t>
      </w:r>
      <w:r w:rsidR="00EA0297">
        <w:t xml:space="preserve"> v </w:t>
      </w:r>
      <w:r>
        <w:t xml:space="preserve">požadovaném rozsahu jsou zahrnuté do Ceny </w:t>
      </w:r>
      <w:r w:rsidR="00151525">
        <w:t>d</w:t>
      </w:r>
      <w:r>
        <w:t xml:space="preserve">íla. </w:t>
      </w:r>
    </w:p>
    <w:p w14:paraId="04391F25" w14:textId="76C8539B" w:rsidR="00CF2A85" w:rsidRDefault="00CF2A85" w:rsidP="00CF2A85">
      <w:pPr>
        <w:pStyle w:val="Text2-2"/>
      </w:pPr>
      <w:r>
        <w:t>Součástí odevzdání Dokumentace ve stupni PDPS k připomínkovému řízení bude vždy oceněný Soupis prací</w:t>
      </w:r>
      <w:r w:rsidR="00EA0297">
        <w:t xml:space="preserve"> s </w:t>
      </w:r>
      <w:r>
        <w:t>výkazem výměr</w:t>
      </w:r>
      <w:r w:rsidR="00EA0297">
        <w:t xml:space="preserve"> v </w:t>
      </w:r>
      <w:r w:rsidR="00C36F41">
        <w:t>elektronické podobě</w:t>
      </w:r>
      <w:r w:rsidR="00EA0297">
        <w:t xml:space="preserve"> v </w:t>
      </w:r>
      <w:r>
        <w:t>otevřené formě ve formátu *.XLSM nebo *.XLSX</w:t>
      </w:r>
      <w:r w:rsidR="00EA0297">
        <w:t xml:space="preserve"> a v </w:t>
      </w:r>
      <w:r w:rsidR="00C36F41">
        <w:t xml:space="preserve">uzavřené formě </w:t>
      </w:r>
      <w:r>
        <w:t>ve formátu</w:t>
      </w:r>
      <w:r w:rsidR="00150D03">
        <w:t xml:space="preserve"> </w:t>
      </w:r>
      <w:r>
        <w:t>*.PDF</w:t>
      </w:r>
      <w:r w:rsidR="00EA0297">
        <w:t xml:space="preserve"> v </w:t>
      </w:r>
      <w:r>
        <w:t>rozsahu</w:t>
      </w:r>
      <w:r w:rsidR="00EA0297">
        <w:t xml:space="preserve"> a </w:t>
      </w:r>
      <w:r>
        <w:t xml:space="preserve">podrobnostech stanoveném vyhláškou </w:t>
      </w:r>
      <w:r w:rsidR="007711A2">
        <w:t>č.</w:t>
      </w:r>
      <w:r w:rsidR="00150D03">
        <w:t> </w:t>
      </w:r>
      <w:r>
        <w:t xml:space="preserve">169/2016 Sb. </w:t>
      </w:r>
    </w:p>
    <w:p w14:paraId="1E6C7854" w14:textId="4ED0BBC8" w:rsidR="00CF2A85" w:rsidRPr="004E684D" w:rsidRDefault="00CF2A85" w:rsidP="00CF2A85">
      <w:pPr>
        <w:pStyle w:val="Text2-2"/>
      </w:pPr>
      <w:r>
        <w:t xml:space="preserve">Dokumentace ve stupni </w:t>
      </w:r>
      <w:r w:rsidR="00664E3D">
        <w:t xml:space="preserve">DSP </w:t>
      </w:r>
      <w:r>
        <w:t xml:space="preserve">odevzdávaná Zhotovitelem za účelem podání žádosti o vydání </w:t>
      </w:r>
      <w:r w:rsidR="00664E3D">
        <w:t xml:space="preserve">stavebního </w:t>
      </w:r>
      <w:r>
        <w:t>povolení bude</w:t>
      </w:r>
      <w:r w:rsidR="00EA0297">
        <w:t xml:space="preserve"> v </w:t>
      </w:r>
      <w:r>
        <w:t>počtu dle požadavků správních orgánů</w:t>
      </w:r>
      <w:r w:rsidR="00EA0297">
        <w:t xml:space="preserve"> s </w:t>
      </w:r>
      <w:r>
        <w:t>jedním paré Dokumentace pro Objednatele. Všechny odevzdané paré budou označeny autorizačními razítky</w:t>
      </w:r>
      <w:r w:rsidR="00EA0297">
        <w:t xml:space="preserve"> a </w:t>
      </w:r>
      <w:r>
        <w:t xml:space="preserve">podpisem zpracovatele dílčí dokumentace dle zákona č. 360/1992 Sb. </w:t>
      </w:r>
    </w:p>
    <w:p w14:paraId="4250F699" w14:textId="77965D73" w:rsidR="00CF2A85" w:rsidRDefault="00CF2A85" w:rsidP="00CF2A85">
      <w:pPr>
        <w:pStyle w:val="Text2-2"/>
      </w:pPr>
      <w:r>
        <w:t xml:space="preserve">Definitivní odevzdání </w:t>
      </w:r>
      <w:r w:rsidR="00E257E8">
        <w:t xml:space="preserve">DSP </w:t>
      </w:r>
      <w:r w:rsidR="00EA0297">
        <w:t>a </w:t>
      </w:r>
      <w:r>
        <w:t>PDPS bude provedeno po ukončení projekční činnosti</w:t>
      </w:r>
      <w:r w:rsidR="00EA0297">
        <w:t xml:space="preserve"> a </w:t>
      </w:r>
      <w:r>
        <w:t>schválení Objednatelem</w:t>
      </w:r>
      <w:r w:rsidR="00EA0297">
        <w:t xml:space="preserve"> v </w:t>
      </w:r>
      <w:r>
        <w:t>listinné podobě</w:t>
      </w:r>
      <w:r w:rsidR="00EA0297">
        <w:t xml:space="preserve"> v </w:t>
      </w:r>
      <w:r w:rsidRPr="003D397D">
        <w:t>počtu šesti souprav</w:t>
      </w:r>
      <w:r w:rsidR="00EA0297">
        <w:t xml:space="preserve"> a v </w:t>
      </w:r>
      <w:r>
        <w:t>elektronické podobě</w:t>
      </w:r>
      <w:r w:rsidR="00EA0297">
        <w:t xml:space="preserve"> v </w:t>
      </w:r>
      <w:r w:rsidR="00C5301C">
        <w:t xml:space="preserve">otevřené </w:t>
      </w:r>
      <w:r w:rsidR="003A07C2">
        <w:t xml:space="preserve">formě </w:t>
      </w:r>
      <w:r w:rsidR="003D397D">
        <w:t>(*.DOCX, *.XLSX, *.DGN, *.DWG</w:t>
      </w:r>
      <w:r w:rsidR="00C5301C">
        <w:t>)</w:t>
      </w:r>
      <w:r w:rsidR="00EA0297">
        <w:t xml:space="preserve"> a v </w:t>
      </w:r>
      <w:r w:rsidR="00C5301C">
        <w:t xml:space="preserve">uzavřené </w:t>
      </w:r>
      <w:r w:rsidR="003A07C2">
        <w:t>formě</w:t>
      </w:r>
      <w:r w:rsidR="00EA0297">
        <w:t xml:space="preserve"> v </w:t>
      </w:r>
      <w:r>
        <w:t xml:space="preserve">počtu </w:t>
      </w:r>
      <w:r w:rsidR="003A07C2">
        <w:t>2 ks na médiu DVD</w:t>
      </w:r>
      <w:r>
        <w:t>, se zapracováním veškerých akceptovaných požadavků</w:t>
      </w:r>
      <w:r w:rsidR="00EA0297">
        <w:t xml:space="preserve"> a </w:t>
      </w:r>
      <w:r>
        <w:t>připomínek Objednatele</w:t>
      </w:r>
      <w:r w:rsidR="00EA0297">
        <w:t xml:space="preserve"> a </w:t>
      </w:r>
      <w:r>
        <w:t>dotčených osob</w:t>
      </w:r>
      <w:r w:rsidR="00EA0297">
        <w:t xml:space="preserve"> a </w:t>
      </w:r>
      <w:r>
        <w:t>veškerých požadavků vzešlých</w:t>
      </w:r>
      <w:r w:rsidR="00EA0297">
        <w:t xml:space="preserve"> z </w:t>
      </w:r>
      <w:r>
        <w:t>konferenčního projednání, včetně požadavků vzešlých ze strany dotčených orgánů státní správy v</w:t>
      </w:r>
      <w:r w:rsidR="003A07C2">
        <w:t xml:space="preserve">e </w:t>
      </w:r>
      <w:r>
        <w:t>společném územním</w:t>
      </w:r>
      <w:r w:rsidR="00EA0297">
        <w:t xml:space="preserve"> a </w:t>
      </w:r>
      <w:r>
        <w:t>stavebním řízení, nebo při vydávání závazných stanovisek. O</w:t>
      </w:r>
      <w:r w:rsidR="003A07C2">
        <w:t> </w:t>
      </w:r>
      <w:r>
        <w:t>každém odevzdání dokumentace bude sepsán záznam o předání</w:t>
      </w:r>
      <w:r w:rsidR="00EA0297">
        <w:t xml:space="preserve"> a </w:t>
      </w:r>
      <w:r>
        <w:t xml:space="preserve">převzetí dokumentace. </w:t>
      </w:r>
    </w:p>
    <w:p w14:paraId="37111B62" w14:textId="77777777" w:rsidR="00CF2A85" w:rsidRPr="00822C1F" w:rsidRDefault="00CF2A85" w:rsidP="00CF2A85">
      <w:pPr>
        <w:pStyle w:val="Text2-2"/>
      </w:pPr>
      <w:r w:rsidRPr="00822C1F">
        <w:t>Definitivní odevzdání Dokumentace dle předchozího odstavce bude označené pořadovým číslem paré 1 až 6. Paré 1 až 3 bude opatřeno autorizačním razítkem</w:t>
      </w:r>
      <w:r w:rsidR="00EA0297" w:rsidRPr="00822C1F">
        <w:t xml:space="preserve"> a </w:t>
      </w:r>
      <w:r w:rsidRPr="00822C1F">
        <w:t>podpisem zpracovatele dílčí dokumentace dle zákona č.</w:t>
      </w:r>
      <w:r w:rsidR="003A07C2" w:rsidRPr="00822C1F">
        <w:t> </w:t>
      </w:r>
      <w:r w:rsidRPr="00822C1F">
        <w:t>360/1992</w:t>
      </w:r>
      <w:r w:rsidR="003A07C2" w:rsidRPr="00822C1F">
        <w:t> </w:t>
      </w:r>
      <w:r w:rsidRPr="00822C1F">
        <w:t>Sb.</w:t>
      </w:r>
    </w:p>
    <w:p w14:paraId="2654433D" w14:textId="77777777" w:rsidR="00CF2A85" w:rsidRPr="00822C1F" w:rsidRDefault="00CF2A85" w:rsidP="00CF2A85">
      <w:pPr>
        <w:pStyle w:val="Text2-2"/>
      </w:pPr>
      <w:r w:rsidRPr="00822C1F">
        <w:t>Definitivní odevzdání oceněného Soupisu prací</w:t>
      </w:r>
      <w:r w:rsidR="00EA0297" w:rsidRPr="00822C1F">
        <w:t xml:space="preserve"> v </w:t>
      </w:r>
      <w:r w:rsidRPr="00822C1F">
        <w:t>Dokumentaci ve stupni PDPS proběhne</w:t>
      </w:r>
      <w:r w:rsidR="00EA0297" w:rsidRPr="00822C1F">
        <w:t xml:space="preserve"> v </w:t>
      </w:r>
      <w:r w:rsidR="003A07C2" w:rsidRPr="00822C1F">
        <w:t>elektronické podobě</w:t>
      </w:r>
      <w:r w:rsidR="00EA0297" w:rsidRPr="00822C1F">
        <w:t xml:space="preserve"> v </w:t>
      </w:r>
      <w:r w:rsidRPr="00822C1F">
        <w:t>otevřené formě ve formátu *.X</w:t>
      </w:r>
      <w:r w:rsidR="003A07C2" w:rsidRPr="00822C1F">
        <w:t>LSX</w:t>
      </w:r>
      <w:r w:rsidR="00EA0297" w:rsidRPr="00822C1F">
        <w:t xml:space="preserve"> a v </w:t>
      </w:r>
      <w:r w:rsidRPr="00822C1F">
        <w:t xml:space="preserve">uzavřené formě ve formátu *.PDF. </w:t>
      </w:r>
    </w:p>
    <w:p w14:paraId="09A43D53" w14:textId="77777777" w:rsidR="00CF2A85" w:rsidRPr="00822C1F" w:rsidRDefault="00CF2A85" w:rsidP="00CF2A85">
      <w:pPr>
        <w:pStyle w:val="Text2-2"/>
      </w:pPr>
      <w:r w:rsidRPr="00822C1F">
        <w:t>Zhotovitel odpovídá za shodu dokumentace</w:t>
      </w:r>
      <w:r w:rsidR="00EA0297" w:rsidRPr="00822C1F">
        <w:t xml:space="preserve"> v </w:t>
      </w:r>
      <w:r w:rsidRPr="00822C1F">
        <w:t>uzavřené</w:t>
      </w:r>
      <w:r w:rsidR="00EA0297" w:rsidRPr="00822C1F">
        <w:t xml:space="preserve"> a </w:t>
      </w:r>
      <w:r w:rsidRPr="00822C1F">
        <w:t>otevřené formě. Elektronická podoba dokumentace bude obsahově</w:t>
      </w:r>
      <w:r w:rsidR="00EA0297" w:rsidRPr="00822C1F">
        <w:t xml:space="preserve"> a </w:t>
      </w:r>
      <w:r w:rsidRPr="00822C1F">
        <w:t>strukturou plně odpovídat listinné podobě.</w:t>
      </w:r>
    </w:p>
    <w:p w14:paraId="7CD15B89" w14:textId="6587483E" w:rsidR="00CF2A85" w:rsidRDefault="00CF2A85" w:rsidP="00CF2A85">
      <w:pPr>
        <w:pStyle w:val="Text2-2"/>
      </w:pPr>
      <w:r>
        <w:t>Zhotovitel je povinen předat Objednateli do jeho datové schránky elektronicky podepsané originály pravomocných rozhodnutí</w:t>
      </w:r>
      <w:r w:rsidR="00EA0297">
        <w:t xml:space="preserve"> a </w:t>
      </w:r>
      <w:r>
        <w:t>povolení, která Zhotovitel zajišťuje pro Objednatele na základě jím vystavených plných mocí,</w:t>
      </w:r>
      <w:r w:rsidR="00EA0297">
        <w:t xml:space="preserve"> a </w:t>
      </w:r>
      <w:r>
        <w:t>to nejpozději do 14 dnů po obdržení. Nebude-li součástí takto předaného rozhodnutí nebo povolení</w:t>
      </w:r>
      <w:r w:rsidR="00EA0297">
        <w:t xml:space="preserve"> i </w:t>
      </w:r>
      <w:r>
        <w:t>potvrzení o nabytí právní moci, je Zhotovitel povinen Předat Objednateli elektronicky podepsaný dokument o tom, že rozhodnutí nebo povolení nabylo právní moci,</w:t>
      </w:r>
      <w:r w:rsidR="00EA0297">
        <w:t xml:space="preserve"> a </w:t>
      </w:r>
      <w:r>
        <w:t>to rovněž ve lhůtě do 14 dnů po obdržení takového potvrzení. Bude-li rozhodnutí nebo povolení vydáno</w:t>
      </w:r>
      <w:r w:rsidR="00EA0297">
        <w:t xml:space="preserve"> i v </w:t>
      </w:r>
      <w:r>
        <w:t>listinné podobě, je Zhotovitel povinen předat Objednateli</w:t>
      </w:r>
      <w:r w:rsidR="00EA0297">
        <w:t xml:space="preserve"> i </w:t>
      </w:r>
      <w:r>
        <w:t>jeden originál pravomocného rozhodnutí nebo povolení</w:t>
      </w:r>
      <w:r w:rsidR="00EA0297">
        <w:t xml:space="preserve"> s </w:t>
      </w:r>
      <w:r>
        <w:t xml:space="preserve">potvrzením o nabytí právní moci.  </w:t>
      </w:r>
    </w:p>
    <w:p w14:paraId="06B1946E" w14:textId="77777777" w:rsidR="001367DD" w:rsidRDefault="001367DD" w:rsidP="00EA0297">
      <w:pPr>
        <w:pStyle w:val="Text2-2"/>
      </w:pPr>
      <w:r w:rsidRPr="00822C1F">
        <w:t>Autorský dozor – Na základě požadavku stavebního zákona budou součástí povinnosti Zhotovitele u Dokumentace ve stupni PDPS</w:t>
      </w:r>
      <w:r w:rsidR="00EA0297" w:rsidRPr="00822C1F">
        <w:t xml:space="preserve"> i </w:t>
      </w:r>
      <w:r w:rsidRPr="00822C1F">
        <w:t>činnosti spojené</w:t>
      </w:r>
      <w:r w:rsidR="00EA0297" w:rsidRPr="00822C1F">
        <w:t xml:space="preserve"> s </w:t>
      </w:r>
      <w:r w:rsidRPr="00822C1F">
        <w:t>výkonem Autorského dozoru projektanta</w:t>
      </w:r>
      <w:r w:rsidR="00EA0297" w:rsidRPr="00822C1F">
        <w:t xml:space="preserve"> v </w:t>
      </w:r>
      <w:r w:rsidRPr="00822C1F">
        <w:t>průběhu přípravy</w:t>
      </w:r>
      <w:r w:rsidR="00EA0297" w:rsidRPr="00822C1F">
        <w:t xml:space="preserve"> a </w:t>
      </w:r>
      <w:r w:rsidRPr="00822C1F">
        <w:t>realizace díla dle zákona č. 360/1992 Sb.</w:t>
      </w:r>
      <w:r>
        <w:t xml:space="preserve"> Popis</w:t>
      </w:r>
      <w:r w:rsidR="00EA0297">
        <w:t xml:space="preserve"> a </w:t>
      </w:r>
      <w:r>
        <w:t>požadavky na AD je uveden</w:t>
      </w:r>
      <w:r w:rsidR="00EA0297">
        <w:t xml:space="preserve"> v </w:t>
      </w:r>
      <w:r>
        <w:t xml:space="preserve">Příloze B Kapitoly 1 Technických kvalitativních podmínek </w:t>
      </w:r>
      <w:r w:rsidR="000A176E">
        <w:t xml:space="preserve">staveb státních drah </w:t>
      </w:r>
      <w:r>
        <w:t>(TKP).</w:t>
      </w:r>
    </w:p>
    <w:p w14:paraId="4EF67976" w14:textId="77777777" w:rsidR="003B0B91" w:rsidRPr="00C720DF" w:rsidRDefault="003B0B91" w:rsidP="00EE5578">
      <w:pPr>
        <w:pStyle w:val="Text2-1"/>
        <w:rPr>
          <w:b/>
        </w:rPr>
      </w:pPr>
      <w:r w:rsidRPr="00C720DF">
        <w:rPr>
          <w:b/>
        </w:rPr>
        <w:t>P</w:t>
      </w:r>
      <w:r w:rsidR="00CB76DC" w:rsidRPr="00C720DF">
        <w:rPr>
          <w:b/>
        </w:rPr>
        <w:t>ožadavky na zpracování</w:t>
      </w:r>
      <w:r w:rsidRPr="00C720DF">
        <w:rPr>
          <w:b/>
        </w:rPr>
        <w:t xml:space="preserve"> dokumentace</w:t>
      </w:r>
    </w:p>
    <w:p w14:paraId="39ED8A13" w14:textId="77777777" w:rsidR="003B0B91" w:rsidRPr="00822C1F" w:rsidRDefault="003A07C2" w:rsidP="00C720DF">
      <w:pPr>
        <w:pStyle w:val="Text2-2"/>
      </w:pPr>
      <w:r w:rsidRPr="00822C1F">
        <w:t>Veškerá navržená řešení, materiály</w:t>
      </w:r>
      <w:r w:rsidR="00EA0297" w:rsidRPr="00822C1F">
        <w:t xml:space="preserve"> a </w:t>
      </w:r>
      <w:r w:rsidRPr="00822C1F">
        <w:t>technologické postupy navržené</w:t>
      </w:r>
      <w:r w:rsidR="00EA0297" w:rsidRPr="00822C1F">
        <w:t xml:space="preserve"> v </w:t>
      </w:r>
      <w:r w:rsidRPr="00822C1F">
        <w:t>Dokumentaci musí umožnit využití technologií, dostupných na trhu</w:t>
      </w:r>
      <w:r w:rsidR="00EA0297" w:rsidRPr="00822C1F">
        <w:t xml:space="preserve"> a </w:t>
      </w:r>
      <w:r w:rsidRPr="00822C1F">
        <w:t>certifikovaných pro použití</w:t>
      </w:r>
      <w:r w:rsidR="00EA0297" w:rsidRPr="00822C1F">
        <w:t xml:space="preserve"> v </w:t>
      </w:r>
      <w:r w:rsidRPr="00822C1F">
        <w:t>České republice.</w:t>
      </w:r>
    </w:p>
    <w:p w14:paraId="68D6D437" w14:textId="0AF17C8E" w:rsidR="00C36F41" w:rsidRPr="00C720DF" w:rsidRDefault="00C36F41" w:rsidP="00C720DF">
      <w:pPr>
        <w:pStyle w:val="Text2-2"/>
      </w:pPr>
      <w:r w:rsidRPr="00C720DF">
        <w:rPr>
          <w:b/>
        </w:rPr>
        <w:lastRenderedPageBreak/>
        <w:t xml:space="preserve">Pokud dojde při zpracování </w:t>
      </w:r>
      <w:r w:rsidR="00E257E8">
        <w:rPr>
          <w:b/>
        </w:rPr>
        <w:t xml:space="preserve">DSP </w:t>
      </w:r>
      <w:r w:rsidR="00EA0297">
        <w:rPr>
          <w:b/>
        </w:rPr>
        <w:t>a </w:t>
      </w:r>
      <w:r w:rsidRPr="00C720DF">
        <w:rPr>
          <w:b/>
        </w:rPr>
        <w:t xml:space="preserve">realizaci k zásahu do inženýrských sítí: </w:t>
      </w:r>
    </w:p>
    <w:p w14:paraId="14982F9B" w14:textId="2218E267" w:rsidR="00C36F41" w:rsidRPr="00C36F41" w:rsidRDefault="00C36F41" w:rsidP="00BD6BAE">
      <w:pPr>
        <w:pStyle w:val="Odstavec1-4a"/>
      </w:pPr>
      <w:r w:rsidRPr="00C36F41">
        <w:t>Pro přesnou identifikaci podzemních sítí budou použity RFID markery</w:t>
      </w:r>
      <w:r w:rsidR="007711A2">
        <w:t xml:space="preserve"> dle principů uvedených v</w:t>
      </w:r>
      <w:r w:rsidR="00BD6BAE">
        <w:t> </w:t>
      </w:r>
      <w:r w:rsidR="007711A2">
        <w:t>dokument</w:t>
      </w:r>
      <w:r w:rsidR="00BD6BAE">
        <w:t xml:space="preserve">u </w:t>
      </w:r>
      <w:r w:rsidR="00D13077">
        <w:t xml:space="preserve">„Využití RFID markerů k lokalizaci podzemních inženýrských sítí v majetku Správy železnic, státní organizace“ (viz příloha </w:t>
      </w:r>
      <w:r w:rsidR="00D13077">
        <w:fldChar w:fldCharType="begin"/>
      </w:r>
      <w:r w:rsidR="00D13077">
        <w:instrText xml:space="preserve"> REF _Ref124344888 \r \h </w:instrText>
      </w:r>
      <w:r w:rsidR="00D13077">
        <w:fldChar w:fldCharType="separate"/>
      </w:r>
      <w:r w:rsidR="001226C5">
        <w:t>8.1.1</w:t>
      </w:r>
      <w:r w:rsidR="00D13077">
        <w:fldChar w:fldCharType="end"/>
      </w:r>
      <w:r w:rsidR="00D13077">
        <w:t xml:space="preserve"> těchto </w:t>
      </w:r>
      <w:proofErr w:type="gramStart"/>
      <w:r w:rsidR="00D13077">
        <w:t xml:space="preserve">ZTP) </w:t>
      </w:r>
      <w:r w:rsidR="00BD6BAE">
        <w:t xml:space="preserve"> a</w:t>
      </w:r>
      <w:proofErr w:type="gramEnd"/>
      <w:r w:rsidR="00BD6BAE">
        <w:t xml:space="preserve"> upřesňujících pravidel správce dané lokality</w:t>
      </w:r>
    </w:p>
    <w:p w14:paraId="2D66F6D2" w14:textId="77777777" w:rsidR="00C36F41" w:rsidRPr="00C36F41" w:rsidRDefault="00C36F41" w:rsidP="00C720DF">
      <w:pPr>
        <w:pStyle w:val="Odstavec1-4a"/>
      </w:pPr>
      <w:r w:rsidRPr="00C36F41">
        <w:t>Označ</w:t>
      </w:r>
      <w:r w:rsidR="00BD6BAE">
        <w:t>ování kabelů i zařízení popisky a kabelovými štítky musí být provedeno v souladu s platnými normami a upřesňujícími pravidly dané lokality.</w:t>
      </w:r>
      <w:r w:rsidRPr="00C36F41">
        <w:t xml:space="preserve"> </w:t>
      </w:r>
    </w:p>
    <w:p w14:paraId="6217A1E4" w14:textId="77777777" w:rsidR="00C36F41" w:rsidRPr="00C36F41" w:rsidRDefault="00C36F41" w:rsidP="00C720DF">
      <w:pPr>
        <w:pStyle w:val="Odstavec1-4a"/>
      </w:pPr>
      <w:r w:rsidRPr="00C36F41">
        <w:t>U složek, které nemají žádnou elektronickou databázi, se bude tato informace zadávat ve stejném znění do dokumentace.</w:t>
      </w:r>
    </w:p>
    <w:p w14:paraId="3FAA8C3B" w14:textId="77777777" w:rsidR="00C36F41" w:rsidRPr="00C36F41" w:rsidRDefault="00C36F41" w:rsidP="00C720DF">
      <w:pPr>
        <w:pStyle w:val="Odstavec1-4a"/>
      </w:pPr>
      <w:r w:rsidRPr="00C36F41">
        <w:t>Informace o použití markerů bude zaznamenaná do DSPS.</w:t>
      </w:r>
    </w:p>
    <w:p w14:paraId="0CD29C90" w14:textId="77777777" w:rsidR="00C36F41" w:rsidRPr="00822C1F" w:rsidRDefault="00C36F41" w:rsidP="00C36F41">
      <w:pPr>
        <w:pStyle w:val="Text2-2"/>
      </w:pPr>
      <w:r w:rsidRPr="00822C1F">
        <w:t>Zhotovitel</w:t>
      </w:r>
      <w:r w:rsidR="00EA0297" w:rsidRPr="00822C1F">
        <w:t xml:space="preserve"> v </w:t>
      </w:r>
      <w:r w:rsidRPr="00822C1F">
        <w:t>Dokumentaci musí provést koordinaci</w:t>
      </w:r>
      <w:r w:rsidR="00EA0297" w:rsidRPr="00822C1F">
        <w:t xml:space="preserve"> a </w:t>
      </w:r>
      <w:r w:rsidRPr="00822C1F">
        <w:t>spolupráci se správci dotčených energetických zařízení dle požadavků zákona č. 458/2000 Sb.</w:t>
      </w:r>
      <w:r w:rsidR="00EA0297" w:rsidRPr="00822C1F">
        <w:t xml:space="preserve"> a </w:t>
      </w:r>
      <w:r w:rsidRPr="00822C1F">
        <w:t xml:space="preserve">správci dotčených elektronických komunikací dle zákona č. 127/2005 Sb. </w:t>
      </w:r>
    </w:p>
    <w:p w14:paraId="7EC88887" w14:textId="77777777" w:rsidR="003B0B91" w:rsidRPr="000007E1" w:rsidRDefault="003B0B91" w:rsidP="00D13077">
      <w:pPr>
        <w:pStyle w:val="Text2-1"/>
        <w:keepNext/>
        <w:rPr>
          <w:b/>
        </w:rPr>
      </w:pPr>
      <w:r w:rsidRPr="000007E1">
        <w:rPr>
          <w:b/>
        </w:rPr>
        <w:t>Náklady stavby, soupis prací</w:t>
      </w:r>
      <w:r w:rsidR="00EA0297" w:rsidRPr="000007E1">
        <w:rPr>
          <w:b/>
        </w:rPr>
        <w:t xml:space="preserve"> a </w:t>
      </w:r>
      <w:r w:rsidRPr="000007E1">
        <w:rPr>
          <w:b/>
        </w:rPr>
        <w:t xml:space="preserve">souhrnný rozpočet </w:t>
      </w:r>
    </w:p>
    <w:p w14:paraId="6E2A9754" w14:textId="0DACF549" w:rsidR="00C36F41" w:rsidRDefault="00C36F41" w:rsidP="00C36F41">
      <w:pPr>
        <w:pStyle w:val="Text2-2"/>
      </w:pPr>
      <w:r>
        <w:t>Soupisy prací</w:t>
      </w:r>
      <w:r w:rsidR="00EA0297">
        <w:t xml:space="preserve"> s </w:t>
      </w:r>
      <w:r>
        <w:t xml:space="preserve">výkazem výměr, které budou podkladem pro dílčí fakturaci, budou odevzdány při předání </w:t>
      </w:r>
      <w:r w:rsidR="00E257E8">
        <w:t>DSP</w:t>
      </w:r>
      <w:r>
        <w:t>+PDPS</w:t>
      </w:r>
      <w:r w:rsidR="00EA0297">
        <w:t xml:space="preserve"> v </w:t>
      </w:r>
      <w:r w:rsidRPr="00C36F41">
        <w:t>elektronické podobě</w:t>
      </w:r>
      <w:r w:rsidR="00EA0297">
        <w:t xml:space="preserve"> v </w:t>
      </w:r>
      <w:r w:rsidRPr="00C36F41">
        <w:t>otevřené formě ve formátu *.XLSM nebo *.XLSX</w:t>
      </w:r>
      <w:r w:rsidR="00EA0297">
        <w:t xml:space="preserve"> a v </w:t>
      </w:r>
      <w:r w:rsidRPr="00C36F41">
        <w:t>uzavřené formě ve formátu *.PDF</w:t>
      </w:r>
      <w:r>
        <w:t>. Soupisy prací budou zpracovány</w:t>
      </w:r>
      <w:r w:rsidR="00EA0297">
        <w:t xml:space="preserve"> v </w:t>
      </w:r>
      <w:r>
        <w:t>cenové databázi URS Praha</w:t>
      </w:r>
      <w:r w:rsidR="00EA0297">
        <w:t xml:space="preserve"> v </w:t>
      </w:r>
      <w:r>
        <w:t>aktuální cenové úrovni</w:t>
      </w:r>
      <w:r w:rsidR="00EA0297">
        <w:t xml:space="preserve"> v </w:t>
      </w:r>
      <w:r>
        <w:t xml:space="preserve">termínu odevzdání. </w:t>
      </w:r>
    </w:p>
    <w:p w14:paraId="72FC6E1E" w14:textId="77777777" w:rsidR="00C36F41" w:rsidRDefault="00C36F41" w:rsidP="00C36F41">
      <w:pPr>
        <w:pStyle w:val="Text2-2"/>
      </w:pPr>
      <w:r>
        <w:t>Pokud budou soupisy prací</w:t>
      </w:r>
      <w:r w:rsidR="00EA0297">
        <w:t xml:space="preserve"> s </w:t>
      </w:r>
      <w:r>
        <w:t>výkazem výměr obsahovat položky pro stavby infrastruktury (např. přeložení TRS, MRS na střeše budovy atd.) budou oceněny</w:t>
      </w:r>
      <w:r w:rsidR="00EA0297">
        <w:t xml:space="preserve"> v </w:t>
      </w:r>
      <w:r>
        <w:t>Oborovém třídníku stavebních konstrukcí</w:t>
      </w:r>
      <w:r w:rsidR="00EA0297">
        <w:t xml:space="preserve"> a </w:t>
      </w:r>
      <w:r>
        <w:t>prací (OTSKP)</w:t>
      </w:r>
      <w:r w:rsidR="00EA0297">
        <w:t xml:space="preserve"> v </w:t>
      </w:r>
      <w:r>
        <w:t xml:space="preserve">platném znění, OTSKP lze stáhnout na odkazu </w:t>
      </w:r>
      <w:hyperlink r:id="rId12" w:history="1">
        <w:r w:rsidRPr="006F0C2F">
          <w:rPr>
            <w:rStyle w:val="Hypertextovodkaz"/>
            <w:noProof w:val="0"/>
          </w:rPr>
          <w:t>https://www.sfdi.cz/pravidla-metodiky-a-ceniky/cenove-databaze/</w:t>
        </w:r>
      </w:hyperlink>
      <w:r>
        <w:t>.</w:t>
      </w:r>
    </w:p>
    <w:p w14:paraId="591977CC" w14:textId="77777777" w:rsidR="00CB76DC" w:rsidRPr="00C720DF" w:rsidRDefault="00CB76DC" w:rsidP="00EE5578">
      <w:pPr>
        <w:pStyle w:val="Text2-1"/>
        <w:rPr>
          <w:b/>
        </w:rPr>
      </w:pPr>
      <w:r w:rsidRPr="00C720DF">
        <w:rPr>
          <w:b/>
        </w:rPr>
        <w:t xml:space="preserve">Požadavky na zpracování geodetické dokumentace </w:t>
      </w:r>
    </w:p>
    <w:p w14:paraId="4115B389" w14:textId="77777777" w:rsidR="00CB76DC" w:rsidRDefault="001367DD" w:rsidP="00C720DF">
      <w:pPr>
        <w:pStyle w:val="Text2-2"/>
      </w:pPr>
      <w:r>
        <w:t>V případě přeložek inženýrských sítí bude Zhotovitel postupovat podle příslušných vnitřních předpisů Objednatele.</w:t>
      </w:r>
    </w:p>
    <w:p w14:paraId="2E64F87D" w14:textId="77777777" w:rsidR="00EE5578" w:rsidRDefault="003B0B91" w:rsidP="00EE5578">
      <w:pPr>
        <w:pStyle w:val="Text2-1"/>
      </w:pPr>
      <w:r>
        <w:t xml:space="preserve">Zhotovení </w:t>
      </w:r>
      <w:r w:rsidR="00EE5578" w:rsidRPr="00EE5578">
        <w:t>stavby lze zahájit až po schválení Projektové dokumentace Objednat</w:t>
      </w:r>
      <w:r w:rsidR="00EE5578">
        <w:t>elem</w:t>
      </w:r>
      <w:r w:rsidR="00EA0297">
        <w:t xml:space="preserve"> a </w:t>
      </w:r>
      <w:r w:rsidR="00EE5578" w:rsidRPr="00811815">
        <w:t>nabytí právní moci s</w:t>
      </w:r>
      <w:r>
        <w:t xml:space="preserve">polečného </w:t>
      </w:r>
      <w:r w:rsidR="00EE5578" w:rsidRPr="00811815">
        <w:t>povolení.</w:t>
      </w:r>
    </w:p>
    <w:p w14:paraId="729D95F2" w14:textId="3BF462DE" w:rsidR="00A52C63" w:rsidRPr="00811815" w:rsidRDefault="00A52C63" w:rsidP="00C720DF">
      <w:pPr>
        <w:pStyle w:val="Text2-1"/>
      </w:pPr>
      <w:r w:rsidRPr="00C720DF">
        <w:t>Oba stupně dokumentace (</w:t>
      </w:r>
      <w:r w:rsidR="00181B6B">
        <w:t xml:space="preserve">DSP </w:t>
      </w:r>
      <w:r w:rsidR="00EA0297">
        <w:t>a </w:t>
      </w:r>
      <w:r w:rsidRPr="00C720DF">
        <w:t>PDPS) budou projednány</w:t>
      </w:r>
      <w:r w:rsidR="00EA0297">
        <w:t xml:space="preserve"> a </w:t>
      </w:r>
      <w:r w:rsidRPr="00C720DF">
        <w:t>odsouhlaseny společně.</w:t>
      </w:r>
    </w:p>
    <w:p w14:paraId="228E4A25" w14:textId="77777777" w:rsidR="00EE5578" w:rsidRPr="00811815" w:rsidRDefault="00EE5578" w:rsidP="00EE5578">
      <w:pPr>
        <w:pStyle w:val="Nadpis2-2"/>
        <w:spacing w:before="240"/>
        <w:contextualSpacing/>
      </w:pPr>
      <w:bookmarkStart w:id="23" w:name="_Toc12371207"/>
      <w:bookmarkStart w:id="24" w:name="_Toc135205985"/>
      <w:r w:rsidRPr="00811815">
        <w:t>Zhotovení stavby</w:t>
      </w:r>
      <w:bookmarkEnd w:id="23"/>
      <w:bookmarkEnd w:id="24"/>
    </w:p>
    <w:p w14:paraId="47BF3034" w14:textId="77777777" w:rsidR="000A176E" w:rsidRPr="00C720DF" w:rsidRDefault="000A176E" w:rsidP="000A176E">
      <w:pPr>
        <w:pStyle w:val="Text2-1"/>
      </w:pPr>
      <w:r w:rsidRPr="00C720DF">
        <w:rPr>
          <w:b/>
        </w:rPr>
        <w:t>Zhotovení stavby lze zahájit až po schválení Projektové dokumentace Objednatelem</w:t>
      </w:r>
      <w:r w:rsidR="00EA0297">
        <w:rPr>
          <w:b/>
        </w:rPr>
        <w:t xml:space="preserve"> a </w:t>
      </w:r>
      <w:r w:rsidRPr="00C720DF">
        <w:rPr>
          <w:b/>
        </w:rPr>
        <w:t>nabytí právní moci společného povolení.</w:t>
      </w:r>
    </w:p>
    <w:p w14:paraId="0CA90EAA" w14:textId="77777777" w:rsidR="00177DB0" w:rsidRPr="00C720DF" w:rsidRDefault="00177DB0" w:rsidP="00177DB0">
      <w:pPr>
        <w:pStyle w:val="Text2-1"/>
        <w:rPr>
          <w:rStyle w:val="Tun"/>
        </w:rPr>
      </w:pPr>
      <w:r w:rsidRPr="00C720DF">
        <w:rPr>
          <w:rStyle w:val="Tun"/>
        </w:rPr>
        <w:t>Doklady překládané zhotovitelem</w:t>
      </w:r>
    </w:p>
    <w:p w14:paraId="4CA44615" w14:textId="33F61414" w:rsidR="00177DB0" w:rsidRDefault="00177DB0" w:rsidP="00C720DF">
      <w:pPr>
        <w:pStyle w:val="Text2-2"/>
        <w:rPr>
          <w:rStyle w:val="Tun"/>
          <w:b w:val="0"/>
        </w:rPr>
      </w:pPr>
      <w:r w:rsidRPr="00177DB0">
        <w:rPr>
          <w:rStyle w:val="Tun"/>
          <w:b w:val="0"/>
        </w:rPr>
        <w:t>Pokud již Zhotovitel nepředložil dále uvedené doklady pře</w:t>
      </w:r>
      <w:r w:rsidR="00E00516">
        <w:rPr>
          <w:rStyle w:val="Tun"/>
          <w:b w:val="0"/>
        </w:rPr>
        <w:t>d</w:t>
      </w:r>
      <w:r w:rsidRPr="00177DB0">
        <w:rPr>
          <w:rStyle w:val="Tun"/>
          <w:b w:val="0"/>
        </w:rPr>
        <w:t xml:space="preserve"> uzavřením SOD, předloží před zahájením prací na objektech, jejichž součástí jsou „Určená technická zařízení“ ve smyslu vyhlášky MD č. 100/1995 Sb., kterou se stanoví podmínky pro provoz, konstrukci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výrobu určených technických zařízení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jejich konkretizace (Řád určených technických zařízení),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znění, včetně prováděcích předpisů k této vyhlášce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znění, doklad o tom, že má pověření nebo má zajištěnou spolupráci</w:t>
      </w:r>
      <w:r w:rsidR="00EA0297">
        <w:rPr>
          <w:rStyle w:val="Tun"/>
          <w:b w:val="0"/>
        </w:rPr>
        <w:t xml:space="preserve"> s </w:t>
      </w:r>
      <w:r w:rsidRPr="00177DB0">
        <w:rPr>
          <w:rStyle w:val="Tun"/>
          <w:b w:val="0"/>
        </w:rPr>
        <w:t>právnickou osobou, která má pověření podle ustanovení § 47 odst. 4 zákona č. 266/1994 Sb. o drahách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 pro všechny druhy „Určených technických zařízení“, dotčených výstavbou.</w:t>
      </w:r>
      <w:r w:rsidR="00EA0297">
        <w:rPr>
          <w:rStyle w:val="Tun"/>
          <w:b w:val="0"/>
        </w:rPr>
        <w:t xml:space="preserve"> Z </w:t>
      </w:r>
      <w:r w:rsidRPr="00177DB0">
        <w:rPr>
          <w:rStyle w:val="Tun"/>
          <w:b w:val="0"/>
        </w:rPr>
        <w:t>tohoto dokladu musí být zřejmé, že se vztahuje k</w:t>
      </w:r>
      <w:r w:rsidR="00EA0297">
        <w:rPr>
          <w:rStyle w:val="Tun"/>
          <w:b w:val="0"/>
        </w:rPr>
        <w:t> </w:t>
      </w:r>
      <w:r w:rsidRPr="00177DB0">
        <w:rPr>
          <w:rStyle w:val="Tun"/>
          <w:b w:val="0"/>
        </w:rPr>
        <w:t>plnění předmětné zakázky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bez jeho předložení těchto dokladů nebude možné zahájit práce na výše uvedených objektech.</w:t>
      </w:r>
    </w:p>
    <w:p w14:paraId="026D11A5" w14:textId="77777777" w:rsidR="00E66636" w:rsidRPr="00177DB0" w:rsidRDefault="00E66636" w:rsidP="00E66636">
      <w:pPr>
        <w:pStyle w:val="Text2-2"/>
        <w:numPr>
          <w:ilvl w:val="0"/>
          <w:numId w:val="0"/>
        </w:numPr>
        <w:ind w:left="1701"/>
        <w:rPr>
          <w:rStyle w:val="Tun"/>
          <w:b w:val="0"/>
        </w:rPr>
      </w:pPr>
    </w:p>
    <w:p w14:paraId="20C9F1BD" w14:textId="38FF1C62" w:rsidR="004E42F8" w:rsidRPr="00C720DF" w:rsidRDefault="004E42F8" w:rsidP="00C720DF">
      <w:pPr>
        <w:pStyle w:val="Text2-1"/>
        <w:rPr>
          <w:b/>
        </w:rPr>
      </w:pPr>
      <w:r w:rsidRPr="00C720DF">
        <w:rPr>
          <w:b/>
        </w:rPr>
        <w:lastRenderedPageBreak/>
        <w:t>Staveniště</w:t>
      </w:r>
    </w:p>
    <w:p w14:paraId="7E4BB2E7" w14:textId="77777777" w:rsidR="000A176E" w:rsidRPr="000A176E" w:rsidRDefault="000A176E" w:rsidP="000A176E">
      <w:pPr>
        <w:pStyle w:val="Text2-2"/>
      </w:pPr>
      <w:r w:rsidRPr="000A176E">
        <w:t xml:space="preserve">Předání Staveniště dalších částí </w:t>
      </w:r>
      <w:r w:rsidR="00151525">
        <w:t>d</w:t>
      </w:r>
      <w:r w:rsidRPr="000A176E">
        <w:t xml:space="preserve">íla se uskutečňuje na základě žádosti Zhotovitele. Objednatel předá Zhotoviteli Staveniště pro realizaci dalších částí </w:t>
      </w:r>
      <w:r w:rsidR="00151525">
        <w:t>d</w:t>
      </w:r>
      <w:r w:rsidRPr="000A176E">
        <w:t>íla nejpozději 14 kalendářních dnů před termínem zahájení realizace</w:t>
      </w:r>
      <w:r w:rsidR="00EA0297">
        <w:t xml:space="preserve"> v </w:t>
      </w:r>
      <w:r w:rsidRPr="000A176E">
        <w:t>souladu</w:t>
      </w:r>
      <w:r w:rsidR="00EA0297">
        <w:t xml:space="preserve"> s </w:t>
      </w:r>
      <w:r w:rsidRPr="000A176E">
        <w:t>„Harmonogramem postupu prací</w:t>
      </w:r>
      <w:r w:rsidR="00EA0297">
        <w:t xml:space="preserve"> a </w:t>
      </w:r>
      <w:r w:rsidRPr="000A176E">
        <w:t xml:space="preserve">finančního plnění“ prostřednictvím TDS. </w:t>
      </w:r>
    </w:p>
    <w:p w14:paraId="391B408E" w14:textId="77777777" w:rsidR="000A176E" w:rsidRPr="000A176E" w:rsidRDefault="000A176E" w:rsidP="000A176E">
      <w:pPr>
        <w:pStyle w:val="Text2-2"/>
      </w:pPr>
      <w:r w:rsidRPr="000A176E">
        <w:t xml:space="preserve">Během provádění </w:t>
      </w:r>
      <w:r w:rsidR="00151525">
        <w:t>d</w:t>
      </w:r>
      <w:r w:rsidRPr="000A176E">
        <w:t>íla Zhotovitel zajistí, aby na Staveništi nebyly žádné zbytečné překážky,</w:t>
      </w:r>
      <w:r w:rsidR="00EA0297">
        <w:t xml:space="preserve"> a </w:t>
      </w:r>
      <w:r w:rsidRPr="000A176E">
        <w:t>zajistí skladování nebo odstranění veškerého vybavení Zhotovitele nebo nespotřebovaného, či jinak nevyužitého materiálu. Zhotovitel provádí pravidelný úklid odpadů vznikajících</w:t>
      </w:r>
      <w:r w:rsidR="00EA0297">
        <w:t xml:space="preserve"> v </w:t>
      </w:r>
      <w:r w:rsidRPr="000A176E">
        <w:t>prostoru Staveniště</w:t>
      </w:r>
      <w:r w:rsidR="00EA0297">
        <w:t xml:space="preserve"> a v </w:t>
      </w:r>
      <w:r w:rsidRPr="000A176E">
        <w:t>rámci závěrečného úklidu odstraní ze Staveniště veškerý nepotřebný materiál, odpad</w:t>
      </w:r>
      <w:r w:rsidR="00EA0297">
        <w:t xml:space="preserve"> a </w:t>
      </w:r>
      <w:r w:rsidRPr="000A176E">
        <w:t xml:space="preserve">dočasná </w:t>
      </w:r>
      <w:r w:rsidR="00151525">
        <w:t>d</w:t>
      </w:r>
      <w:r w:rsidRPr="000A176E">
        <w:t>íla.</w:t>
      </w:r>
    </w:p>
    <w:p w14:paraId="38DE0900" w14:textId="77777777" w:rsidR="004E42F8" w:rsidRPr="000007E1" w:rsidRDefault="004E42F8" w:rsidP="00EE5578">
      <w:pPr>
        <w:pStyle w:val="Text2-1"/>
        <w:rPr>
          <w:b/>
        </w:rPr>
      </w:pPr>
      <w:r w:rsidRPr="000007E1">
        <w:rPr>
          <w:b/>
        </w:rPr>
        <w:t>Kvalita prací</w:t>
      </w:r>
      <w:r w:rsidR="00EA0297" w:rsidRPr="000007E1">
        <w:rPr>
          <w:b/>
        </w:rPr>
        <w:t xml:space="preserve"> a </w:t>
      </w:r>
      <w:r w:rsidRPr="000007E1">
        <w:rPr>
          <w:b/>
        </w:rPr>
        <w:t>kontrolní měření</w:t>
      </w:r>
    </w:p>
    <w:p w14:paraId="390C0B82" w14:textId="77777777" w:rsidR="000A176E" w:rsidRDefault="000A176E" w:rsidP="00C720DF">
      <w:pPr>
        <w:pStyle w:val="Text2-2"/>
      </w:pPr>
      <w:r>
        <w:t>Zhotovitel je povinen oznámit TDS předem způsob odstranění vady</w:t>
      </w:r>
      <w:r w:rsidR="00EA0297">
        <w:t xml:space="preserve"> a </w:t>
      </w:r>
      <w:r>
        <w:t>následně předat kopie dokladů o způsobu jejího skutečného odstranění včetně protokolů o případných zkouškách prováděných</w:t>
      </w:r>
      <w:r w:rsidR="00EA0297">
        <w:t xml:space="preserve"> v </w:t>
      </w:r>
      <w:r>
        <w:t>rámci odstranění vady.</w:t>
      </w:r>
    </w:p>
    <w:p w14:paraId="258FC6E5" w14:textId="03C275CF" w:rsidR="004E42F8" w:rsidRPr="00C720DF" w:rsidRDefault="000A176E" w:rsidP="00CC3DBA">
      <w:pPr>
        <w:pStyle w:val="Text2-2"/>
      </w:pPr>
      <w:r>
        <w:t>Odborné provádění zkoušek se Zhotovitel zavazuje zabezpečit</w:t>
      </w:r>
      <w:r w:rsidR="00EA0297">
        <w:t xml:space="preserve"> v </w:t>
      </w:r>
      <w:r>
        <w:t>souladu se svým systémem managementu jakosti předloženým</w:t>
      </w:r>
      <w:r w:rsidR="00EA0297">
        <w:t xml:space="preserve"> v </w:t>
      </w:r>
      <w:r>
        <w:t xml:space="preserve">nabídce na zhotovení </w:t>
      </w:r>
      <w:r w:rsidR="00151525">
        <w:t>d</w:t>
      </w:r>
      <w:r>
        <w:t xml:space="preserve">íla, pokud byl součástí ZD. </w:t>
      </w:r>
    </w:p>
    <w:p w14:paraId="2A4CF830" w14:textId="77777777" w:rsidR="004E42F8" w:rsidRPr="000007E1" w:rsidRDefault="004E42F8" w:rsidP="00424185">
      <w:pPr>
        <w:pStyle w:val="Text2-1"/>
        <w:rPr>
          <w:b/>
        </w:rPr>
      </w:pPr>
      <w:r w:rsidRPr="000007E1">
        <w:rPr>
          <w:b/>
        </w:rPr>
        <w:t>Provádění prací, organizace výstavby, výluky</w:t>
      </w:r>
      <w:r w:rsidR="00EA0297" w:rsidRPr="000007E1">
        <w:rPr>
          <w:b/>
        </w:rPr>
        <w:t xml:space="preserve"> a </w:t>
      </w:r>
      <w:r w:rsidRPr="000007E1">
        <w:rPr>
          <w:b/>
        </w:rPr>
        <w:t>technické požadavky</w:t>
      </w:r>
    </w:p>
    <w:p w14:paraId="65DA1364" w14:textId="77777777" w:rsidR="000A176E" w:rsidRDefault="000A176E" w:rsidP="000A176E">
      <w:pPr>
        <w:pStyle w:val="Text2-2"/>
      </w:pPr>
      <w:r>
        <w:t xml:space="preserve">Zhotovitel při provádění </w:t>
      </w:r>
      <w:r w:rsidR="00151525">
        <w:t>d</w:t>
      </w:r>
      <w:r>
        <w:t>íla musí dodržovat požadavky ZD, požadavky vnitřních předpisů Objednatele na provádění Díla (např. TKP)</w:t>
      </w:r>
      <w:r w:rsidR="00EA0297">
        <w:t xml:space="preserve"> a </w:t>
      </w:r>
      <w:r>
        <w:t>ostatních dokumentů obsažených</w:t>
      </w:r>
      <w:r w:rsidR="00EA0297">
        <w:t xml:space="preserve"> v </w:t>
      </w:r>
      <w:r>
        <w:t>SOD, včetně splnění veškerých požadavků</w:t>
      </w:r>
      <w:r w:rsidR="00EA0297">
        <w:t xml:space="preserve"> a </w:t>
      </w:r>
      <w:r>
        <w:t>připomínek dotčených orgánů</w:t>
      </w:r>
      <w:r w:rsidR="00EA0297">
        <w:t xml:space="preserve"> a </w:t>
      </w:r>
      <w:r>
        <w:t>osob, obsažených ve vyjádřeních</w:t>
      </w:r>
      <w:r w:rsidR="00EA0297">
        <w:t xml:space="preserve"> a </w:t>
      </w:r>
      <w:r>
        <w:t>stanoviscích k Projektové dokumentaci</w:t>
      </w:r>
      <w:r w:rsidR="00EA0297">
        <w:t xml:space="preserve"> v </w:t>
      </w:r>
      <w:r>
        <w:t>dokladové části Projektové dokumentace</w:t>
      </w:r>
      <w:r w:rsidR="00EA0297">
        <w:t xml:space="preserve"> a </w:t>
      </w:r>
      <w:r>
        <w:t>stavebním povolení.</w:t>
      </w:r>
    </w:p>
    <w:p w14:paraId="7A26C7E1" w14:textId="77777777" w:rsidR="000A176E" w:rsidRDefault="000A176E" w:rsidP="000A176E">
      <w:pPr>
        <w:pStyle w:val="Text2-2"/>
      </w:pPr>
      <w:r>
        <w:t>Objednatel je oprávněn kontrolovat provádění prací</w:t>
      </w:r>
      <w:r w:rsidR="00EA0297">
        <w:t xml:space="preserve"> a </w:t>
      </w:r>
      <w:r>
        <w:t>vykonávat stavební dozor</w:t>
      </w:r>
      <w:r w:rsidR="00EA0297">
        <w:t xml:space="preserve"> v </w:t>
      </w:r>
      <w:r>
        <w:t xml:space="preserve">rozsahu stanoveném SOD. </w:t>
      </w:r>
    </w:p>
    <w:p w14:paraId="3CCEF9CD" w14:textId="77777777" w:rsidR="000A176E" w:rsidRPr="000A176E" w:rsidRDefault="000A176E" w:rsidP="000A176E">
      <w:pPr>
        <w:pStyle w:val="Text2-2"/>
      </w:pPr>
      <w:r w:rsidRPr="000A176E">
        <w:t xml:space="preserve">Veškeré pracovní postupy nutné ke zhotovení </w:t>
      </w:r>
      <w:r w:rsidR="00151525">
        <w:t>d</w:t>
      </w:r>
      <w:r w:rsidRPr="000A176E">
        <w:t>íla</w:t>
      </w:r>
      <w:r w:rsidR="00EA0297">
        <w:t xml:space="preserve"> a </w:t>
      </w:r>
      <w:r w:rsidRPr="000A176E">
        <w:t>odstraňování jeho vad, se Zhotovitel zavazuje provádět tak, aby bez řádného projednání</w:t>
      </w:r>
      <w:r w:rsidR="00EA0297">
        <w:t xml:space="preserve"> s </w:t>
      </w:r>
      <w:r w:rsidRPr="000A176E">
        <w:t>vlastníky nezasahovaly do majetku</w:t>
      </w:r>
      <w:r w:rsidR="00EA0297">
        <w:t xml:space="preserve"> a </w:t>
      </w:r>
      <w:r w:rsidRPr="000A176E">
        <w:t xml:space="preserve">práv třetích osob. </w:t>
      </w:r>
    </w:p>
    <w:p w14:paraId="42CD324E" w14:textId="77777777" w:rsidR="004E42F8" w:rsidRPr="00C720DF" w:rsidRDefault="004E42F8" w:rsidP="00EE5578">
      <w:pPr>
        <w:pStyle w:val="Text2-1"/>
        <w:rPr>
          <w:b/>
        </w:rPr>
      </w:pPr>
      <w:r w:rsidRPr="00C720DF">
        <w:rPr>
          <w:b/>
        </w:rPr>
        <w:t>Dokumentace stavby</w:t>
      </w:r>
    </w:p>
    <w:p w14:paraId="550FC376" w14:textId="77777777" w:rsidR="0078413D" w:rsidRDefault="0078413D" w:rsidP="00C720DF">
      <w:pPr>
        <w:pStyle w:val="Text2-2"/>
      </w:pPr>
      <w:r>
        <w:t>Zhotovitel se zavazuje zajistit pravomocné stavební povolení potřebná k</w:t>
      </w:r>
      <w:r w:rsidR="00EA0297">
        <w:t> </w:t>
      </w:r>
      <w:r>
        <w:t>zahájení</w:t>
      </w:r>
      <w:r w:rsidR="00EA0297">
        <w:t xml:space="preserve"> a </w:t>
      </w:r>
      <w:r>
        <w:t xml:space="preserve">provádění </w:t>
      </w:r>
      <w:r w:rsidR="00151525">
        <w:t>d</w:t>
      </w:r>
      <w:r>
        <w:t>íla včetně pravomocného stavebního povolení na Zařízení Staveniště. Zhotovitel zodpovídá za soulad stavebních povolení</w:t>
      </w:r>
      <w:r w:rsidR="00EA0297">
        <w:t xml:space="preserve"> s </w:t>
      </w:r>
      <w:r>
        <w:t xml:space="preserve">dalšími navazujícími částmi Projektové dokumentace. </w:t>
      </w:r>
    </w:p>
    <w:p w14:paraId="58CA59A3" w14:textId="6F56132D" w:rsidR="0078413D" w:rsidRDefault="0078413D" w:rsidP="00C720DF">
      <w:pPr>
        <w:pStyle w:val="Text2-2"/>
      </w:pPr>
      <w:r w:rsidRPr="00C720DF">
        <w:rPr>
          <w:b/>
        </w:rPr>
        <w:t xml:space="preserve">Zhotovitel je oprávněn zahájit stavební práce na příslušných částech Díla nejdříve po obdržení pravomocného </w:t>
      </w:r>
      <w:r w:rsidR="00181B6B">
        <w:rPr>
          <w:b/>
        </w:rPr>
        <w:t xml:space="preserve">stavebního </w:t>
      </w:r>
      <w:r w:rsidRPr="00C720DF">
        <w:rPr>
          <w:b/>
        </w:rPr>
        <w:t>povolení, či jiného potřebného rozhodnutí příslušného správního orgánu</w:t>
      </w:r>
      <w:r w:rsidR="00EA0297">
        <w:rPr>
          <w:b/>
        </w:rPr>
        <w:t xml:space="preserve"> a </w:t>
      </w:r>
      <w:r w:rsidRPr="00C720DF">
        <w:rPr>
          <w:b/>
        </w:rPr>
        <w:t>předání Staveniště Objednatelem</w:t>
      </w:r>
      <w:r>
        <w:t>.</w:t>
      </w:r>
    </w:p>
    <w:p w14:paraId="65DD9EE6" w14:textId="77777777" w:rsidR="0078413D" w:rsidRDefault="0078413D" w:rsidP="00C720DF">
      <w:pPr>
        <w:pStyle w:val="Text2-2"/>
      </w:pPr>
      <w:r>
        <w:t>Před zahájením zhotovení stavby</w:t>
      </w:r>
      <w:r w:rsidR="00EA0297">
        <w:t xml:space="preserve"> i v </w:t>
      </w:r>
      <w:r>
        <w:t>příslušných částech</w:t>
      </w:r>
      <w:r w:rsidR="00EA0297">
        <w:t xml:space="preserve"> v </w:t>
      </w:r>
      <w:r>
        <w:t>postupné návaznosti (dle harmonogramu podle SOD) bude vždy dopracována</w:t>
      </w:r>
      <w:r w:rsidR="00EA0297">
        <w:t xml:space="preserve"> a </w:t>
      </w:r>
      <w:r>
        <w:t>schválena kompletní dokumentace</w:t>
      </w:r>
      <w:r w:rsidR="00EA0297">
        <w:t xml:space="preserve"> v </w:t>
      </w:r>
      <w:r>
        <w:t>podrobnosti PDPS, včetně RDS (tj.</w:t>
      </w:r>
      <w:r w:rsidR="000901EA">
        <w:t> </w:t>
      </w:r>
      <w:r>
        <w:t>výrobní, montážní</w:t>
      </w:r>
      <w:r w:rsidR="00EA0297">
        <w:t xml:space="preserve"> a </w:t>
      </w:r>
      <w:r>
        <w:t>dílenské), včetně Soupisu prací jako podkladu pro Vyúčtování.</w:t>
      </w:r>
    </w:p>
    <w:p w14:paraId="0225D1D9" w14:textId="77777777" w:rsidR="0078413D" w:rsidRDefault="0078413D" w:rsidP="00C720DF">
      <w:pPr>
        <w:pStyle w:val="Text2-2"/>
      </w:pPr>
      <w:r>
        <w:t>Zhotovitel je plně odpovědný za případné vady</w:t>
      </w:r>
      <w:r w:rsidR="00EA0297">
        <w:t xml:space="preserve"> a </w:t>
      </w:r>
      <w:r>
        <w:t>nedostatky Projektové dokumentace, které mohou mít vlivem stavební činnosti</w:t>
      </w:r>
      <w:r w:rsidR="00EA0297">
        <w:t xml:space="preserve"> a </w:t>
      </w:r>
      <w:r>
        <w:t>veškeré činnosti Zhotovitele, spojené</w:t>
      </w:r>
      <w:r w:rsidR="00EA0297">
        <w:t xml:space="preserve"> s </w:t>
      </w:r>
      <w:r>
        <w:t xml:space="preserve">prováděním </w:t>
      </w:r>
      <w:r w:rsidR="00151525">
        <w:t>d</w:t>
      </w:r>
      <w:r>
        <w:t>íla, negativní/škodlivý vliv na životní prostředí. Zhotovitel souhlasí</w:t>
      </w:r>
      <w:r w:rsidR="00EA0297">
        <w:t xml:space="preserve"> s </w:t>
      </w:r>
      <w:r>
        <w:t>tím, že nahradí Objednateli veškeré následně vzniklé náklady spojené</w:t>
      </w:r>
      <w:r w:rsidR="00EA0297">
        <w:t xml:space="preserve"> s </w:t>
      </w:r>
      <w:r>
        <w:t>opatřeními nutnými k ochraně životního prostředí před vlivem stavební činnosti</w:t>
      </w:r>
      <w:r w:rsidR="00EA0297">
        <w:t xml:space="preserve"> a </w:t>
      </w:r>
      <w:r>
        <w:t>veškeré činnosti Zhotovitele</w:t>
      </w:r>
      <w:r w:rsidR="00EA0297">
        <w:t xml:space="preserve"> a </w:t>
      </w:r>
      <w:r>
        <w:t>veškeré náklady spojené</w:t>
      </w:r>
      <w:r w:rsidR="00EA0297">
        <w:t xml:space="preserve"> s </w:t>
      </w:r>
      <w:r>
        <w:t>prováděním prací</w:t>
      </w:r>
      <w:r w:rsidR="00EA0297">
        <w:t xml:space="preserve"> v </w:t>
      </w:r>
      <w:r>
        <w:t>souladu</w:t>
      </w:r>
      <w:r w:rsidR="00EA0297">
        <w:t xml:space="preserve"> s </w:t>
      </w:r>
      <w:r>
        <w:t xml:space="preserve">Právními předpisy na ochranu </w:t>
      </w:r>
      <w:r>
        <w:lastRenderedPageBreak/>
        <w:t>životního prostředí, stejně tak jako</w:t>
      </w:r>
      <w:r w:rsidR="00EA0297">
        <w:t xml:space="preserve"> i </w:t>
      </w:r>
      <w:r>
        <w:t>pokuty</w:t>
      </w:r>
      <w:r w:rsidR="00EA0297">
        <w:t xml:space="preserve"> a </w:t>
      </w:r>
      <w:r>
        <w:t xml:space="preserve">poplatky uložené orgány veřejné správy během provádění </w:t>
      </w:r>
      <w:r w:rsidR="00151525">
        <w:t>d</w:t>
      </w:r>
      <w:r w:rsidR="000901EA">
        <w:t>íla.</w:t>
      </w:r>
    </w:p>
    <w:p w14:paraId="7FF021B5" w14:textId="77777777" w:rsidR="0078413D" w:rsidRPr="00C720DF" w:rsidRDefault="0078413D" w:rsidP="0078413D">
      <w:pPr>
        <w:pStyle w:val="Text2-1"/>
        <w:rPr>
          <w:b/>
        </w:rPr>
      </w:pPr>
      <w:r w:rsidRPr="00C720DF">
        <w:rPr>
          <w:b/>
        </w:rPr>
        <w:t>Dokumentace skutečného provedení stavby</w:t>
      </w:r>
    </w:p>
    <w:p w14:paraId="3A4A1F95" w14:textId="77777777" w:rsidR="000B155F" w:rsidRDefault="000B155F" w:rsidP="000B155F">
      <w:pPr>
        <w:pStyle w:val="Text2-2"/>
      </w:pPr>
      <w:r>
        <w:t>Zhotovitel se zavazuje</w:t>
      </w:r>
      <w:r w:rsidR="00EA0297">
        <w:t xml:space="preserve"> v </w:t>
      </w:r>
      <w:r>
        <w:t>rámci plnění díla zajistit zpracování dokumentace skutečného provedení stavby DSPS</w:t>
      </w:r>
      <w:r w:rsidR="00EA0297">
        <w:t xml:space="preserve"> v </w:t>
      </w:r>
      <w:r>
        <w:t>trvalé listinné</w:t>
      </w:r>
      <w:r w:rsidR="00EA0297">
        <w:t xml:space="preserve"> a </w:t>
      </w:r>
      <w:r>
        <w:t xml:space="preserve">elektronické podobě. </w:t>
      </w:r>
    </w:p>
    <w:p w14:paraId="48AA673A" w14:textId="542A99EF" w:rsidR="0078413D" w:rsidRDefault="000B155F" w:rsidP="00C720DF">
      <w:pPr>
        <w:pStyle w:val="Text2-2"/>
      </w:pPr>
      <w:r>
        <w:t>DSPS bude zpracována minimálně</w:t>
      </w:r>
      <w:r w:rsidR="00EA0297">
        <w:t xml:space="preserve"> v </w:t>
      </w:r>
      <w:r>
        <w:t>rozsahu vyhlášky č. 499/2006 Sb., o</w:t>
      </w:r>
      <w:r w:rsidR="00EA0297">
        <w:t> </w:t>
      </w:r>
      <w:r>
        <w:t>dokumentaci staveb. Podkladem pro vypracování je Dokumentace</w:t>
      </w:r>
      <w:r w:rsidR="00EA0297">
        <w:t xml:space="preserve"> a </w:t>
      </w:r>
      <w:r>
        <w:t>RDS pro zhotovovací práce</w:t>
      </w:r>
      <w:r w:rsidR="00EA0297">
        <w:t>. V </w:t>
      </w:r>
      <w:r w:rsidR="0078413D">
        <w:t>DSPS budou zapracované veškeré změny</w:t>
      </w:r>
      <w:r w:rsidR="00EA0297">
        <w:t xml:space="preserve"> a </w:t>
      </w:r>
      <w:r w:rsidR="0078413D">
        <w:t>dodatky, jak ve výkresové</w:t>
      </w:r>
      <w:r>
        <w:t>,</w:t>
      </w:r>
      <w:r w:rsidR="0078413D">
        <w:t xml:space="preserve"> tak</w:t>
      </w:r>
      <w:r w:rsidR="00EA0297">
        <w:t xml:space="preserve"> v </w:t>
      </w:r>
      <w:r w:rsidR="0078413D">
        <w:t>textové části.</w:t>
      </w:r>
      <w:r>
        <w:t xml:space="preserve"> DSPS bude</w:t>
      </w:r>
      <w:r w:rsidR="00EA0297">
        <w:t xml:space="preserve"> v </w:t>
      </w:r>
      <w:r w:rsidRPr="000B155F">
        <w:t xml:space="preserve">členění dle schválené </w:t>
      </w:r>
      <w:r w:rsidR="00181B6B">
        <w:t>DSP</w:t>
      </w:r>
      <w:r>
        <w:t>.</w:t>
      </w:r>
    </w:p>
    <w:p w14:paraId="4C46FC94" w14:textId="77777777" w:rsidR="000B155F" w:rsidRPr="000B155F" w:rsidRDefault="000B155F" w:rsidP="000B155F">
      <w:pPr>
        <w:pStyle w:val="Text2-2"/>
      </w:pPr>
      <w:r w:rsidRPr="000B155F">
        <w:t xml:space="preserve">Zhotovitel se zavazuje předat jedno pracovní vyhotovení </w:t>
      </w:r>
      <w:r>
        <w:t>DSPS</w:t>
      </w:r>
      <w:r w:rsidR="00EA0297">
        <w:t xml:space="preserve"> v </w:t>
      </w:r>
      <w:r w:rsidRPr="000B155F">
        <w:t>listinné podobě Objednateli nejpozději 7 kalendářních dní před zahájením přejímacích zkoušek k odsouhlasení. K převzetí prací díla nebo části díla předá dvě vyhotovení technické dokumentace</w:t>
      </w:r>
      <w:r w:rsidR="00EA0297">
        <w:t xml:space="preserve"> v </w:t>
      </w:r>
      <w:r w:rsidRPr="000B155F">
        <w:t>listinné podobě se zapracovanými připomínkami. Předání této dokumentace bude zaznamenáno</w:t>
      </w:r>
      <w:r w:rsidR="00EA0297">
        <w:t xml:space="preserve"> v </w:t>
      </w:r>
      <w:r w:rsidRPr="000B155F">
        <w:t>protokolu převzetí prací.</w:t>
      </w:r>
    </w:p>
    <w:p w14:paraId="5A5491CE" w14:textId="5C370828" w:rsidR="0078413D" w:rsidRDefault="0078413D" w:rsidP="00C720DF">
      <w:pPr>
        <w:pStyle w:val="Text2-2"/>
      </w:pPr>
      <w:r>
        <w:t>Součástí dokumentů skutečného provedení stavby pro účely kolaudace je také zajištění dokladů, které se týkají projednání stavby, zápisy</w:t>
      </w:r>
      <w:r w:rsidR="00EA0297">
        <w:t xml:space="preserve"> z </w:t>
      </w:r>
      <w:r>
        <w:t>jednání, veškerá souhlasná vyjádření</w:t>
      </w:r>
      <w:r w:rsidR="00EA0297">
        <w:t xml:space="preserve"> a </w:t>
      </w:r>
      <w:r>
        <w:t>stanoviska dotčených orgánů</w:t>
      </w:r>
      <w:r w:rsidR="00EA0297">
        <w:t xml:space="preserve"> a </w:t>
      </w:r>
      <w:r>
        <w:t>dalších osob, současných</w:t>
      </w:r>
      <w:r w:rsidR="00EA0297">
        <w:t xml:space="preserve"> i </w:t>
      </w:r>
      <w:r>
        <w:t>budoucích správců</w:t>
      </w:r>
      <w:r w:rsidR="00EA0297">
        <w:t xml:space="preserve"> a </w:t>
      </w:r>
      <w:r>
        <w:t xml:space="preserve">provozovatelů, včetně dokladů o projednání zásahu stavby do majetku třetích osob, dle požadavku vydaných stavebních </w:t>
      </w:r>
      <w:r w:rsidRPr="007F2B34">
        <w:t>povolení.</w:t>
      </w:r>
      <w:r w:rsidR="00944E07" w:rsidRPr="007F2B34">
        <w:t xml:space="preserve"> </w:t>
      </w:r>
      <w:r w:rsidR="00944E07" w:rsidRPr="007F2B34">
        <w:rPr>
          <w:color w:val="000000"/>
          <w:sz w:val="20"/>
          <w:szCs w:val="20"/>
        </w:rPr>
        <w:t>Zhotovitel musí rovněž zajistit aktualizaci nebo vydání nového průkazu způsobilosti určeného technického zařízení (UTZ).</w:t>
      </w:r>
    </w:p>
    <w:p w14:paraId="796A7615" w14:textId="77777777" w:rsidR="0078413D" w:rsidRDefault="0078413D" w:rsidP="00C720DF">
      <w:pPr>
        <w:pStyle w:val="Text2-2"/>
      </w:pPr>
      <w:r>
        <w:t>Součástí DSPS budou podrobné Soupisy prací pro jednotlivé SO</w:t>
      </w:r>
      <w:r w:rsidR="00EA0297">
        <w:t xml:space="preserve"> a </w:t>
      </w:r>
      <w:r>
        <w:t>PS</w:t>
      </w:r>
      <w:r w:rsidR="00EA0297">
        <w:t xml:space="preserve"> v </w:t>
      </w:r>
      <w:r>
        <w:t>rozsahu oceněného Soupisu prací dle požadavků vyhlášky č. 169/2016 Sb.</w:t>
      </w:r>
      <w:r w:rsidR="00EA0297">
        <w:t xml:space="preserve"> a s</w:t>
      </w:r>
      <w:r>
        <w:t>měrnice SŽDC č. 20</w:t>
      </w:r>
      <w:r w:rsidR="00EA0297">
        <w:t xml:space="preserve"> v </w:t>
      </w:r>
      <w:r>
        <w:t>otevřené</w:t>
      </w:r>
      <w:r w:rsidR="00EA0297">
        <w:t xml:space="preserve"> a </w:t>
      </w:r>
      <w:r>
        <w:t>uzavřené formě.“</w:t>
      </w:r>
    </w:p>
    <w:p w14:paraId="0440F333" w14:textId="4C2480EA" w:rsidR="00177DB0" w:rsidRDefault="00177DB0" w:rsidP="00177DB0">
      <w:pPr>
        <w:pStyle w:val="Text2-2"/>
      </w:pPr>
      <w:r w:rsidRPr="00177DB0">
        <w:t>Předání D</w:t>
      </w:r>
      <w:r>
        <w:t xml:space="preserve">SPS </w:t>
      </w:r>
      <w:r w:rsidRPr="00177DB0">
        <w:t>Zhotovitelem Objednateli proběhne</w:t>
      </w:r>
      <w:r w:rsidR="00EA0297">
        <w:t xml:space="preserve"> v </w:t>
      </w:r>
      <w:r w:rsidRPr="00177DB0">
        <w:t>listinné podobě ve třech vyhotoveních</w:t>
      </w:r>
      <w:r w:rsidR="00EA0297">
        <w:t xml:space="preserve"> a </w:t>
      </w:r>
      <w:r w:rsidRPr="00177DB0">
        <w:t>kompletní dokumentace</w:t>
      </w:r>
      <w:r w:rsidR="00EA0297">
        <w:t xml:space="preserve"> v </w:t>
      </w:r>
      <w:r w:rsidRPr="00177DB0">
        <w:t>elektronické podobě</w:t>
      </w:r>
      <w:r w:rsidR="00EA0297">
        <w:t xml:space="preserve"> v </w:t>
      </w:r>
      <w:r>
        <w:t>otevřené (</w:t>
      </w:r>
      <w:r w:rsidRPr="00177DB0">
        <w:t>ve formátu *.DOCX; *.XLSX; *.DGN; *.TXT, *.ASC</w:t>
      </w:r>
      <w:r>
        <w:t>; *.DGN;</w:t>
      </w:r>
      <w:r w:rsidRPr="00177DB0">
        <w:t xml:space="preserve"> *.DWG</w:t>
      </w:r>
      <w:r>
        <w:t>; z</w:t>
      </w:r>
      <w:r w:rsidRPr="00177DB0">
        <w:t>a elektronickou podobu se nepovažuje výkres skenovaný</w:t>
      </w:r>
      <w:r>
        <w:t>)</w:t>
      </w:r>
      <w:r w:rsidR="00EA0297">
        <w:t xml:space="preserve"> a </w:t>
      </w:r>
      <w:r>
        <w:t xml:space="preserve">uzavřené formě (formátu *PDF/A) na médiu DVD </w:t>
      </w:r>
      <w:r w:rsidR="0029566C">
        <w:t>se uskuteční při předání a převzetí dokončeného díla.</w:t>
      </w:r>
    </w:p>
    <w:p w14:paraId="4ABEB0D6" w14:textId="77777777" w:rsidR="004E42F8" w:rsidRPr="00C720DF" w:rsidRDefault="004E42F8" w:rsidP="00EE5578">
      <w:pPr>
        <w:pStyle w:val="Text2-1"/>
        <w:rPr>
          <w:b/>
        </w:rPr>
      </w:pPr>
      <w:r w:rsidRPr="00C720DF">
        <w:rPr>
          <w:b/>
        </w:rPr>
        <w:t>Životní prostředí</w:t>
      </w:r>
      <w:r w:rsidR="000B155F">
        <w:rPr>
          <w:b/>
        </w:rPr>
        <w:t>, odpady</w:t>
      </w:r>
    </w:p>
    <w:p w14:paraId="1092DC42" w14:textId="77777777" w:rsidR="000B155F" w:rsidRDefault="000B155F" w:rsidP="000B155F">
      <w:pPr>
        <w:pStyle w:val="Text2-2"/>
      </w:pPr>
      <w:r>
        <w:t xml:space="preserve">Zhotovitel vždy předloží Objednateli před převzetím části </w:t>
      </w:r>
      <w:r w:rsidR="00151525">
        <w:t>d</w:t>
      </w:r>
      <w:r>
        <w:t>íla, jako podklad ke kolaudačnímu souhlasu nebo kolaudačnímu rozhodnutí doklady o nakládání</w:t>
      </w:r>
      <w:r w:rsidR="00EA0297">
        <w:t xml:space="preserve"> s </w:t>
      </w:r>
      <w:r>
        <w:t>odpady. Součástí těchto dokladů budou zejména evidence o druzích</w:t>
      </w:r>
      <w:r w:rsidR="00EA0297">
        <w:t xml:space="preserve"> a </w:t>
      </w:r>
      <w:r>
        <w:t>množství odpadů, evidence o množství</w:t>
      </w:r>
      <w:r w:rsidR="00EA0297">
        <w:t xml:space="preserve"> a </w:t>
      </w:r>
      <w:r>
        <w:t>druzích recyklovaných stavebních</w:t>
      </w:r>
      <w:r w:rsidR="00EA0297">
        <w:t xml:space="preserve"> a </w:t>
      </w:r>
      <w:r>
        <w:t>demoličních odpadů, odpadů předaných k recyklaci na recyklační závod, evidence o množství</w:t>
      </w:r>
      <w:r w:rsidR="00EA0297">
        <w:t xml:space="preserve"> a </w:t>
      </w:r>
      <w:r>
        <w:t>druzích výzisku, včetně evidence o jejich uskladnění, využití nebo odstranění,</w:t>
      </w:r>
      <w:r w:rsidR="00EA0297">
        <w:t xml:space="preserve"> a </w:t>
      </w:r>
      <w:r>
        <w:t>to včetně provozovatelů zařízení určeného pro nakládání</w:t>
      </w:r>
      <w:r w:rsidR="00EA0297">
        <w:t xml:space="preserve"> s </w:t>
      </w:r>
      <w:r>
        <w:t>odpady, jimž byly odpady předány.</w:t>
      </w:r>
    </w:p>
    <w:p w14:paraId="6D1893A2" w14:textId="77777777" w:rsidR="000B155F" w:rsidRDefault="000B155F" w:rsidP="000B155F">
      <w:pPr>
        <w:pStyle w:val="Text2-2"/>
      </w:pPr>
      <w:r>
        <w:t>Zhotovitel zpracuje Závěrečnou zprávu odpadového hospodářství stavby podle závazné osnovy uvedené</w:t>
      </w:r>
      <w:r w:rsidR="00EA0297">
        <w:t xml:space="preserve"> v </w:t>
      </w:r>
      <w:r>
        <w:t>Příloze B.1 směrnice SŽ SM096, Směrnice pro nakládání</w:t>
      </w:r>
      <w:r w:rsidR="00EA0297">
        <w:t xml:space="preserve"> s </w:t>
      </w:r>
      <w:r>
        <w:t>odpady, čj. 36061/2022-SŽ-GŘ-O15 ze dne 1. 6. 2022 (dále jen „SŽ SM096“), včetně Výkazu o předcházení vzniku odpadu</w:t>
      </w:r>
      <w:r w:rsidR="00EA0297">
        <w:t xml:space="preserve"> a </w:t>
      </w:r>
      <w:r>
        <w:t>nakládání</w:t>
      </w:r>
      <w:r w:rsidR="00EA0297">
        <w:t xml:space="preserve"> s </w:t>
      </w:r>
      <w:r>
        <w:t>odpady dle Přílohy B.2 směrnice SŽ SM096.</w:t>
      </w:r>
    </w:p>
    <w:p w14:paraId="7A15BF7B" w14:textId="77777777" w:rsidR="0069470F" w:rsidRDefault="0069470F" w:rsidP="0069470F">
      <w:pPr>
        <w:pStyle w:val="Nadpis2-1"/>
      </w:pPr>
      <w:bookmarkStart w:id="25" w:name="_Toc7077140"/>
      <w:bookmarkStart w:id="26" w:name="_Toc135205986"/>
      <w:r w:rsidRPr="00EC2E51">
        <w:t>ORGANIZACE</w:t>
      </w:r>
      <w:r>
        <w:t xml:space="preserve"> VÝSTAVBY, VÝLUKY</w:t>
      </w:r>
      <w:bookmarkEnd w:id="25"/>
      <w:bookmarkEnd w:id="26"/>
    </w:p>
    <w:p w14:paraId="2F5FD868" w14:textId="77777777" w:rsidR="00177DB0" w:rsidRPr="00177DB0" w:rsidRDefault="00177DB0" w:rsidP="00C720DF">
      <w:pPr>
        <w:pStyle w:val="Text2-1"/>
      </w:pPr>
      <w:r w:rsidRPr="00177DB0">
        <w:t>Při zpracování harmonogramu je nutné vycházet</w:t>
      </w:r>
      <w:r w:rsidR="00EA0297">
        <w:t xml:space="preserve"> z </w:t>
      </w:r>
      <w:r w:rsidRPr="00177DB0">
        <w:t>jednotlivých stavebních postupů uvedených</w:t>
      </w:r>
      <w:r w:rsidR="00EA0297">
        <w:t xml:space="preserve"> v </w:t>
      </w:r>
      <w:r w:rsidRPr="00177DB0">
        <w:t>ZOV.</w:t>
      </w:r>
    </w:p>
    <w:p w14:paraId="0AFDD80A" w14:textId="77777777" w:rsidR="00177DB0" w:rsidRPr="00177DB0" w:rsidRDefault="00177DB0" w:rsidP="00C720DF">
      <w:pPr>
        <w:pStyle w:val="Text2-1"/>
      </w:pPr>
      <w:r w:rsidRPr="00177DB0">
        <w:t>Zhotovitel je oprávněn zahájit realizaci Stavby po obdržení pravomocného stavebního povolení, či jiného potřebného rozhodnutí příslušného správního orgánu.</w:t>
      </w:r>
    </w:p>
    <w:p w14:paraId="4755AB55" w14:textId="77777777" w:rsidR="00177DB0" w:rsidRPr="00177DB0" w:rsidRDefault="00177DB0" w:rsidP="00C720DF">
      <w:pPr>
        <w:pStyle w:val="Text2-1"/>
      </w:pPr>
      <w:r w:rsidRPr="00177DB0">
        <w:lastRenderedPageBreak/>
        <w:t>V harmonogramu postupu prací je nutno dle ZOV</w:t>
      </w:r>
      <w:r w:rsidR="00EA0297">
        <w:t xml:space="preserve"> v </w:t>
      </w:r>
      <w:r w:rsidRPr="00177DB0">
        <w:t>Projektové dokumentaci respektovat zejména následující požadavky</w:t>
      </w:r>
      <w:r w:rsidR="00EA0297">
        <w:t xml:space="preserve"> a </w:t>
      </w:r>
      <w:r w:rsidRPr="00177DB0">
        <w:t>termíny:</w:t>
      </w:r>
    </w:p>
    <w:p w14:paraId="3C9AC275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termín zahájení</w:t>
      </w:r>
      <w:r w:rsidR="00EA0297" w:rsidRPr="00C042E2">
        <w:rPr>
          <w:sz w:val="18"/>
          <w:szCs w:val="18"/>
        </w:rPr>
        <w:t xml:space="preserve"> a </w:t>
      </w:r>
      <w:r w:rsidRPr="00C042E2">
        <w:rPr>
          <w:sz w:val="18"/>
          <w:szCs w:val="18"/>
        </w:rPr>
        <w:t>ukončení stavby</w:t>
      </w:r>
    </w:p>
    <w:p w14:paraId="1822CF88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možné termíny uvádění provozuschopných celků do provozu</w:t>
      </w:r>
    </w:p>
    <w:p w14:paraId="0A8063C2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přechodové stavy, provozní zkoušky (kontrolní</w:t>
      </w:r>
      <w:r w:rsidR="00EA0297" w:rsidRPr="00C042E2">
        <w:rPr>
          <w:sz w:val="18"/>
          <w:szCs w:val="18"/>
        </w:rPr>
        <w:t xml:space="preserve"> a </w:t>
      </w:r>
      <w:r w:rsidRPr="00C042E2">
        <w:rPr>
          <w:sz w:val="18"/>
          <w:szCs w:val="18"/>
        </w:rPr>
        <w:t>zkušební plán)</w:t>
      </w:r>
    </w:p>
    <w:p w14:paraId="138EB6A6" w14:textId="77777777" w:rsidR="00DA6953" w:rsidRDefault="00DA6953" w:rsidP="00DA6953">
      <w:pPr>
        <w:pStyle w:val="Nadpis2-1"/>
      </w:pPr>
      <w:bookmarkStart w:id="27" w:name="_Toc12371215"/>
      <w:bookmarkStart w:id="28" w:name="_Toc135205987"/>
      <w:r w:rsidRPr="00811815">
        <w:t>SPECIFICKÉ POŽADAVKY</w:t>
      </w:r>
      <w:bookmarkEnd w:id="27"/>
      <w:bookmarkEnd w:id="28"/>
    </w:p>
    <w:p w14:paraId="6501BE84" w14:textId="77777777" w:rsidR="00B22BF0" w:rsidRDefault="00B22BF0" w:rsidP="00603A71">
      <w:pPr>
        <w:pStyle w:val="Nadpis2-2"/>
        <w:numPr>
          <w:ilvl w:val="1"/>
          <w:numId w:val="7"/>
        </w:numPr>
      </w:pPr>
      <w:bookmarkStart w:id="29" w:name="_Toc135205988"/>
      <w:r>
        <w:t>Všeobecně:</w:t>
      </w:r>
      <w:bookmarkEnd w:id="29"/>
    </w:p>
    <w:p w14:paraId="0EF6C159" w14:textId="77777777" w:rsidR="00B22BF0" w:rsidRPr="0012419F" w:rsidRDefault="00B22BF0" w:rsidP="0012419F">
      <w:pPr>
        <w:pStyle w:val="Text2-2"/>
      </w:pPr>
      <w:r w:rsidRPr="00A2637A">
        <w:t xml:space="preserve">Předmětem Díla </w:t>
      </w:r>
      <w:r w:rsidRPr="0012419F">
        <w:t>je vytvoření projektové realizační dokumentace a následná realizace FVE včetně veškerých nezbytných úprav ostatních dotčených systémů. FVE musí splňovat veškeré zákonné a normativní povinnosti.</w:t>
      </w:r>
    </w:p>
    <w:p w14:paraId="2B641C52" w14:textId="2DF0B478" w:rsidR="00B22BF0" w:rsidRPr="0012419F" w:rsidRDefault="00B22BF0" w:rsidP="0012419F">
      <w:pPr>
        <w:pStyle w:val="Text2-2"/>
      </w:pPr>
      <w:r w:rsidRPr="0012419F">
        <w:t xml:space="preserve">V rámci projektové dokumentace je nutnost zažádat distributora o vyjádření k připojení FVE do jeho </w:t>
      </w:r>
      <w:r w:rsidR="00EB4097">
        <w:t>distribuční soustavy nebo lokální distribuční soustavy</w:t>
      </w:r>
      <w:r w:rsidR="00446C99">
        <w:t>.</w:t>
      </w:r>
      <w:r w:rsidRPr="0012419F">
        <w:t xml:space="preserve"> Distributor smí požadovat t</w:t>
      </w:r>
      <w:r w:rsidR="00EB4097">
        <w:t>zv</w:t>
      </w:r>
      <w:r w:rsidRPr="0012419F">
        <w:t xml:space="preserve">. Studii </w:t>
      </w:r>
      <w:proofErr w:type="spellStart"/>
      <w:r w:rsidRPr="0012419F">
        <w:t>připojitelnosti</w:t>
      </w:r>
      <w:proofErr w:type="spellEnd"/>
      <w:r w:rsidRPr="0012419F">
        <w:t xml:space="preserve">, dle podmínek § 5 uvedených v PPLDS. </w:t>
      </w:r>
    </w:p>
    <w:p w14:paraId="3A9F36FA" w14:textId="77777777" w:rsidR="00B22BF0" w:rsidRPr="0012419F" w:rsidRDefault="00B22BF0" w:rsidP="0012419F">
      <w:pPr>
        <w:pStyle w:val="Text2-2"/>
      </w:pPr>
      <w:r w:rsidRPr="0012419F">
        <w:t>Projektová dokumentace musí splňovat veškeré náležitosti dané dotačními podmínkami tak, aby po prvním paralelním připojení výrobny mohlo dojít k naplnění požadavků dotačního titulu.</w:t>
      </w:r>
    </w:p>
    <w:p w14:paraId="090CEFB6" w14:textId="77777777" w:rsidR="00B22BF0" w:rsidRPr="0012419F" w:rsidRDefault="00B22BF0" w:rsidP="0012419F">
      <w:pPr>
        <w:pStyle w:val="Text2-2"/>
      </w:pPr>
      <w:r w:rsidRPr="0012419F">
        <w:t xml:space="preserve">Konstrukce FVE nesmí být napojena na hromosvodovou soustavu. Pro uvedení neživých částí FVE na stejný potenciál bude provedeno ochranné pospojování podle ČSN 33 2000-4-41 </w:t>
      </w:r>
      <w:proofErr w:type="spellStart"/>
      <w:r w:rsidRPr="0012419F">
        <w:t>ed</w:t>
      </w:r>
      <w:proofErr w:type="spellEnd"/>
      <w:r w:rsidRPr="0012419F">
        <w:t xml:space="preserve">. 3. </w:t>
      </w:r>
    </w:p>
    <w:p w14:paraId="5054D941" w14:textId="77777777" w:rsidR="00B22BF0" w:rsidRPr="00A2637A" w:rsidRDefault="00B22BF0" w:rsidP="0012419F">
      <w:pPr>
        <w:pStyle w:val="Text2-2"/>
      </w:pPr>
      <w:r w:rsidRPr="0012419F">
        <w:t>Důležitou a nedílnou součástí dokumentace</w:t>
      </w:r>
      <w:r w:rsidRPr="00A2637A">
        <w:t xml:space="preserve"> bude:</w:t>
      </w:r>
    </w:p>
    <w:p w14:paraId="621F7F08" w14:textId="2F726EE5" w:rsidR="00B22BF0" w:rsidRPr="00C042E2" w:rsidRDefault="00B22BF0" w:rsidP="0012419F">
      <w:pPr>
        <w:pStyle w:val="Odrka1-4"/>
      </w:pPr>
      <w:r w:rsidRPr="00C042E2">
        <w:t>Revidování stávajícího PBŘ budovy (případně vypracování nového) a</w:t>
      </w:r>
      <w:r w:rsidR="00D13077">
        <w:t> </w:t>
      </w:r>
      <w:r w:rsidRPr="00C042E2">
        <w:t xml:space="preserve">posouzení vhodnosti rozdělení požárních úseků v případě, že technologie k FVE musí být podle ČSN 73 0834 umístěna v samostatném požárním úseku. </w:t>
      </w:r>
    </w:p>
    <w:p w14:paraId="6D594FBD" w14:textId="77777777" w:rsidR="00B22BF0" w:rsidRDefault="00B22BF0" w:rsidP="0012419F">
      <w:pPr>
        <w:pStyle w:val="Odrka1-4"/>
      </w:pPr>
      <w:r w:rsidRPr="00C042E2">
        <w:t xml:space="preserve">Získat, případně vyhotovit dokument „Výpočet a řízení rizika“ podle ČSN EN 62 305-2 </w:t>
      </w:r>
      <w:proofErr w:type="spellStart"/>
      <w:r w:rsidRPr="00C042E2">
        <w:t>ed</w:t>
      </w:r>
      <w:proofErr w:type="spellEnd"/>
      <w:r w:rsidRPr="00C042E2">
        <w:t>. 2 pro dotčenou budovu a ověřit, zda jeho vstupní údaje odpovídají aktuální situaci.</w:t>
      </w:r>
    </w:p>
    <w:p w14:paraId="1654ECD7" w14:textId="77777777" w:rsidR="00845C29" w:rsidRPr="00C042E2" w:rsidRDefault="00845C29" w:rsidP="0012419F">
      <w:pPr>
        <w:pStyle w:val="Odrka1-4"/>
      </w:pPr>
      <w:r>
        <w:t>Podrobné případně blokové schéma skutečně realizovaného zapojení v</w:t>
      </w:r>
      <w:r w:rsidR="00EB4097">
        <w:t>š</w:t>
      </w:r>
      <w:r>
        <w:t xml:space="preserve">ech prvků FVE do Technologické datové sítě SŽ se seznamem přidělených IP adres a jejich skutečného přiřazení prvkům FVE. Projekt musí získat kladné vyjádření </w:t>
      </w:r>
      <w:r w:rsidR="00305387">
        <w:t>k</w:t>
      </w:r>
      <w:r>
        <w:t>ybernetické bezpečnosti SŽ.</w:t>
      </w:r>
    </w:p>
    <w:p w14:paraId="530EAC3A" w14:textId="77777777" w:rsidR="00B22BF0" w:rsidRPr="00C042E2" w:rsidRDefault="00B22BF0" w:rsidP="0012419F">
      <w:pPr>
        <w:pStyle w:val="Odrka1-4"/>
      </w:pPr>
      <w:r w:rsidRPr="00C042E2">
        <w:t xml:space="preserve">Posoudit soulad stávajícího systému ochrany před bleskem (dále jen „LPS“) s požadavky normy ČSN EN 62 305-3 </w:t>
      </w:r>
      <w:proofErr w:type="spellStart"/>
      <w:r w:rsidRPr="00C042E2">
        <w:t>ed</w:t>
      </w:r>
      <w:proofErr w:type="spellEnd"/>
      <w:r w:rsidRPr="00C042E2">
        <w:t>. 2 a zajistit projekční zpracování takových úprav a doplnění LPS, aby po instalaci FVE byla tato ochrana v souladu s výše uvedenou normou.</w:t>
      </w:r>
    </w:p>
    <w:p w14:paraId="74F208C8" w14:textId="54151185" w:rsidR="00B22BF0" w:rsidRPr="00C042E2" w:rsidRDefault="00B22BF0" w:rsidP="0012419F">
      <w:pPr>
        <w:pStyle w:val="Odrka1-4"/>
      </w:pPr>
      <w:r w:rsidRPr="00C042E2">
        <w:t>Posoudit soulad stávajícího vnitřního systému ochrany před bleskem a</w:t>
      </w:r>
      <w:r w:rsidR="00D13077">
        <w:t> </w:t>
      </w:r>
      <w:r w:rsidRPr="00C042E2">
        <w:t xml:space="preserve">přepětím (tzv. koordinovaná ochrana svodiči přepětí označovanými SPD) v dotčené části instalace s požadavky normy ČSN EN 62 305-4 </w:t>
      </w:r>
      <w:proofErr w:type="spellStart"/>
      <w:r w:rsidRPr="00C042E2">
        <w:t>ed</w:t>
      </w:r>
      <w:proofErr w:type="spellEnd"/>
      <w:r w:rsidRPr="00C042E2">
        <w:t>. 2 a zajistit projekční zpracování takových úprav a doplnění, aby po instalaci FVE byla tato ochrana v souladu s výše uvedenou normou.</w:t>
      </w:r>
    </w:p>
    <w:p w14:paraId="0447C716" w14:textId="77777777" w:rsidR="00B22BF0" w:rsidRPr="00C042E2" w:rsidRDefault="00B22BF0" w:rsidP="0012419F">
      <w:pPr>
        <w:pStyle w:val="Odrka1-4"/>
      </w:pPr>
      <w:r w:rsidRPr="00C042E2">
        <w:t>Vypracování protokolu o určení vnějších vlivů.</w:t>
      </w:r>
    </w:p>
    <w:p w14:paraId="50AD5628" w14:textId="77777777" w:rsidR="00B22BF0" w:rsidRPr="0012419F" w:rsidRDefault="00B22BF0" w:rsidP="0012419F">
      <w:pPr>
        <w:pStyle w:val="Text2-2"/>
      </w:pPr>
      <w:r w:rsidRPr="00A2637A">
        <w:t>Odepnutím</w:t>
      </w:r>
      <w:r>
        <w:t xml:space="preserve"> FVE nesmí dojít k vyřazení jakékoliv napájené technologie, která bude napájena jak z FVE, tak i </w:t>
      </w:r>
      <w:r w:rsidRPr="0012419F">
        <w:t xml:space="preserve">z distribuční soustavy. Nesmí dojít například </w:t>
      </w:r>
      <w:r w:rsidR="00627FC4">
        <w:t xml:space="preserve">ani </w:t>
      </w:r>
      <w:r w:rsidRPr="0012419F">
        <w:t>k</w:t>
      </w:r>
      <w:r w:rsidR="00627FC4">
        <w:t>e krátkodobému</w:t>
      </w:r>
      <w:r w:rsidRPr="0012419F">
        <w:t xml:space="preserve"> odepnutí běžné spotřeby v RH, kam je FVE připojena.</w:t>
      </w:r>
    </w:p>
    <w:p w14:paraId="24CF1B18" w14:textId="18EC7A93" w:rsidR="00B22BF0" w:rsidRPr="0012419F" w:rsidRDefault="00B22BF0" w:rsidP="0012419F">
      <w:pPr>
        <w:pStyle w:val="Text2-2"/>
      </w:pPr>
      <w:r w:rsidRPr="0012419F">
        <w:t>Před zahájením díla musí být projektová dokumentace pro provedení stavby zaslána Objednateli k připomínkám a prokazatelně Objednatelem odsouhlasena. Termín na připomínky je stanoven minimálně na 2</w:t>
      </w:r>
      <w:r w:rsidR="00CC3DBA">
        <w:t>1</w:t>
      </w:r>
      <w:r w:rsidRPr="0012419F">
        <w:t xml:space="preserve"> pracovních dní.   </w:t>
      </w:r>
    </w:p>
    <w:p w14:paraId="384F2409" w14:textId="77777777" w:rsidR="00B22BF0" w:rsidRPr="0012419F" w:rsidRDefault="00B22BF0" w:rsidP="0012419F">
      <w:pPr>
        <w:pStyle w:val="Text2-2"/>
      </w:pPr>
      <w:r w:rsidRPr="0012419F">
        <w:lastRenderedPageBreak/>
        <w:t xml:space="preserve">Ke zpracované projektové dokumentaci musí být vytvořena i modelace FVE s předpokládanou výrobou elektrické energie v kvalitním software (alespoň úrovně PV Sol, PV </w:t>
      </w:r>
      <w:proofErr w:type="spellStart"/>
      <w:r w:rsidRPr="0012419F">
        <w:t>Sys</w:t>
      </w:r>
      <w:proofErr w:type="spellEnd"/>
      <w:r w:rsidRPr="0012419F">
        <w:t xml:space="preserve">). K tomu je nutné namodelovat i zatížení střechy, kde fotovoltaické panely budou umístěny a rovněž zprávu přiložit k dokumentaci. </w:t>
      </w:r>
    </w:p>
    <w:p w14:paraId="4F264F93" w14:textId="77777777" w:rsidR="00B22BF0" w:rsidRPr="00A2637A" w:rsidRDefault="00B22BF0" w:rsidP="0012419F">
      <w:pPr>
        <w:pStyle w:val="Text2-2"/>
      </w:pPr>
      <w:r w:rsidRPr="0012419F">
        <w:t>Pokud nebyl zpracován statický posudek na</w:t>
      </w:r>
      <w:r w:rsidRPr="00A2637A">
        <w:t xml:space="preserve"> danou střechu</w:t>
      </w:r>
      <w:r>
        <w:t>, musí být proveden Zhotovitelem</w:t>
      </w:r>
      <w:r w:rsidRPr="00A2637A">
        <w:t>.</w:t>
      </w:r>
    </w:p>
    <w:p w14:paraId="0BC7A03C" w14:textId="77777777" w:rsidR="00B22BF0" w:rsidRDefault="00B22BF0" w:rsidP="00603A71">
      <w:pPr>
        <w:pStyle w:val="Nadpis2-2"/>
        <w:numPr>
          <w:ilvl w:val="1"/>
          <w:numId w:val="7"/>
        </w:numPr>
      </w:pPr>
      <w:bookmarkStart w:id="30" w:name="_Toc135205989"/>
      <w:r>
        <w:t>Technické požadavky:</w:t>
      </w:r>
      <w:bookmarkEnd w:id="30"/>
    </w:p>
    <w:p w14:paraId="045ACB82" w14:textId="77777777" w:rsidR="00B22BF0" w:rsidRPr="0012419F" w:rsidRDefault="00B22BF0" w:rsidP="0012419F">
      <w:pPr>
        <w:pStyle w:val="Text2-2"/>
      </w:pPr>
      <w:r>
        <w:t>FVE</w:t>
      </w:r>
      <w:r w:rsidRPr="00A2637A">
        <w:t xml:space="preserve"> </w:t>
      </w:r>
      <w:r w:rsidRPr="0012419F">
        <w:t xml:space="preserve">musí splňovat podmínky dle PPLDS jako například dálkové odepnutí na výstupním </w:t>
      </w:r>
      <w:r w:rsidR="00305387">
        <w:t>jistícím prvku</w:t>
      </w:r>
      <w:r w:rsidRPr="0012419F">
        <w:t xml:space="preserve"> FVE.</w:t>
      </w:r>
    </w:p>
    <w:p w14:paraId="2A3DE610" w14:textId="77777777" w:rsidR="00B22BF0" w:rsidRDefault="001E6934" w:rsidP="0012419F">
      <w:pPr>
        <w:pStyle w:val="Text2-2"/>
      </w:pPr>
      <w:r w:rsidRPr="0012419F">
        <w:t>Střídač</w:t>
      </w:r>
      <w:r w:rsidR="00B22BF0" w:rsidRPr="0012419F">
        <w:t xml:space="preserve"> nesmí </w:t>
      </w:r>
      <w:r w:rsidR="00C731D9">
        <w:t xml:space="preserve">komunikovat </w:t>
      </w:r>
      <w:r w:rsidR="00B22BF0" w:rsidRPr="0012419F">
        <w:t xml:space="preserve">přes </w:t>
      </w:r>
      <w:proofErr w:type="spellStart"/>
      <w:r w:rsidR="00B22BF0" w:rsidRPr="0012419F">
        <w:t>Bluetooth</w:t>
      </w:r>
      <w:proofErr w:type="spellEnd"/>
      <w:r w:rsidR="00B22BF0" w:rsidRPr="0012419F">
        <w:t xml:space="preserve"> nebo přes </w:t>
      </w:r>
      <w:proofErr w:type="spellStart"/>
      <w:r w:rsidR="00B22BF0" w:rsidRPr="0012419F">
        <w:t>Wifi</w:t>
      </w:r>
      <w:proofErr w:type="spellEnd"/>
      <w:r w:rsidR="00B22BF0" w:rsidRPr="0012419F">
        <w:t xml:space="preserve"> (musí být možnost </w:t>
      </w:r>
      <w:r w:rsidR="00C731D9">
        <w:t xml:space="preserve">trvalého </w:t>
      </w:r>
      <w:r w:rsidR="00B22BF0" w:rsidRPr="0012419F">
        <w:t>vypnutí daného přenosového rozhraní).</w:t>
      </w:r>
    </w:p>
    <w:p w14:paraId="23AFB141" w14:textId="77777777" w:rsidR="00916AB0" w:rsidRDefault="00916AB0" w:rsidP="0012419F">
      <w:pPr>
        <w:pStyle w:val="Text2-2"/>
      </w:pPr>
      <w:r>
        <w:t>Pokud bude v objektu, na kterém bude instalována FVE, k dispozici datová síť SŽ, musí být střídač a samostatný fakturační elektroměr AMM (</w:t>
      </w:r>
      <w:proofErr w:type="spellStart"/>
      <w:r w:rsidRPr="0012419F">
        <w:t>Automated</w:t>
      </w:r>
      <w:proofErr w:type="spellEnd"/>
      <w:r w:rsidRPr="0012419F">
        <w:t xml:space="preserve"> Meter Management</w:t>
      </w:r>
      <w:r>
        <w:t>) připojen kabelově k této datové síti s použitím vhodných převodníků.</w:t>
      </w:r>
    </w:p>
    <w:p w14:paraId="262FE25B" w14:textId="77777777" w:rsidR="00916AB0" w:rsidRDefault="00916AB0" w:rsidP="0012419F">
      <w:pPr>
        <w:pStyle w:val="Text2-2"/>
      </w:pPr>
      <w:r>
        <w:t>Pokud v objektu nebude k dispozici datová síť SŽ, lze použít rádiový přenos LTE</w:t>
      </w:r>
      <w:r w:rsidR="0006639D">
        <w:t xml:space="preserve"> (Long Term </w:t>
      </w:r>
      <w:proofErr w:type="spellStart"/>
      <w:r w:rsidR="0006639D">
        <w:t>Evolution</w:t>
      </w:r>
      <w:proofErr w:type="spellEnd"/>
      <w:r w:rsidR="0006639D">
        <w:t>)</w:t>
      </w:r>
      <w:r>
        <w:t xml:space="preserve"> v síti veřejného mobilního operátora.</w:t>
      </w:r>
      <w:r w:rsidR="00845C29">
        <w:t xml:space="preserve"> LTE pro toto spojení je možné pouze v APN </w:t>
      </w:r>
      <w:r w:rsidR="00305387">
        <w:t>(</w:t>
      </w:r>
      <w:proofErr w:type="spellStart"/>
      <w:r w:rsidR="00305387">
        <w:t>Acces</w:t>
      </w:r>
      <w:proofErr w:type="spellEnd"/>
      <w:r w:rsidR="00305387">
        <w:t xml:space="preserve"> Point </w:t>
      </w:r>
      <w:proofErr w:type="spellStart"/>
      <w:r w:rsidR="00305387">
        <w:t>Name</w:t>
      </w:r>
      <w:proofErr w:type="spellEnd"/>
      <w:r w:rsidR="00305387">
        <w:t xml:space="preserve">) </w:t>
      </w:r>
      <w:r w:rsidR="00845C29">
        <w:t>S</w:t>
      </w:r>
      <w:r w:rsidR="00305387">
        <w:t>Ž</w:t>
      </w:r>
      <w:r w:rsidR="00845C29">
        <w:t xml:space="preserve"> a SIM karty pro všechna připojená zařízení musí být vystaveny SŽT.</w:t>
      </w:r>
    </w:p>
    <w:p w14:paraId="160B8B70" w14:textId="77777777" w:rsidR="00916AB0" w:rsidRPr="0012419F" w:rsidRDefault="00916AB0" w:rsidP="0012419F">
      <w:pPr>
        <w:pStyle w:val="Text2-2"/>
      </w:pPr>
      <w:r>
        <w:t xml:space="preserve">Pro připojení střídače </w:t>
      </w:r>
      <w:r w:rsidR="00FF14FF">
        <w:t xml:space="preserve">k nadřazenému systému DDTS </w:t>
      </w:r>
      <w:r>
        <w:t xml:space="preserve">musí být použit protokol </w:t>
      </w:r>
      <w:proofErr w:type="spellStart"/>
      <w:r>
        <w:t>Modbus</w:t>
      </w:r>
      <w:proofErr w:type="spellEnd"/>
      <w:r>
        <w:t xml:space="preserve"> RTU po dvouvodičové sběrnici nebo </w:t>
      </w:r>
      <w:proofErr w:type="spellStart"/>
      <w:r>
        <w:t>Modbus</w:t>
      </w:r>
      <w:proofErr w:type="spellEnd"/>
      <w:r>
        <w:t xml:space="preserve"> TCP/IP po </w:t>
      </w:r>
      <w:proofErr w:type="spellStart"/>
      <w:r>
        <w:t>Ethernetovém</w:t>
      </w:r>
      <w:proofErr w:type="spellEnd"/>
      <w:r>
        <w:t xml:space="preserve"> kabelu, pro připojení samostatného fakturačního elektroměru AMM (pokud se měření neprovádí v střídači) pak protokol M-Bus nebo DLMS (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Specification</w:t>
      </w:r>
      <w:proofErr w:type="spellEnd"/>
      <w:r>
        <w:t>).</w:t>
      </w:r>
    </w:p>
    <w:p w14:paraId="53F0FB03" w14:textId="77777777" w:rsidR="00B22BF0" w:rsidRDefault="008021FE" w:rsidP="0012419F">
      <w:pPr>
        <w:pStyle w:val="Text2-2"/>
      </w:pPr>
      <w:r>
        <w:t xml:space="preserve">Střídač musí umožňovat </w:t>
      </w:r>
      <w:r w:rsidR="007E5656">
        <w:t>vzdálenou</w:t>
      </w:r>
      <w:r>
        <w:t xml:space="preserve"> správu, tzn. </w:t>
      </w:r>
      <w:r w:rsidR="00B22BF0" w:rsidRPr="0012419F">
        <w:t xml:space="preserve">základní ovládání střídače </w:t>
      </w:r>
      <w:proofErr w:type="spellStart"/>
      <w:r w:rsidR="00B22BF0" w:rsidRPr="0012419F">
        <w:t>vyp</w:t>
      </w:r>
      <w:proofErr w:type="spellEnd"/>
      <w:r w:rsidR="00B22BF0" w:rsidRPr="0012419F">
        <w:t xml:space="preserve"> / </w:t>
      </w:r>
      <w:proofErr w:type="spellStart"/>
      <w:r w:rsidR="00B22BF0" w:rsidRPr="0012419F">
        <w:t>zap</w:t>
      </w:r>
      <w:proofErr w:type="spellEnd"/>
      <w:r w:rsidR="00B22BF0" w:rsidRPr="0012419F">
        <w:t>, vyčítání chybových a provozních stavů, vyčítaní provozních analogových hodnot zařízení</w:t>
      </w:r>
      <w:r w:rsidR="007E5656">
        <w:t>,</w:t>
      </w:r>
      <w:r w:rsidR="00B22BF0" w:rsidRPr="0012419F">
        <w:t xml:space="preserve"> přehled o nefakturačním měření dodané elektrické energie / výrobě a další.</w:t>
      </w:r>
      <w:r w:rsidR="00CB32D9">
        <w:t xml:space="preserve"> Prioritně </w:t>
      </w:r>
      <w:r w:rsidR="007E5656">
        <w:t>musí být</w:t>
      </w:r>
      <w:r w:rsidR="00CB32D9">
        <w:t xml:space="preserve"> vzdálená správa realizován</w:t>
      </w:r>
      <w:r w:rsidR="00E26CCD">
        <w:t>a prostřednictvím protokol</w:t>
      </w:r>
      <w:r w:rsidR="007E5656">
        <w:t>ů</w:t>
      </w:r>
      <w:r w:rsidR="00E26CCD">
        <w:t xml:space="preserve"> </w:t>
      </w:r>
      <w:proofErr w:type="spellStart"/>
      <w:r w:rsidR="00E26CCD">
        <w:t>Modbus</w:t>
      </w:r>
      <w:proofErr w:type="spellEnd"/>
      <w:r w:rsidR="00E26CCD">
        <w:t xml:space="preserve"> TCP</w:t>
      </w:r>
      <w:r w:rsidR="001C0E4B">
        <w:t>/IP</w:t>
      </w:r>
      <w:r w:rsidR="00E26CCD">
        <w:t xml:space="preserve"> nebo </w:t>
      </w:r>
      <w:proofErr w:type="spellStart"/>
      <w:r w:rsidR="00E26CCD">
        <w:t>Modbus</w:t>
      </w:r>
      <w:proofErr w:type="spellEnd"/>
      <w:r w:rsidR="00E26CCD">
        <w:t xml:space="preserve"> RTU. Správa prostřednictvím webového rozhraní za použití SW výrobce </w:t>
      </w:r>
      <w:r w:rsidR="007E5656">
        <w:t xml:space="preserve">může být </w:t>
      </w:r>
      <w:r w:rsidR="00E26CCD">
        <w:t>doplňkovou variantou.</w:t>
      </w:r>
      <w:r w:rsidR="00B22BF0" w:rsidRPr="0012419F">
        <w:t xml:space="preserve"> </w:t>
      </w:r>
      <w:r w:rsidR="001E6934" w:rsidRPr="0012419F">
        <w:t>Střída</w:t>
      </w:r>
      <w:r w:rsidR="00B22BF0" w:rsidRPr="0012419F">
        <w:t xml:space="preserve">č musí být schopen přenášet nejenom </w:t>
      </w:r>
      <w:r w:rsidR="007E5656">
        <w:t>jednotlivé chybové stavy</w:t>
      </w:r>
      <w:r w:rsidR="00B22BF0" w:rsidRPr="0012419F">
        <w:t xml:space="preserve">, ale také sumární poruchu v případě, že </w:t>
      </w:r>
      <w:r w:rsidR="007E5656">
        <w:t>je aktivních více chybových stavů</w:t>
      </w:r>
      <w:r w:rsidR="00B22BF0" w:rsidRPr="0012419F">
        <w:t>.</w:t>
      </w:r>
    </w:p>
    <w:p w14:paraId="5EDA8C30" w14:textId="77777777" w:rsidR="00B40674" w:rsidRDefault="00B40674" w:rsidP="0012419F">
      <w:pPr>
        <w:pStyle w:val="Text2-2"/>
      </w:pPr>
      <w:r>
        <w:t>Pokud bude střídač obsahovat pouze jedno fyzické rozhraní (</w:t>
      </w:r>
      <w:proofErr w:type="spellStart"/>
      <w:r>
        <w:t>Ethernet</w:t>
      </w:r>
      <w:proofErr w:type="spellEnd"/>
      <w:r>
        <w:t xml:space="preserve"> nebo RS-485)</w:t>
      </w:r>
      <w:r w:rsidR="000A032D">
        <w:t xml:space="preserve"> a binární vstupy/výstupy,</w:t>
      </w:r>
      <w:r>
        <w:t xml:space="preserve"> může být </w:t>
      </w:r>
      <w:r w:rsidRPr="0012419F">
        <w:t>instalováno technologické PLC</w:t>
      </w:r>
      <w:r w:rsidR="001D25E2">
        <w:t xml:space="preserve"> (</w:t>
      </w:r>
      <w:proofErr w:type="spellStart"/>
      <w:r w:rsidR="001D25E2" w:rsidRPr="001D25E2">
        <w:t>Programmable</w:t>
      </w:r>
      <w:proofErr w:type="spellEnd"/>
      <w:r w:rsidR="001D25E2" w:rsidRPr="001D25E2">
        <w:t xml:space="preserve"> </w:t>
      </w:r>
      <w:proofErr w:type="spellStart"/>
      <w:r w:rsidR="001D25E2" w:rsidRPr="001D25E2">
        <w:t>Logic</w:t>
      </w:r>
      <w:proofErr w:type="spellEnd"/>
      <w:r w:rsidR="001D25E2" w:rsidRPr="001D25E2">
        <w:t xml:space="preserve"> </w:t>
      </w:r>
      <w:proofErr w:type="spellStart"/>
      <w:r w:rsidR="001D25E2" w:rsidRPr="001D25E2">
        <w:t>Controller</w:t>
      </w:r>
      <w:proofErr w:type="spellEnd"/>
      <w:r w:rsidR="001D25E2" w:rsidRPr="001D25E2">
        <w:t>)</w:t>
      </w:r>
      <w:r w:rsidRPr="0012419F">
        <w:t>, které bude zajišťovat lokální sběr binárních</w:t>
      </w:r>
      <w:r w:rsidRPr="00476371">
        <w:t xml:space="preserve"> stavů, řešení lokálního spínání prvků a vyčítání potřebných informací ze střídače pomocí uveden</w:t>
      </w:r>
      <w:r w:rsidR="00FF14FF">
        <w:t>ých</w:t>
      </w:r>
      <w:r w:rsidRPr="00476371">
        <w:t xml:space="preserve"> komunikační</w:t>
      </w:r>
      <w:r w:rsidR="00FF14FF">
        <w:t>ch</w:t>
      </w:r>
      <w:r w:rsidRPr="00476371">
        <w:t xml:space="preserve"> rozhraní. PLC bude dále</w:t>
      </w:r>
      <w:r>
        <w:t xml:space="preserve"> předávat potřebná data do nadřa</w:t>
      </w:r>
      <w:r w:rsidRPr="00476371">
        <w:t xml:space="preserve">zených systémů (DŘT, DDTS nebo jiných) </w:t>
      </w:r>
      <w:r w:rsidR="00FF14FF">
        <w:t>po</w:t>
      </w:r>
      <w:r w:rsidRPr="00476371">
        <w:t xml:space="preserve"> oddělených </w:t>
      </w:r>
      <w:proofErr w:type="spellStart"/>
      <w:r w:rsidRPr="00476371">
        <w:t>E</w:t>
      </w:r>
      <w:r w:rsidR="00B64FFF">
        <w:t>thernetových</w:t>
      </w:r>
      <w:proofErr w:type="spellEnd"/>
      <w:r w:rsidRPr="00476371">
        <w:t xml:space="preserve"> portech za pomoci technologické datové sítě </w:t>
      </w:r>
      <w:r w:rsidR="00FF14FF">
        <w:t xml:space="preserve">SŽ </w:t>
      </w:r>
      <w:r w:rsidRPr="00476371">
        <w:t xml:space="preserve">po protokolu </w:t>
      </w:r>
      <w:proofErr w:type="spellStart"/>
      <w:r w:rsidRPr="00476371">
        <w:t>ModBus</w:t>
      </w:r>
      <w:proofErr w:type="spellEnd"/>
      <w:r w:rsidRPr="00476371">
        <w:t xml:space="preserve"> TCP-IP nebo</w:t>
      </w:r>
      <w:r w:rsidR="00DD30BB">
        <w:t xml:space="preserve"> </w:t>
      </w:r>
      <w:r w:rsidR="00FF14FF">
        <w:t xml:space="preserve">protokolem </w:t>
      </w:r>
      <w:r w:rsidRPr="00476371">
        <w:t>IEC 61870-5-104 s časovou značkou.</w:t>
      </w:r>
    </w:p>
    <w:p w14:paraId="0140EF13" w14:textId="06482368" w:rsidR="00B64FFF" w:rsidRPr="0012419F" w:rsidRDefault="00B64FFF" w:rsidP="00B64FFF">
      <w:pPr>
        <w:pStyle w:val="Text2-2"/>
      </w:pPr>
      <w:r>
        <w:t xml:space="preserve">Střídač </w:t>
      </w:r>
      <w:r w:rsidR="00A638F1">
        <w:t>musí být</w:t>
      </w:r>
      <w:r>
        <w:t xml:space="preserve"> připojen buď k integračnímu koncentrátoru DDTS nebo technologickému PLC.</w:t>
      </w:r>
    </w:p>
    <w:p w14:paraId="33205304" w14:textId="77777777" w:rsidR="00393C69" w:rsidRPr="003E04E5" w:rsidRDefault="00393C69" w:rsidP="0012419F">
      <w:pPr>
        <w:pStyle w:val="Text2-2"/>
      </w:pPr>
      <w:r w:rsidRPr="003E04E5">
        <w:t xml:space="preserve">Po konečném odladění programových částí budou Objednateli předány zdrojové kódy ze všech použitých PLC, zdrojové kódy nebo projekty pro použité vizualizační systémy a projekty řešící nastavení (dále jen „programové části“). Mezi Zhotovitelem a Objednatelem daného zařízení bude sepsána licenční smlouva, kde budou přesně definovány názvy programových částí, kterých se licenční smlouva týká a popis rozsahu využívání daných programových částí Objednatelem. V tomto popisu musí být jednoznačně určeny jednotlivé programové části každého programu, na které budou platné různé úrovně využívání Objednatelem. Objednatel bude mít oprávnění dle svých potřeb dále rozvíjet a upravovat programové části týkající se logiky </w:t>
      </w:r>
      <w:r w:rsidRPr="003E04E5">
        <w:lastRenderedPageBreak/>
        <w:t xml:space="preserve">ovládaného zařízení a úpravy vizualizačních systémů, nebude však zasahovat do knihoven či celků řešících komunikační protokoly a ochranné funkce. Objednatel může provádět programové úpravy v záruční době pouze se svolením Zhotovitele. Objednatel nesmí předat žádné programové části třetí straně či použít žádné programové části do jiného zařízení bez souhlasu Zhotovitele. Předáním programových částí nevzniká </w:t>
      </w:r>
      <w:r w:rsidR="003E04E5" w:rsidRPr="003E04E5">
        <w:t>Objednateli</w:t>
      </w:r>
      <w:r w:rsidRPr="003E04E5">
        <w:t xml:space="preserve"> nárok na HW a SW licenční klíče potřebné k jejich editaci.</w:t>
      </w:r>
    </w:p>
    <w:p w14:paraId="7A1D933F" w14:textId="77777777" w:rsidR="000619CC" w:rsidRPr="0012419F" w:rsidRDefault="000619CC" w:rsidP="0012419F">
      <w:pPr>
        <w:pStyle w:val="Text2-2"/>
      </w:pPr>
      <w:r w:rsidRPr="0012419F">
        <w:t>Střídače také musí disponovat funkcí, která při aktivaci garantuje nulové přetoky do nadřazené distribuční soustavy</w:t>
      </w:r>
      <w:r w:rsidR="00A638F1">
        <w:t>,</w:t>
      </w:r>
      <w:r w:rsidR="00905A3E">
        <w:t xml:space="preserve"> popřípadě možnost</w:t>
      </w:r>
      <w:r w:rsidR="00A638F1">
        <w:t>í</w:t>
      </w:r>
      <w:r w:rsidR="00905A3E">
        <w:t xml:space="preserve"> </w:t>
      </w:r>
      <w:r w:rsidR="003E04E5">
        <w:t xml:space="preserve">vypínání </w:t>
      </w:r>
      <w:r w:rsidR="00905A3E">
        <w:t>dle požadavků provozovatele distribuční soustavy</w:t>
      </w:r>
      <w:r w:rsidRPr="0012419F">
        <w:t>.</w:t>
      </w:r>
    </w:p>
    <w:p w14:paraId="5BA6D893" w14:textId="3D8DF96B" w:rsidR="00B22BF0" w:rsidRPr="0012419F" w:rsidRDefault="00B22BF0" w:rsidP="0012419F">
      <w:pPr>
        <w:pStyle w:val="Text2-2"/>
      </w:pPr>
      <w:r w:rsidRPr="006864E2">
        <w:t xml:space="preserve">Pro přenos </w:t>
      </w:r>
      <w:r w:rsidR="003E04E5">
        <w:t xml:space="preserve">vypínacího signálu </w:t>
      </w:r>
      <w:r w:rsidRPr="006864E2">
        <w:t xml:space="preserve">od připojovacího místa nadřazeného distributora a dále </w:t>
      </w:r>
      <w:r w:rsidR="007C650D">
        <w:t xml:space="preserve">v rámci </w:t>
      </w:r>
      <w:proofErr w:type="spellStart"/>
      <w:r w:rsidR="007C650D">
        <w:t>LDSž</w:t>
      </w:r>
      <w:proofErr w:type="spellEnd"/>
      <w:r w:rsidRPr="0012419F">
        <w:t xml:space="preserve"> bude využito buď standartního přenosu HDO</w:t>
      </w:r>
      <w:r w:rsidR="001D25E2">
        <w:t xml:space="preserve"> (dálkové hromadné ovládání)</w:t>
      </w:r>
      <w:r w:rsidR="002E7509">
        <w:t xml:space="preserve"> s </w:t>
      </w:r>
      <w:r w:rsidR="002E7509" w:rsidRPr="0012419F">
        <w:t>komunikac</w:t>
      </w:r>
      <w:r w:rsidR="003E04E5">
        <w:t>í</w:t>
      </w:r>
      <w:r w:rsidR="002E7509" w:rsidRPr="0012419F">
        <w:t xml:space="preserve"> po elektrickém vedení VN, NN za pomocí tomu určených zařízení</w:t>
      </w:r>
      <w:r w:rsidRPr="0012419F">
        <w:t>, nebo technologií AMM (</w:t>
      </w:r>
      <w:proofErr w:type="spellStart"/>
      <w:r w:rsidRPr="0012419F">
        <w:t>Automated</w:t>
      </w:r>
      <w:proofErr w:type="spellEnd"/>
      <w:r w:rsidRPr="0012419F">
        <w:t xml:space="preserve"> Meter Management)</w:t>
      </w:r>
      <w:r w:rsidR="002E7509">
        <w:t xml:space="preserve"> kde</w:t>
      </w:r>
      <w:r w:rsidRPr="0012419F">
        <w:t xml:space="preserve"> komunikace </w:t>
      </w:r>
      <w:r w:rsidR="00434475">
        <w:t>probíhá prostřednictvím PLC nebo GPRS za pomoci k tomu určených zřízení</w:t>
      </w:r>
      <w:r w:rsidRPr="0012419F">
        <w:t>. Ty budou osazeny jak na výstupu z FVE, tak na místě připojení k distributorovi. Technologie přenosu AMM bude poplatná době výstavby FVE. O způsobu využití technologie AMM nebo HDO bude rozhodnuto na základě jednání Objednatele, Zhotovitele a nadřazeného distributora.</w:t>
      </w:r>
    </w:p>
    <w:p w14:paraId="2ACF6B3A" w14:textId="77777777" w:rsidR="00B22BF0" w:rsidRPr="0012419F" w:rsidRDefault="00B22BF0" w:rsidP="0012419F">
      <w:pPr>
        <w:pStyle w:val="Text2-2"/>
      </w:pPr>
      <w:r w:rsidRPr="0012419F">
        <w:t>Na výstupu FVE bude instalován čtyř-kvadrantový elektroměr s komunikačním rozhraním.</w:t>
      </w:r>
    </w:p>
    <w:p w14:paraId="72515228" w14:textId="474DFC59" w:rsidR="00B22BF0" w:rsidRPr="0012419F" w:rsidRDefault="00B22BF0" w:rsidP="0012419F">
      <w:pPr>
        <w:pStyle w:val="Text2-2"/>
      </w:pPr>
      <w:r w:rsidRPr="0012419F">
        <w:t xml:space="preserve">Danému počtu panelů musí správně odpovídat </w:t>
      </w:r>
      <w:proofErr w:type="spellStart"/>
      <w:r w:rsidRPr="0012419F">
        <w:t>optimizéry</w:t>
      </w:r>
      <w:proofErr w:type="spellEnd"/>
      <w:r w:rsidRPr="0012419F">
        <w:t xml:space="preserve"> tak, aby došlo k</w:t>
      </w:r>
      <w:r w:rsidR="00D13077">
        <w:t> </w:t>
      </w:r>
      <w:r w:rsidRPr="0012419F">
        <w:t xml:space="preserve">minimalizaci úbytku napětí při zastínění panelu a celkové optimalizaci voltampérové charakteristiky (dle užitého výrobce). Na výstupech každého </w:t>
      </w:r>
      <w:proofErr w:type="spellStart"/>
      <w:r w:rsidRPr="0012419F">
        <w:t>stringu</w:t>
      </w:r>
      <w:proofErr w:type="spellEnd"/>
      <w:r w:rsidRPr="0012419F">
        <w:t xml:space="preserve"> bude instalován bezpečnostní DC odpínač řízený požárním kontaktem z tlačítka TOTAL STOP dle PBŘ.</w:t>
      </w:r>
    </w:p>
    <w:p w14:paraId="34C9AA50" w14:textId="77777777" w:rsidR="00B22BF0" w:rsidRPr="006864E2" w:rsidRDefault="00B22BF0" w:rsidP="0012419F">
      <w:pPr>
        <w:pStyle w:val="Text2-2"/>
      </w:pPr>
      <w:r w:rsidRPr="0012419F">
        <w:t xml:space="preserve">Obecnou podmínkou je podpora </w:t>
      </w:r>
      <w:proofErr w:type="spellStart"/>
      <w:r w:rsidRPr="0012419F">
        <w:t>bezbateriového</w:t>
      </w:r>
      <w:proofErr w:type="spellEnd"/>
      <w:r w:rsidRPr="0012419F">
        <w:t xml:space="preserve"> systému v případech, které jsou k tomu</w:t>
      </w:r>
      <w:r>
        <w:t xml:space="preserve"> vhodné (např. </w:t>
      </w:r>
      <w:r w:rsidRPr="006864E2">
        <w:t>napojen</w:t>
      </w:r>
      <w:r>
        <w:t>í FVE</w:t>
      </w:r>
      <w:r w:rsidRPr="006864E2">
        <w:t xml:space="preserve"> do velkého bodu </w:t>
      </w:r>
      <w:proofErr w:type="spellStart"/>
      <w:r w:rsidRPr="006864E2">
        <w:t>LDSž</w:t>
      </w:r>
      <w:proofErr w:type="spellEnd"/>
      <w:r>
        <w:t>)</w:t>
      </w:r>
      <w:r w:rsidRPr="006864E2">
        <w:t>.</w:t>
      </w:r>
    </w:p>
    <w:p w14:paraId="37979A8D" w14:textId="77777777" w:rsidR="00B22BF0" w:rsidRPr="00B22BF0" w:rsidRDefault="00C0153A" w:rsidP="00B22BF0">
      <w:pPr>
        <w:pStyle w:val="Nadpis2-2"/>
      </w:pPr>
      <w:bookmarkStart w:id="31" w:name="_Toc135205990"/>
      <w:r>
        <w:t>Požadavky na jednotlivé komponenty</w:t>
      </w:r>
      <w:r w:rsidR="00392425">
        <w:t>:</w:t>
      </w:r>
      <w:bookmarkEnd w:id="31"/>
    </w:p>
    <w:p w14:paraId="4E10E4BE" w14:textId="77777777" w:rsidR="00A60F23" w:rsidRPr="0009052F" w:rsidRDefault="00A60F23" w:rsidP="00603A71">
      <w:pPr>
        <w:pStyle w:val="Odstavec1-1a"/>
        <w:numPr>
          <w:ilvl w:val="0"/>
          <w:numId w:val="16"/>
        </w:numPr>
        <w:rPr>
          <w:b/>
        </w:rPr>
      </w:pPr>
      <w:r w:rsidRPr="0009052F">
        <w:rPr>
          <w:b/>
        </w:rPr>
        <w:t>FV PANELY</w:t>
      </w:r>
    </w:p>
    <w:p w14:paraId="79243ED6" w14:textId="28046F5F" w:rsidR="00A60F23" w:rsidRPr="00C042E2" w:rsidRDefault="00A60F23" w:rsidP="0012419F">
      <w:pPr>
        <w:pStyle w:val="Odrka1-2-"/>
      </w:pPr>
      <w:r w:rsidRPr="00C042E2">
        <w:t xml:space="preserve">Výkon FV panelu minimálně 450 </w:t>
      </w:r>
      <w:proofErr w:type="spellStart"/>
      <w:r w:rsidRPr="00C042E2">
        <w:t>W</w:t>
      </w:r>
      <w:r w:rsidR="006E6858">
        <w:t>p</w:t>
      </w:r>
      <w:proofErr w:type="spellEnd"/>
      <w:r w:rsidR="00E45FEF">
        <w:t xml:space="preserve"> s minimální účinností 19</w:t>
      </w:r>
      <w:bookmarkStart w:id="32" w:name="_GoBack"/>
      <w:bookmarkEnd w:id="32"/>
      <w:r w:rsidR="00E45FEF">
        <w:t>%</w:t>
      </w:r>
      <w:r w:rsidR="00961765">
        <w:t xml:space="preserve"> (</w:t>
      </w:r>
      <w:r w:rsidR="00E002CA">
        <w:t>u budovy Kuřim</w:t>
      </w:r>
      <w:r w:rsidR="0022043B">
        <w:t> - </w:t>
      </w:r>
      <w:r w:rsidR="00E002CA">
        <w:t>výpravní budova</w:t>
      </w:r>
      <w:r w:rsidR="0022043B">
        <w:t xml:space="preserve"> </w:t>
      </w:r>
      <w:r w:rsidR="00A24F1C">
        <w:t xml:space="preserve">zadavatel připouští použití </w:t>
      </w:r>
      <w:r w:rsidR="009C4961">
        <w:t xml:space="preserve">i </w:t>
      </w:r>
      <w:r w:rsidR="00A24F1C">
        <w:t>panelů s výkonem 375 </w:t>
      </w:r>
      <w:proofErr w:type="spellStart"/>
      <w:r w:rsidR="00A24F1C">
        <w:t>Wp</w:t>
      </w:r>
      <w:proofErr w:type="spellEnd"/>
      <w:r w:rsidR="00A24F1C">
        <w:t xml:space="preserve">, pokud by tyto panely umožnily </w:t>
      </w:r>
      <w:r w:rsidR="00961765">
        <w:t xml:space="preserve">optimální využití </w:t>
      </w:r>
      <w:r w:rsidR="00A24F1C">
        <w:t xml:space="preserve">poskytnutého </w:t>
      </w:r>
      <w:r w:rsidR="00961765">
        <w:t>prostoru</w:t>
      </w:r>
      <w:r w:rsidR="009C4961">
        <w:t xml:space="preserve"> a bylo tím d</w:t>
      </w:r>
      <w:r w:rsidR="00A24F1C">
        <w:t>osaženo vyššího</w:t>
      </w:r>
      <w:r w:rsidR="00961765">
        <w:t xml:space="preserve"> celkového výkonu</w:t>
      </w:r>
      <w:r w:rsidR="00A24F1C">
        <w:t xml:space="preserve"> FVE</w:t>
      </w:r>
      <w:r w:rsidR="00961765">
        <w:t>)</w:t>
      </w:r>
    </w:p>
    <w:p w14:paraId="7E8B9492" w14:textId="77777777" w:rsidR="00A60F23" w:rsidRPr="00C042E2" w:rsidRDefault="00A60F23" w:rsidP="0012419F">
      <w:pPr>
        <w:pStyle w:val="Odrka1-2-"/>
      </w:pPr>
      <w:r w:rsidRPr="00C042E2">
        <w:t>Garantované rozmezí výkonu 0 % až 5 % (nesmí být -5 % až 5 %)</w:t>
      </w:r>
    </w:p>
    <w:p w14:paraId="4BCF968E" w14:textId="77777777" w:rsidR="00A60F23" w:rsidRDefault="00A60F23" w:rsidP="0012419F">
      <w:pPr>
        <w:pStyle w:val="Odrka1-2-"/>
      </w:pPr>
      <w:r w:rsidRPr="00C042E2">
        <w:t>Předložení flash testu pro FV panel</w:t>
      </w:r>
    </w:p>
    <w:p w14:paraId="75CFA69D" w14:textId="77777777" w:rsidR="00E45FEF" w:rsidRPr="00C042E2" w:rsidRDefault="00E45FEF" w:rsidP="0012419F">
      <w:pPr>
        <w:pStyle w:val="Odrka1-2-"/>
      </w:pPr>
      <w:r w:rsidRPr="00C042E2">
        <w:t xml:space="preserve">Požadavek na výkonový </w:t>
      </w:r>
      <w:proofErr w:type="spellStart"/>
      <w:r w:rsidRPr="00C042E2">
        <w:t>optimizér</w:t>
      </w:r>
      <w:proofErr w:type="spellEnd"/>
    </w:p>
    <w:p w14:paraId="3A37DDDB" w14:textId="77777777" w:rsidR="00A60F23" w:rsidRPr="00C042E2" w:rsidRDefault="00A60F23" w:rsidP="0012419F">
      <w:pPr>
        <w:pStyle w:val="Odrka1-2-"/>
      </w:pPr>
      <w:r w:rsidRPr="00C042E2">
        <w:t>Prohlášení o shodě dle platné legislativy a označení CE</w:t>
      </w:r>
    </w:p>
    <w:p w14:paraId="0C46E81D" w14:textId="77777777" w:rsidR="00A60F23" w:rsidRPr="00C042E2" w:rsidRDefault="00A60F23" w:rsidP="0012419F">
      <w:pPr>
        <w:pStyle w:val="Odrka1-2-"/>
      </w:pPr>
      <w:r w:rsidRPr="00C042E2">
        <w:t>Degradace FV panelu</w:t>
      </w:r>
      <w:r w:rsidR="00B06A56" w:rsidRPr="00C042E2">
        <w:t xml:space="preserve"> </w:t>
      </w:r>
      <w:r w:rsidRPr="00C042E2">
        <w:t>max. 0,5 % za rok</w:t>
      </w:r>
    </w:p>
    <w:p w14:paraId="174353F0" w14:textId="77777777" w:rsidR="00A60F23" w:rsidRPr="00C042E2" w:rsidRDefault="00A60F23" w:rsidP="0012419F">
      <w:pPr>
        <w:pStyle w:val="Odrka1-2-"/>
      </w:pPr>
      <w:r w:rsidRPr="00C042E2">
        <w:t>Životnost FV panel</w:t>
      </w:r>
      <w:r w:rsidR="00B06A56" w:rsidRPr="00C042E2">
        <w:t>u</w:t>
      </w:r>
      <w:r w:rsidRPr="00C042E2">
        <w:tab/>
        <w:t>min. 30 let</w:t>
      </w:r>
    </w:p>
    <w:p w14:paraId="0CF7E8E5" w14:textId="77777777" w:rsidR="00A60F23" w:rsidRPr="00C042E2" w:rsidRDefault="00A60F23" w:rsidP="0012419F">
      <w:pPr>
        <w:pStyle w:val="Odrka1-2-"/>
      </w:pPr>
      <w:r w:rsidRPr="00C042E2">
        <w:t>Povinně vybaven centrálním vypínačem stejnosměrné části od střídavé</w:t>
      </w:r>
    </w:p>
    <w:p w14:paraId="1DAE5057" w14:textId="77777777" w:rsidR="00A60F23" w:rsidRPr="0009052F" w:rsidRDefault="00A60F23" w:rsidP="0012419F">
      <w:pPr>
        <w:pStyle w:val="Odstavec1-1a"/>
        <w:rPr>
          <w:b/>
        </w:rPr>
      </w:pPr>
      <w:r w:rsidRPr="0009052F">
        <w:rPr>
          <w:b/>
        </w:rPr>
        <w:t>STŘÍDAČE</w:t>
      </w:r>
    </w:p>
    <w:p w14:paraId="434CE775" w14:textId="77777777" w:rsidR="00A60F23" w:rsidRPr="00C042E2" w:rsidRDefault="00A60F23" w:rsidP="0012419F">
      <w:pPr>
        <w:pStyle w:val="Odrka1-2-"/>
      </w:pPr>
      <w:r w:rsidRPr="00C042E2">
        <w:t>Účinnost</w:t>
      </w:r>
      <w:r w:rsidR="00B06A56" w:rsidRPr="00C042E2">
        <w:t xml:space="preserve"> </w:t>
      </w:r>
      <w:r w:rsidRPr="00C042E2">
        <w:t>minimálně 98 %</w:t>
      </w:r>
    </w:p>
    <w:p w14:paraId="785842C6" w14:textId="77777777" w:rsidR="00A60F23" w:rsidRPr="00C042E2" w:rsidRDefault="00A60F23" w:rsidP="0012419F">
      <w:pPr>
        <w:pStyle w:val="Odrka1-2-"/>
      </w:pPr>
      <w:r w:rsidRPr="00C042E2">
        <w:t xml:space="preserve">Hodnota MPP (Maximum </w:t>
      </w:r>
      <w:proofErr w:type="spellStart"/>
      <w:r w:rsidRPr="00C042E2">
        <w:t>Power</w:t>
      </w:r>
      <w:proofErr w:type="spellEnd"/>
      <w:r w:rsidRPr="00C042E2">
        <w:t xml:space="preserve"> Point)</w:t>
      </w:r>
      <w:r w:rsidRPr="00C042E2">
        <w:tab/>
        <w:t>minimálně 99 %</w:t>
      </w:r>
    </w:p>
    <w:p w14:paraId="6D06ACE0" w14:textId="77777777" w:rsidR="00A60F23" w:rsidRPr="00C042E2" w:rsidRDefault="00A60F23" w:rsidP="0012419F">
      <w:pPr>
        <w:pStyle w:val="Odrka1-2-"/>
      </w:pPr>
      <w:r w:rsidRPr="00C042E2">
        <w:t>Požadavek na řešení asymetrie fází</w:t>
      </w:r>
    </w:p>
    <w:p w14:paraId="3422EC76" w14:textId="77777777" w:rsidR="00A60F23" w:rsidRPr="00C042E2" w:rsidRDefault="00A60F23" w:rsidP="0012419F">
      <w:pPr>
        <w:pStyle w:val="Odrka1-2-"/>
      </w:pPr>
      <w:r w:rsidRPr="00C042E2">
        <w:t>Požadavek na maximální rozsah napětí pro optimální výkon</w:t>
      </w:r>
    </w:p>
    <w:p w14:paraId="3AD631AD" w14:textId="77777777" w:rsidR="00A60F23" w:rsidRPr="00C042E2" w:rsidRDefault="00A60F23" w:rsidP="0012419F">
      <w:pPr>
        <w:pStyle w:val="Odrka1-2-"/>
      </w:pPr>
      <w:r w:rsidRPr="00C042E2">
        <w:t xml:space="preserve">Požadavek na monitoring </w:t>
      </w:r>
    </w:p>
    <w:p w14:paraId="463C8646" w14:textId="77777777" w:rsidR="00A60F23" w:rsidRPr="00C042E2" w:rsidRDefault="00627FC4" w:rsidP="0012419F">
      <w:pPr>
        <w:pStyle w:val="Odrka1-2-"/>
      </w:pPr>
      <w:r>
        <w:t>R</w:t>
      </w:r>
      <w:r w:rsidR="00A60F23" w:rsidRPr="00C042E2">
        <w:t>ozhraní pro datové přenosy</w:t>
      </w:r>
    </w:p>
    <w:p w14:paraId="5A85C89C" w14:textId="77777777" w:rsidR="0069470F" w:rsidRDefault="0069470F" w:rsidP="00C95003">
      <w:pPr>
        <w:pStyle w:val="Nadpis2-1"/>
      </w:pPr>
      <w:bookmarkStart w:id="33" w:name="_Toc7077141"/>
      <w:bookmarkStart w:id="34" w:name="_Toc135205991"/>
      <w:r w:rsidRPr="00EC2E51">
        <w:lastRenderedPageBreak/>
        <w:t>SOUVISEJÍCÍ</w:t>
      </w:r>
      <w:r>
        <w:t xml:space="preserve"> DOKUMENTY</w:t>
      </w:r>
      <w:r w:rsidR="00EA0297">
        <w:t xml:space="preserve"> a </w:t>
      </w:r>
      <w:r>
        <w:t>PŘEDPISY</w:t>
      </w:r>
      <w:bookmarkEnd w:id="33"/>
      <w:bookmarkEnd w:id="34"/>
    </w:p>
    <w:p w14:paraId="596DF099" w14:textId="77777777" w:rsidR="005D61E2" w:rsidRPr="007D016E" w:rsidRDefault="005D61E2" w:rsidP="005D61E2">
      <w:pPr>
        <w:pStyle w:val="Text2-1"/>
      </w:pPr>
      <w:r w:rsidRPr="007D016E">
        <w:t>Zhotovitel se zavazuje provádět dílo</w:t>
      </w:r>
      <w:r w:rsidR="00EA0297">
        <w:t xml:space="preserve"> v </w:t>
      </w:r>
      <w:r w:rsidRPr="007D016E">
        <w:t>souladu</w:t>
      </w:r>
      <w:r w:rsidR="00EA0297">
        <w:t xml:space="preserve"> s </w:t>
      </w:r>
      <w:r w:rsidRPr="007D016E">
        <w:t>obecně závaznými právními předpisy České republiky</w:t>
      </w:r>
      <w:r w:rsidR="00EA0297">
        <w:t xml:space="preserve"> a </w:t>
      </w:r>
      <w:r w:rsidRPr="007D016E">
        <w:t>EU, technickými normami</w:t>
      </w:r>
      <w:r w:rsidR="00EA0297">
        <w:t xml:space="preserve"> a s </w:t>
      </w:r>
      <w:r>
        <w:t>dokumenty</w:t>
      </w:r>
      <w:r w:rsidR="00EA0297">
        <w:t xml:space="preserve"> a </w:t>
      </w:r>
      <w:r>
        <w:t xml:space="preserve">vnitřními </w:t>
      </w:r>
      <w:r w:rsidRPr="007D016E">
        <w:t xml:space="preserve">předpisy </w:t>
      </w:r>
      <w:r>
        <w:t>O</w:t>
      </w:r>
      <w:r w:rsidRPr="007D016E">
        <w:t>bjednatele (směrnice, vzorové listy, TKP, ZTP apod.), vše</w:t>
      </w:r>
      <w:r w:rsidR="00EA0297">
        <w:t xml:space="preserve"> v </w:t>
      </w:r>
      <w:r w:rsidRPr="007D016E">
        <w:t>platném znění.</w:t>
      </w:r>
    </w:p>
    <w:p w14:paraId="69B3F4F2" w14:textId="77777777" w:rsidR="007E3765" w:rsidRDefault="007E3765" w:rsidP="001367DD">
      <w:pPr>
        <w:pStyle w:val="Text2-1"/>
      </w:pPr>
      <w:r w:rsidRPr="007D016E">
        <w:t>Objednatel umožňuje Zhotoviteli přístup ke</w:t>
      </w:r>
      <w:r>
        <w:t xml:space="preserve"> svým dokumentům</w:t>
      </w:r>
      <w:r w:rsidR="00EA0297">
        <w:t xml:space="preserve"> a </w:t>
      </w:r>
      <w:r>
        <w:t>vnitřním předpisům na</w:t>
      </w:r>
      <w:r w:rsidR="00492AB7">
        <w:t> </w:t>
      </w:r>
      <w:r>
        <w:t xml:space="preserve">svých webových stránkách: </w:t>
      </w:r>
    </w:p>
    <w:p w14:paraId="37C8E02D" w14:textId="77777777" w:rsidR="007E3765" w:rsidRDefault="007E3765" w:rsidP="007E3765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EA0297">
        <w:rPr>
          <w:rStyle w:val="Tun"/>
        </w:rPr>
        <w:t xml:space="preserve"> v </w:t>
      </w:r>
      <w:r w:rsidRPr="003846BE">
        <w:rPr>
          <w:rStyle w:val="Tun"/>
        </w:rPr>
        <w:t>sekci „O nás / Vnitřní předpisy / odkaz Dokumenty</w:t>
      </w:r>
      <w:r w:rsidR="00EA0297">
        <w:rPr>
          <w:rStyle w:val="Tun"/>
        </w:rPr>
        <w:t xml:space="preserve"> a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="00EA0297">
        <w:t xml:space="preserve"> a </w:t>
      </w:r>
      <w:r w:rsidRPr="009B5292">
        <w:rPr>
          <w:b/>
        </w:rPr>
        <w:t>https://typdok.tudc.cz/</w:t>
      </w:r>
      <w:r w:rsidR="00EA0297">
        <w:rPr>
          <w:b/>
        </w:rPr>
        <w:t xml:space="preserve"> v </w:t>
      </w:r>
      <w:r w:rsidRPr="009B5292">
        <w:rPr>
          <w:b/>
        </w:rPr>
        <w:t>sekci „archiv TD“</w:t>
      </w:r>
      <w:r w:rsidRPr="00362D1E">
        <w:t>.</w:t>
      </w:r>
    </w:p>
    <w:p w14:paraId="304CE648" w14:textId="77777777" w:rsidR="005D61E2" w:rsidRPr="007D016E" w:rsidRDefault="005D61E2" w:rsidP="005D61E2">
      <w:pPr>
        <w:pStyle w:val="Textbezslovn"/>
      </w:pPr>
      <w:r>
        <w:t>Pokud je dokument nebo vnitřní předpis veřejně dostupný je umožněno jeho stažení. Ostatní dokumenty</w:t>
      </w:r>
      <w:r w:rsidR="00EA0297">
        <w:t xml:space="preserve"> a </w:t>
      </w:r>
      <w:r>
        <w:t>vnitřní předpisy jsou poskytovány</w:t>
      </w:r>
      <w:r w:rsidR="00EA0297">
        <w:t xml:space="preserve"> v </w:t>
      </w:r>
      <w:r>
        <w:t>souladu</w:t>
      </w:r>
      <w:r w:rsidR="00EA0297">
        <w:t xml:space="preserve"> s </w:t>
      </w:r>
      <w:r>
        <w:t>právními předpisy na</w:t>
      </w:r>
      <w:r w:rsidR="00492AB7">
        <w:t> </w:t>
      </w:r>
      <w:r>
        <w:t>základě podané žádosti na níže uvedených kontaktech</w:t>
      </w:r>
      <w:r w:rsidRPr="007D016E">
        <w:t>:</w:t>
      </w:r>
    </w:p>
    <w:p w14:paraId="112B1A05" w14:textId="77777777"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D91FEB1" w14:textId="77777777"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</w:t>
      </w:r>
      <w:r w:rsidR="00EA0297">
        <w:rPr>
          <w:rStyle w:val="Tun"/>
        </w:rPr>
        <w:t xml:space="preserve"> a </w:t>
      </w:r>
      <w:r>
        <w:rPr>
          <w:rStyle w:val="Tun"/>
        </w:rPr>
        <w:t>diagnostiky</w:t>
      </w:r>
      <w:r w:rsidRPr="00E85446">
        <w:rPr>
          <w:rStyle w:val="Tun"/>
        </w:rPr>
        <w:t xml:space="preserve"> </w:t>
      </w:r>
    </w:p>
    <w:p w14:paraId="24E4B414" w14:textId="77777777" w:rsidR="005D61E2" w:rsidRPr="007D7A4E" w:rsidRDefault="002F0D40" w:rsidP="005D61E2">
      <w:pPr>
        <w:pStyle w:val="Textbezslovn"/>
        <w:keepNext/>
        <w:spacing w:after="0"/>
        <w:rPr>
          <w:b/>
        </w:rPr>
      </w:pPr>
      <w:r>
        <w:rPr>
          <w:rStyle w:val="Tun"/>
        </w:rPr>
        <w:t>Úsek provozně technický, OHČ</w:t>
      </w:r>
      <w:r w:rsidRPr="007D7A4E" w:rsidDel="002F0D40">
        <w:rPr>
          <w:b/>
        </w:rPr>
        <w:t xml:space="preserve"> </w:t>
      </w:r>
    </w:p>
    <w:p w14:paraId="74DD2CB1" w14:textId="77777777" w:rsidR="005D61E2" w:rsidRPr="007D016E" w:rsidRDefault="005D61E2" w:rsidP="005D61E2">
      <w:pPr>
        <w:pStyle w:val="Textbezslovn"/>
        <w:keepNext/>
        <w:spacing w:after="0"/>
      </w:pPr>
      <w:r>
        <w:t>Jeremenkova 103/23</w:t>
      </w:r>
    </w:p>
    <w:p w14:paraId="640882CD" w14:textId="77777777" w:rsidR="005D61E2" w:rsidRDefault="005D61E2" w:rsidP="005D61E2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58EE018" w14:textId="77777777" w:rsidR="005D61E2" w:rsidRDefault="005D61E2" w:rsidP="005D61E2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4537C898" w14:textId="77777777" w:rsidR="005D61E2" w:rsidRDefault="005D61E2" w:rsidP="005D61E2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8173AD3" w14:textId="77777777" w:rsidR="005D61E2" w:rsidRDefault="005D61E2" w:rsidP="005D61E2">
      <w:pPr>
        <w:pStyle w:val="Textbezslovn"/>
      </w:pPr>
      <w:r w:rsidRPr="005D61E2">
        <w:t>Ceníky</w:t>
      </w:r>
      <w:r>
        <w:t xml:space="preserve">: </w:t>
      </w:r>
      <w:r w:rsidRPr="00E64846">
        <w:t>https://typdok.tudc.cz/</w:t>
      </w:r>
    </w:p>
    <w:p w14:paraId="7E386EB1" w14:textId="77777777" w:rsidR="0069470F" w:rsidRDefault="0069470F" w:rsidP="0069470F">
      <w:pPr>
        <w:pStyle w:val="Nadpis2-1"/>
      </w:pPr>
      <w:bookmarkStart w:id="35" w:name="_Toc7077142"/>
      <w:bookmarkStart w:id="36" w:name="_Toc135205992"/>
      <w:r>
        <w:t>PŘÍLOHY</w:t>
      </w:r>
      <w:bookmarkEnd w:id="35"/>
      <w:bookmarkEnd w:id="36"/>
    </w:p>
    <w:p w14:paraId="286EDA72" w14:textId="229C8193" w:rsidR="00826B7B" w:rsidRDefault="004E684D" w:rsidP="004E684D">
      <w:pPr>
        <w:pStyle w:val="Text2-1"/>
        <w:numPr>
          <w:ilvl w:val="2"/>
          <w:numId w:val="7"/>
        </w:numPr>
      </w:pPr>
      <w:bookmarkStart w:id="37" w:name="_Ref124344888"/>
      <w:r w:rsidRPr="004E684D">
        <w:rPr>
          <w:rFonts w:eastAsiaTheme="minorHAnsi" w:cstheme="minorBidi"/>
        </w:rPr>
        <w:t>Využití RFID markerů k lokalizaci podzemních inženýrských sítí v majetku Správy železnic, státní organizace (</w:t>
      </w:r>
      <w:r w:rsidRPr="00D13077">
        <w:rPr>
          <w:rFonts w:eastAsiaTheme="minorHAnsi" w:cstheme="minorBidi"/>
        </w:rPr>
        <w:t>Využití_RFID_markerů_SŽ.pdf)</w:t>
      </w:r>
      <w:bookmarkEnd w:id="37"/>
    </w:p>
    <w:sectPr w:rsidR="00826B7B" w:rsidSect="00FB084A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6FCC5" w14:textId="77777777" w:rsidR="00183B22" w:rsidRDefault="00183B22" w:rsidP="00962258">
      <w:pPr>
        <w:spacing w:after="0" w:line="240" w:lineRule="auto"/>
      </w:pPr>
      <w:r>
        <w:separator/>
      </w:r>
    </w:p>
  </w:endnote>
  <w:endnote w:type="continuationSeparator" w:id="0">
    <w:p w14:paraId="7BBA98D0" w14:textId="77777777" w:rsidR="00183B22" w:rsidRDefault="00183B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25F" w:rsidRPr="00C042E2" w14:paraId="434C8B79" w14:textId="77777777" w:rsidTr="00C042E2">
      <w:tc>
        <w:tcPr>
          <w:tcW w:w="90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9C5760D" w14:textId="2DEA0FF6" w:rsidR="00CF025F" w:rsidRPr="00C042E2" w:rsidRDefault="00CF025F" w:rsidP="00614E71">
          <w:pPr>
            <w:pStyle w:val="Zpat"/>
            <w:rPr>
              <w:rStyle w:val="slostrnky"/>
            </w:rPr>
          </w:pPr>
          <w:r w:rsidRPr="00C042E2">
            <w:rPr>
              <w:rStyle w:val="slostrnky"/>
            </w:rPr>
            <w:fldChar w:fldCharType="begin"/>
          </w:r>
          <w:r w:rsidRPr="00C042E2">
            <w:rPr>
              <w:rStyle w:val="slostrnky"/>
            </w:rPr>
            <w:instrText>PAGE   \* MERGEFORMAT</w:instrText>
          </w:r>
          <w:r w:rsidRPr="00C042E2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C042E2">
            <w:rPr>
              <w:rStyle w:val="slostrnky"/>
            </w:rPr>
            <w:fldChar w:fldCharType="end"/>
          </w:r>
          <w:r w:rsidRPr="00C042E2">
            <w:rPr>
              <w:rStyle w:val="slostrnky"/>
            </w:rPr>
            <w:t>/</w:t>
          </w:r>
          <w:r w:rsidRPr="00C042E2">
            <w:rPr>
              <w:rStyle w:val="slostrnky"/>
            </w:rPr>
            <w:fldChar w:fldCharType="begin"/>
          </w:r>
          <w:r w:rsidRPr="00C042E2">
            <w:rPr>
              <w:rStyle w:val="slostrnky"/>
            </w:rPr>
            <w:instrText xml:space="preserve"> NUMPAGES   \* MERGEFORMAT </w:instrText>
          </w:r>
          <w:r w:rsidRPr="00C042E2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C042E2">
            <w:rPr>
              <w:rStyle w:val="slostrnky"/>
            </w:rPr>
            <w:fldChar w:fldCharType="end"/>
          </w:r>
        </w:p>
      </w:tc>
      <w:tc>
        <w:tcPr>
          <w:tcW w:w="0" w:type="auto"/>
          <w:shd w:val="clear" w:color="auto" w:fill="auto"/>
          <w:vAlign w:val="bottom"/>
        </w:tcPr>
        <w:p w14:paraId="674E9116" w14:textId="7CB3ECFD" w:rsidR="00CF025F" w:rsidRPr="00C042E2" w:rsidRDefault="00CF025F" w:rsidP="008664BF">
          <w:pPr>
            <w:pStyle w:val="Zpatvlevo"/>
            <w:rPr>
              <w:szCs w:val="20"/>
            </w:rPr>
          </w:pPr>
          <w:r>
            <w:rPr>
              <w:szCs w:val="20"/>
            </w:rPr>
            <w:t>Soubor staveb FVE OŘ Brno</w:t>
          </w:r>
        </w:p>
        <w:p w14:paraId="4C20D3F4" w14:textId="77777777" w:rsidR="00CF025F" w:rsidRPr="00C042E2" w:rsidRDefault="00CF025F" w:rsidP="00722CCE">
          <w:pPr>
            <w:pStyle w:val="Zpatvlevo"/>
            <w:rPr>
              <w:szCs w:val="20"/>
            </w:rPr>
          </w:pPr>
          <w:r w:rsidRPr="00C042E2">
            <w:rPr>
              <w:szCs w:val="20"/>
            </w:rPr>
            <w:t>Příloha č. 2 d)e - Zvláštní technické podmínky</w:t>
          </w:r>
        </w:p>
        <w:p w14:paraId="2270251D" w14:textId="77777777" w:rsidR="00CF025F" w:rsidRPr="00C042E2" w:rsidRDefault="00CF025F" w:rsidP="00EC42B7">
          <w:pPr>
            <w:pStyle w:val="Zpatvlevo"/>
            <w:rPr>
              <w:szCs w:val="20"/>
            </w:rPr>
          </w:pPr>
          <w:r w:rsidRPr="00C042E2">
            <w:rPr>
              <w:szCs w:val="20"/>
            </w:rPr>
            <w:t>Zhotovení Projektová dokumentace a Zhotovení stavby (ZTP D+B)</w:t>
          </w:r>
        </w:p>
      </w:tc>
    </w:tr>
  </w:tbl>
  <w:p w14:paraId="6A8F74CD" w14:textId="77777777" w:rsidR="00CF025F" w:rsidRPr="00614E71" w:rsidRDefault="00CF025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25F" w:rsidRPr="00C042E2" w14:paraId="0D1BB9D0" w14:textId="77777777" w:rsidTr="00C042E2">
      <w:tc>
        <w:tcPr>
          <w:tcW w:w="0" w:type="auto"/>
          <w:shd w:val="clear" w:color="auto" w:fill="auto"/>
          <w:tcMar>
            <w:left w:w="0" w:type="dxa"/>
            <w:right w:w="0" w:type="dxa"/>
          </w:tcMar>
          <w:vAlign w:val="bottom"/>
        </w:tcPr>
        <w:p w14:paraId="12577BCC" w14:textId="77777777" w:rsidR="00CF025F" w:rsidRPr="00C042E2" w:rsidRDefault="00CF025F" w:rsidP="00722CCE">
          <w:pPr>
            <w:pStyle w:val="Zpatvpravo"/>
            <w:rPr>
              <w:szCs w:val="20"/>
            </w:rPr>
          </w:pPr>
          <w:r>
            <w:rPr>
              <w:szCs w:val="20"/>
            </w:rPr>
            <w:t>Soubor staveb FVE OŘ Ostrava</w:t>
          </w:r>
        </w:p>
        <w:p w14:paraId="4134F15D" w14:textId="77777777" w:rsidR="00CF025F" w:rsidRPr="00C042E2" w:rsidRDefault="00CF025F" w:rsidP="002454AA">
          <w:pPr>
            <w:pStyle w:val="Zpatvpravo"/>
            <w:rPr>
              <w:szCs w:val="20"/>
            </w:rPr>
          </w:pPr>
          <w:r w:rsidRPr="00C042E2">
            <w:rPr>
              <w:szCs w:val="20"/>
            </w:rPr>
            <w:t>Příloha č. 2 d) - Zvláštní technické podmínky</w:t>
          </w:r>
        </w:p>
        <w:p w14:paraId="271C55BA" w14:textId="77777777" w:rsidR="00CF025F" w:rsidRPr="00C042E2" w:rsidRDefault="00CF025F" w:rsidP="00C70BEE">
          <w:pPr>
            <w:pStyle w:val="Zpatvpravo"/>
            <w:rPr>
              <w:rStyle w:val="slostrnky"/>
              <w:b w:val="0"/>
              <w:color w:val="auto"/>
              <w:sz w:val="12"/>
              <w:szCs w:val="20"/>
            </w:rPr>
          </w:pPr>
          <w:r w:rsidRPr="00C042E2">
            <w:rPr>
              <w:szCs w:val="20"/>
            </w:rPr>
            <w:t>Zhotovení Projektová dokumentace a Zhotovení stavby (ZTP D+B)</w:t>
          </w:r>
        </w:p>
      </w:tc>
      <w:tc>
        <w:tcPr>
          <w:tcW w:w="907" w:type="dxa"/>
          <w:shd w:val="clear" w:color="auto" w:fill="auto"/>
          <w:vAlign w:val="bottom"/>
        </w:tcPr>
        <w:p w14:paraId="05118B5A" w14:textId="7918229D" w:rsidR="00CF025F" w:rsidRPr="00C042E2" w:rsidRDefault="00CF025F" w:rsidP="00C042E2">
          <w:pPr>
            <w:pStyle w:val="Zpatvlevo"/>
            <w:jc w:val="right"/>
            <w:rPr>
              <w:szCs w:val="20"/>
            </w:rPr>
          </w:pPr>
          <w:r w:rsidRPr="00C042E2">
            <w:rPr>
              <w:rStyle w:val="slostrnky"/>
              <w:szCs w:val="20"/>
            </w:rPr>
            <w:fldChar w:fldCharType="begin"/>
          </w:r>
          <w:r w:rsidRPr="00C042E2">
            <w:rPr>
              <w:rStyle w:val="slostrnky"/>
              <w:szCs w:val="20"/>
            </w:rPr>
            <w:instrText>PAGE   \* MERGEFORMAT</w:instrText>
          </w:r>
          <w:r w:rsidRPr="00C042E2">
            <w:rPr>
              <w:rStyle w:val="slostrnky"/>
              <w:szCs w:val="20"/>
            </w:rPr>
            <w:fldChar w:fldCharType="separate"/>
          </w:r>
          <w:r>
            <w:rPr>
              <w:rStyle w:val="slostrnky"/>
              <w:noProof/>
              <w:szCs w:val="20"/>
            </w:rPr>
            <w:t>15</w:t>
          </w:r>
          <w:r w:rsidRPr="00C042E2">
            <w:rPr>
              <w:rStyle w:val="slostrnky"/>
              <w:szCs w:val="20"/>
            </w:rPr>
            <w:fldChar w:fldCharType="end"/>
          </w:r>
          <w:r w:rsidRPr="00C042E2">
            <w:rPr>
              <w:rStyle w:val="slostrnky"/>
              <w:szCs w:val="20"/>
            </w:rPr>
            <w:t>/</w:t>
          </w:r>
          <w:r w:rsidRPr="00C042E2">
            <w:rPr>
              <w:rStyle w:val="slostrnky"/>
              <w:szCs w:val="20"/>
            </w:rPr>
            <w:fldChar w:fldCharType="begin"/>
          </w:r>
          <w:r w:rsidRPr="00C042E2">
            <w:rPr>
              <w:rStyle w:val="slostrnky"/>
              <w:szCs w:val="20"/>
            </w:rPr>
            <w:instrText xml:space="preserve"> NUMPAGES   \* MERGEFORMAT </w:instrText>
          </w:r>
          <w:r w:rsidRPr="00C042E2">
            <w:rPr>
              <w:rStyle w:val="slostrnky"/>
              <w:szCs w:val="20"/>
            </w:rPr>
            <w:fldChar w:fldCharType="separate"/>
          </w:r>
          <w:r>
            <w:rPr>
              <w:rStyle w:val="slostrnky"/>
              <w:noProof/>
              <w:szCs w:val="20"/>
            </w:rPr>
            <w:t>16</w:t>
          </w:r>
          <w:r w:rsidRPr="00C042E2">
            <w:rPr>
              <w:rStyle w:val="slostrnky"/>
              <w:szCs w:val="20"/>
            </w:rPr>
            <w:fldChar w:fldCharType="end"/>
          </w:r>
        </w:p>
      </w:tc>
    </w:tr>
    <w:tr w:rsidR="00CF025F" w:rsidRPr="00C042E2" w14:paraId="7E2A8453" w14:textId="77777777" w:rsidTr="00C042E2">
      <w:tc>
        <w:tcPr>
          <w:tcW w:w="0" w:type="auto"/>
          <w:shd w:val="clear" w:color="auto" w:fill="auto"/>
          <w:tcMar>
            <w:left w:w="0" w:type="dxa"/>
            <w:right w:w="0" w:type="dxa"/>
          </w:tcMar>
          <w:vAlign w:val="bottom"/>
        </w:tcPr>
        <w:p w14:paraId="7BB42A4A" w14:textId="77777777" w:rsidR="00CF025F" w:rsidRDefault="00CF025F" w:rsidP="00FB084A">
          <w:pPr>
            <w:pStyle w:val="Zpatvlevo"/>
            <w:rPr>
              <w:szCs w:val="20"/>
            </w:rPr>
          </w:pPr>
        </w:p>
      </w:tc>
      <w:tc>
        <w:tcPr>
          <w:tcW w:w="907" w:type="dxa"/>
          <w:shd w:val="clear" w:color="auto" w:fill="auto"/>
          <w:vAlign w:val="bottom"/>
        </w:tcPr>
        <w:p w14:paraId="49C74EE5" w14:textId="77777777" w:rsidR="00CF025F" w:rsidRPr="00C042E2" w:rsidRDefault="00CF025F" w:rsidP="00C042E2">
          <w:pPr>
            <w:pStyle w:val="Zpatvlevo"/>
            <w:jc w:val="right"/>
            <w:rPr>
              <w:rStyle w:val="slostrnky"/>
              <w:szCs w:val="20"/>
            </w:rPr>
          </w:pPr>
        </w:p>
      </w:tc>
    </w:tr>
  </w:tbl>
  <w:p w14:paraId="40235BE3" w14:textId="77777777" w:rsidR="00CF025F" w:rsidRPr="00B8518B" w:rsidRDefault="00CF025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E49AD" w14:textId="77777777" w:rsidR="00CF025F" w:rsidRPr="00B8518B" w:rsidRDefault="00CF025F" w:rsidP="00460660">
    <w:pPr>
      <w:pStyle w:val="Zpat"/>
      <w:rPr>
        <w:sz w:val="2"/>
        <w:szCs w:val="2"/>
      </w:rPr>
    </w:pPr>
  </w:p>
  <w:p w14:paraId="100D5235" w14:textId="77777777" w:rsidR="00CF025F" w:rsidRDefault="00CF025F" w:rsidP="00646589">
    <w:pPr>
      <w:pStyle w:val="Zpatvlevo"/>
      <w:rPr>
        <w:rFonts w:cs="Calibri"/>
        <w:szCs w:val="12"/>
      </w:rPr>
    </w:pPr>
  </w:p>
  <w:p w14:paraId="6A17855B" w14:textId="77777777" w:rsidR="00CF025F" w:rsidRPr="00460660" w:rsidRDefault="00CF025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2CAC3" w14:textId="77777777" w:rsidR="00183B22" w:rsidRDefault="00183B22" w:rsidP="00962258">
      <w:pPr>
        <w:spacing w:after="0" w:line="240" w:lineRule="auto"/>
      </w:pPr>
      <w:r>
        <w:separator/>
      </w:r>
    </w:p>
  </w:footnote>
  <w:footnote w:type="continuationSeparator" w:id="0">
    <w:p w14:paraId="4F7E2E3E" w14:textId="77777777" w:rsidR="00183B22" w:rsidRDefault="00183B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F025F" w:rsidRPr="00C042E2" w14:paraId="24CAD790" w14:textId="77777777" w:rsidTr="00C042E2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C8B896B" w14:textId="77777777" w:rsidR="00CF025F" w:rsidRPr="00C042E2" w:rsidRDefault="00CF025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23B640" w14:textId="77777777" w:rsidR="00CF025F" w:rsidRPr="00C042E2" w:rsidRDefault="00CF025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234C1A7D" wp14:editId="39A103C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1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1369B4" w14:textId="77777777" w:rsidR="00CF025F" w:rsidRPr="00C042E2" w:rsidRDefault="00CF025F" w:rsidP="00C042E2">
          <w:pPr>
            <w:pStyle w:val="Druhdokumentu"/>
            <w:spacing w:after="0"/>
          </w:pPr>
        </w:p>
      </w:tc>
    </w:tr>
    <w:tr w:rsidR="00CF025F" w:rsidRPr="00C042E2" w14:paraId="36D9E6FC" w14:textId="77777777" w:rsidTr="00C042E2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4BC797F" w14:textId="77777777" w:rsidR="00CF025F" w:rsidRPr="00C042E2" w:rsidRDefault="00CF025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8DA9DF" w14:textId="77777777" w:rsidR="00CF025F" w:rsidRPr="00C042E2" w:rsidRDefault="00CF025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BA9458" w14:textId="77777777" w:rsidR="00CF025F" w:rsidRPr="00C042E2" w:rsidRDefault="00CF025F" w:rsidP="00C042E2">
          <w:pPr>
            <w:pStyle w:val="Druhdokumentu"/>
            <w:spacing w:after="0"/>
          </w:pPr>
        </w:p>
      </w:tc>
    </w:tr>
  </w:tbl>
  <w:p w14:paraId="607F246A" w14:textId="77777777" w:rsidR="00CF025F" w:rsidRPr="00D6163D" w:rsidRDefault="00CF025F" w:rsidP="00FC6389">
    <w:pPr>
      <w:pStyle w:val="Zhlav"/>
      <w:rPr>
        <w:sz w:val="8"/>
        <w:szCs w:val="8"/>
      </w:rPr>
    </w:pPr>
  </w:p>
  <w:p w14:paraId="08A4F2AB" w14:textId="77777777" w:rsidR="00CF025F" w:rsidRPr="00460660" w:rsidRDefault="00CF025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8"/>
  </w:num>
  <w:num w:numId="12">
    <w:abstractNumId w:val="1"/>
  </w:num>
  <w:num w:numId="13">
    <w:abstractNumId w:val="3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99"/>
    <w:rsid w:val="000007E1"/>
    <w:rsid w:val="00005BA6"/>
    <w:rsid w:val="0000675A"/>
    <w:rsid w:val="00012280"/>
    <w:rsid w:val="00012EC4"/>
    <w:rsid w:val="00013AAA"/>
    <w:rsid w:val="00017F3C"/>
    <w:rsid w:val="00021B24"/>
    <w:rsid w:val="00041ADD"/>
    <w:rsid w:val="00041EC8"/>
    <w:rsid w:val="00042933"/>
    <w:rsid w:val="0004302A"/>
    <w:rsid w:val="00054FC6"/>
    <w:rsid w:val="00060140"/>
    <w:rsid w:val="000619CC"/>
    <w:rsid w:val="0006465A"/>
    <w:rsid w:val="00065049"/>
    <w:rsid w:val="0006588D"/>
    <w:rsid w:val="00065EF4"/>
    <w:rsid w:val="00065FA6"/>
    <w:rsid w:val="0006639D"/>
    <w:rsid w:val="00067A5E"/>
    <w:rsid w:val="0007041A"/>
    <w:rsid w:val="000719BB"/>
    <w:rsid w:val="0007276E"/>
    <w:rsid w:val="00072A65"/>
    <w:rsid w:val="00072C1E"/>
    <w:rsid w:val="00076B14"/>
    <w:rsid w:val="0008461A"/>
    <w:rsid w:val="00085AB7"/>
    <w:rsid w:val="000901EA"/>
    <w:rsid w:val="0009052F"/>
    <w:rsid w:val="000939AC"/>
    <w:rsid w:val="00097E06"/>
    <w:rsid w:val="000A032D"/>
    <w:rsid w:val="000A0C6D"/>
    <w:rsid w:val="000A176E"/>
    <w:rsid w:val="000A274C"/>
    <w:rsid w:val="000A6E75"/>
    <w:rsid w:val="000A70C2"/>
    <w:rsid w:val="000B155F"/>
    <w:rsid w:val="000B1C7C"/>
    <w:rsid w:val="000B285A"/>
    <w:rsid w:val="000B3386"/>
    <w:rsid w:val="000B393A"/>
    <w:rsid w:val="000B408F"/>
    <w:rsid w:val="000B4EB8"/>
    <w:rsid w:val="000B71CA"/>
    <w:rsid w:val="000C41F2"/>
    <w:rsid w:val="000D22C4"/>
    <w:rsid w:val="000D27D1"/>
    <w:rsid w:val="000D3B1B"/>
    <w:rsid w:val="000D61F9"/>
    <w:rsid w:val="000E1A7F"/>
    <w:rsid w:val="000E34B0"/>
    <w:rsid w:val="000E4EC7"/>
    <w:rsid w:val="000F0EB5"/>
    <w:rsid w:val="000F15F1"/>
    <w:rsid w:val="000F2E6F"/>
    <w:rsid w:val="000F465D"/>
    <w:rsid w:val="000F4B80"/>
    <w:rsid w:val="000F5B8C"/>
    <w:rsid w:val="00103F60"/>
    <w:rsid w:val="00110278"/>
    <w:rsid w:val="00111422"/>
    <w:rsid w:val="0011173C"/>
    <w:rsid w:val="00112864"/>
    <w:rsid w:val="00114472"/>
    <w:rsid w:val="00114988"/>
    <w:rsid w:val="00114DE9"/>
    <w:rsid w:val="00115069"/>
    <w:rsid w:val="001150F2"/>
    <w:rsid w:val="00122557"/>
    <w:rsid w:val="001226C5"/>
    <w:rsid w:val="0012419F"/>
    <w:rsid w:val="00126183"/>
    <w:rsid w:val="00135D67"/>
    <w:rsid w:val="00136398"/>
    <w:rsid w:val="001367DD"/>
    <w:rsid w:val="0014103D"/>
    <w:rsid w:val="00146596"/>
    <w:rsid w:val="00146BCB"/>
    <w:rsid w:val="0015027B"/>
    <w:rsid w:val="00150B2C"/>
    <w:rsid w:val="00150D03"/>
    <w:rsid w:val="00151525"/>
    <w:rsid w:val="00151853"/>
    <w:rsid w:val="00153B6C"/>
    <w:rsid w:val="00155133"/>
    <w:rsid w:val="00156E97"/>
    <w:rsid w:val="001656A2"/>
    <w:rsid w:val="00170EC5"/>
    <w:rsid w:val="001747C1"/>
    <w:rsid w:val="00177D6B"/>
    <w:rsid w:val="00177DB0"/>
    <w:rsid w:val="001812F7"/>
    <w:rsid w:val="00181B6B"/>
    <w:rsid w:val="00183B22"/>
    <w:rsid w:val="001843C2"/>
    <w:rsid w:val="001860AA"/>
    <w:rsid w:val="001861CB"/>
    <w:rsid w:val="00191F90"/>
    <w:rsid w:val="001A0C94"/>
    <w:rsid w:val="001A3202"/>
    <w:rsid w:val="001A3B3C"/>
    <w:rsid w:val="001B4180"/>
    <w:rsid w:val="001B4E74"/>
    <w:rsid w:val="001B7668"/>
    <w:rsid w:val="001C0E4B"/>
    <w:rsid w:val="001C2FA2"/>
    <w:rsid w:val="001C645F"/>
    <w:rsid w:val="001D25E2"/>
    <w:rsid w:val="001D7275"/>
    <w:rsid w:val="001E042E"/>
    <w:rsid w:val="001E050E"/>
    <w:rsid w:val="001E471D"/>
    <w:rsid w:val="001E678E"/>
    <w:rsid w:val="001E6934"/>
    <w:rsid w:val="001F630F"/>
    <w:rsid w:val="001F7BAF"/>
    <w:rsid w:val="002003E1"/>
    <w:rsid w:val="002007BA"/>
    <w:rsid w:val="002038C9"/>
    <w:rsid w:val="002071BB"/>
    <w:rsid w:val="00207DF5"/>
    <w:rsid w:val="00213C64"/>
    <w:rsid w:val="00216772"/>
    <w:rsid w:val="0022043B"/>
    <w:rsid w:val="00224A67"/>
    <w:rsid w:val="00226C97"/>
    <w:rsid w:val="00232000"/>
    <w:rsid w:val="002332B7"/>
    <w:rsid w:val="00234BB1"/>
    <w:rsid w:val="00240B81"/>
    <w:rsid w:val="00243335"/>
    <w:rsid w:val="002454AA"/>
    <w:rsid w:val="00247D01"/>
    <w:rsid w:val="0025030F"/>
    <w:rsid w:val="00251ABD"/>
    <w:rsid w:val="00261A5B"/>
    <w:rsid w:val="00262DEF"/>
    <w:rsid w:val="00262E5B"/>
    <w:rsid w:val="00263089"/>
    <w:rsid w:val="00263102"/>
    <w:rsid w:val="00272579"/>
    <w:rsid w:val="0027327A"/>
    <w:rsid w:val="00276AFE"/>
    <w:rsid w:val="00277FBD"/>
    <w:rsid w:val="00281C6B"/>
    <w:rsid w:val="00291833"/>
    <w:rsid w:val="0029566C"/>
    <w:rsid w:val="0029743E"/>
    <w:rsid w:val="0029775C"/>
    <w:rsid w:val="002A034B"/>
    <w:rsid w:val="002A355D"/>
    <w:rsid w:val="002A3B57"/>
    <w:rsid w:val="002A42D5"/>
    <w:rsid w:val="002A55AB"/>
    <w:rsid w:val="002B2AF2"/>
    <w:rsid w:val="002B46AD"/>
    <w:rsid w:val="002B4E1D"/>
    <w:rsid w:val="002B6B58"/>
    <w:rsid w:val="002C054B"/>
    <w:rsid w:val="002C31BF"/>
    <w:rsid w:val="002C5811"/>
    <w:rsid w:val="002D0011"/>
    <w:rsid w:val="002D2102"/>
    <w:rsid w:val="002D3BBE"/>
    <w:rsid w:val="002D6B9A"/>
    <w:rsid w:val="002D7FD6"/>
    <w:rsid w:val="002E0CD7"/>
    <w:rsid w:val="002E0CFB"/>
    <w:rsid w:val="002E5C7B"/>
    <w:rsid w:val="002E7509"/>
    <w:rsid w:val="002F0D40"/>
    <w:rsid w:val="002F2AE7"/>
    <w:rsid w:val="002F362D"/>
    <w:rsid w:val="002F4333"/>
    <w:rsid w:val="0030303F"/>
    <w:rsid w:val="00304DAF"/>
    <w:rsid w:val="00305387"/>
    <w:rsid w:val="0030665B"/>
    <w:rsid w:val="00307207"/>
    <w:rsid w:val="003130A4"/>
    <w:rsid w:val="00313762"/>
    <w:rsid w:val="003229ED"/>
    <w:rsid w:val="00323DFA"/>
    <w:rsid w:val="003254A3"/>
    <w:rsid w:val="00326CAD"/>
    <w:rsid w:val="00327EEF"/>
    <w:rsid w:val="0033239F"/>
    <w:rsid w:val="00334918"/>
    <w:rsid w:val="00337248"/>
    <w:rsid w:val="003418A3"/>
    <w:rsid w:val="0034274B"/>
    <w:rsid w:val="003434F0"/>
    <w:rsid w:val="003462EB"/>
    <w:rsid w:val="0034719F"/>
    <w:rsid w:val="003475AA"/>
    <w:rsid w:val="00347746"/>
    <w:rsid w:val="00350A35"/>
    <w:rsid w:val="003533EB"/>
    <w:rsid w:val="003541F2"/>
    <w:rsid w:val="00356A54"/>
    <w:rsid w:val="00356BE5"/>
    <w:rsid w:val="003571D8"/>
    <w:rsid w:val="00357BC6"/>
    <w:rsid w:val="00361422"/>
    <w:rsid w:val="00362A4E"/>
    <w:rsid w:val="00365128"/>
    <w:rsid w:val="003702EF"/>
    <w:rsid w:val="0037545D"/>
    <w:rsid w:val="003757B4"/>
    <w:rsid w:val="003765AA"/>
    <w:rsid w:val="003823D9"/>
    <w:rsid w:val="00384470"/>
    <w:rsid w:val="00386641"/>
    <w:rsid w:val="00386FF1"/>
    <w:rsid w:val="00392425"/>
    <w:rsid w:val="00392B23"/>
    <w:rsid w:val="00392EB6"/>
    <w:rsid w:val="00393C69"/>
    <w:rsid w:val="003956C6"/>
    <w:rsid w:val="003A07C2"/>
    <w:rsid w:val="003A0BB3"/>
    <w:rsid w:val="003B0503"/>
    <w:rsid w:val="003B0B91"/>
    <w:rsid w:val="003B111D"/>
    <w:rsid w:val="003B3764"/>
    <w:rsid w:val="003C33F2"/>
    <w:rsid w:val="003C6679"/>
    <w:rsid w:val="003D397D"/>
    <w:rsid w:val="003D695E"/>
    <w:rsid w:val="003D756E"/>
    <w:rsid w:val="003D7E0C"/>
    <w:rsid w:val="003E04E5"/>
    <w:rsid w:val="003E420D"/>
    <w:rsid w:val="003E4C13"/>
    <w:rsid w:val="003E55C9"/>
    <w:rsid w:val="003E7819"/>
    <w:rsid w:val="003F14BF"/>
    <w:rsid w:val="003F4246"/>
    <w:rsid w:val="003F7D7E"/>
    <w:rsid w:val="00404B49"/>
    <w:rsid w:val="00404FCA"/>
    <w:rsid w:val="004078F3"/>
    <w:rsid w:val="00413B17"/>
    <w:rsid w:val="00415220"/>
    <w:rsid w:val="00422A8F"/>
    <w:rsid w:val="00424185"/>
    <w:rsid w:val="00427794"/>
    <w:rsid w:val="00434475"/>
    <w:rsid w:val="00436998"/>
    <w:rsid w:val="00442645"/>
    <w:rsid w:val="00443C6D"/>
    <w:rsid w:val="004449EE"/>
    <w:rsid w:val="0044590C"/>
    <w:rsid w:val="00446C99"/>
    <w:rsid w:val="00450F07"/>
    <w:rsid w:val="00453CD3"/>
    <w:rsid w:val="0045709A"/>
    <w:rsid w:val="00460660"/>
    <w:rsid w:val="0046288F"/>
    <w:rsid w:val="00463BD5"/>
    <w:rsid w:val="00464BA9"/>
    <w:rsid w:val="00467F7D"/>
    <w:rsid w:val="00476F2F"/>
    <w:rsid w:val="00483969"/>
    <w:rsid w:val="00484491"/>
    <w:rsid w:val="00486107"/>
    <w:rsid w:val="00487220"/>
    <w:rsid w:val="00491827"/>
    <w:rsid w:val="00492AB7"/>
    <w:rsid w:val="004A4E22"/>
    <w:rsid w:val="004B0764"/>
    <w:rsid w:val="004B12A1"/>
    <w:rsid w:val="004C0368"/>
    <w:rsid w:val="004C3442"/>
    <w:rsid w:val="004C3AF0"/>
    <w:rsid w:val="004C4399"/>
    <w:rsid w:val="004C787C"/>
    <w:rsid w:val="004D0D1E"/>
    <w:rsid w:val="004D3737"/>
    <w:rsid w:val="004D7325"/>
    <w:rsid w:val="004D7D8C"/>
    <w:rsid w:val="004E32F7"/>
    <w:rsid w:val="004E42F8"/>
    <w:rsid w:val="004E684D"/>
    <w:rsid w:val="004E7A1F"/>
    <w:rsid w:val="004F14FA"/>
    <w:rsid w:val="004F4B9B"/>
    <w:rsid w:val="004F70CD"/>
    <w:rsid w:val="0050666E"/>
    <w:rsid w:val="0051036C"/>
    <w:rsid w:val="00511AB9"/>
    <w:rsid w:val="00513E85"/>
    <w:rsid w:val="00515F6C"/>
    <w:rsid w:val="00516FD2"/>
    <w:rsid w:val="00520875"/>
    <w:rsid w:val="005208AE"/>
    <w:rsid w:val="00523BB5"/>
    <w:rsid w:val="00523EA7"/>
    <w:rsid w:val="00524ACB"/>
    <w:rsid w:val="00531CB9"/>
    <w:rsid w:val="005354D7"/>
    <w:rsid w:val="00535ABB"/>
    <w:rsid w:val="005403D3"/>
    <w:rsid w:val="005406EB"/>
    <w:rsid w:val="00540922"/>
    <w:rsid w:val="0054492D"/>
    <w:rsid w:val="00545AD1"/>
    <w:rsid w:val="00547491"/>
    <w:rsid w:val="00553375"/>
    <w:rsid w:val="00555884"/>
    <w:rsid w:val="0056263F"/>
    <w:rsid w:val="00564E35"/>
    <w:rsid w:val="00567B08"/>
    <w:rsid w:val="00571FC1"/>
    <w:rsid w:val="00572A42"/>
    <w:rsid w:val="005736B7"/>
    <w:rsid w:val="00575E5A"/>
    <w:rsid w:val="00577C0D"/>
    <w:rsid w:val="00580245"/>
    <w:rsid w:val="0058742A"/>
    <w:rsid w:val="00590B8F"/>
    <w:rsid w:val="00590BAF"/>
    <w:rsid w:val="00596267"/>
    <w:rsid w:val="00596B98"/>
    <w:rsid w:val="00597B05"/>
    <w:rsid w:val="00597CDE"/>
    <w:rsid w:val="005A08B7"/>
    <w:rsid w:val="005A1F44"/>
    <w:rsid w:val="005A2698"/>
    <w:rsid w:val="005B5264"/>
    <w:rsid w:val="005C07C4"/>
    <w:rsid w:val="005C1871"/>
    <w:rsid w:val="005C6EF8"/>
    <w:rsid w:val="005D3C39"/>
    <w:rsid w:val="005D61E2"/>
    <w:rsid w:val="005D7706"/>
    <w:rsid w:val="005D7A71"/>
    <w:rsid w:val="005D7FAE"/>
    <w:rsid w:val="005E14A8"/>
    <w:rsid w:val="005E4131"/>
    <w:rsid w:val="005E59C7"/>
    <w:rsid w:val="005E7989"/>
    <w:rsid w:val="005F5CD6"/>
    <w:rsid w:val="005F757B"/>
    <w:rsid w:val="00601A8C"/>
    <w:rsid w:val="0060351D"/>
    <w:rsid w:val="00603A71"/>
    <w:rsid w:val="006064AD"/>
    <w:rsid w:val="0061068E"/>
    <w:rsid w:val="0061095F"/>
    <w:rsid w:val="006115D3"/>
    <w:rsid w:val="00614E71"/>
    <w:rsid w:val="0062007E"/>
    <w:rsid w:val="006208DF"/>
    <w:rsid w:val="00627FC4"/>
    <w:rsid w:val="00633336"/>
    <w:rsid w:val="00646589"/>
    <w:rsid w:val="00652CF1"/>
    <w:rsid w:val="0065559F"/>
    <w:rsid w:val="00655976"/>
    <w:rsid w:val="0065610E"/>
    <w:rsid w:val="00660AD3"/>
    <w:rsid w:val="00662654"/>
    <w:rsid w:val="00664E3D"/>
    <w:rsid w:val="00672806"/>
    <w:rsid w:val="00674768"/>
    <w:rsid w:val="006776B6"/>
    <w:rsid w:val="00685490"/>
    <w:rsid w:val="00686763"/>
    <w:rsid w:val="006873BA"/>
    <w:rsid w:val="0069136C"/>
    <w:rsid w:val="00693150"/>
    <w:rsid w:val="0069470F"/>
    <w:rsid w:val="006A019B"/>
    <w:rsid w:val="006A2C62"/>
    <w:rsid w:val="006A5570"/>
    <w:rsid w:val="006A5BD2"/>
    <w:rsid w:val="006A689C"/>
    <w:rsid w:val="006A7765"/>
    <w:rsid w:val="006B099A"/>
    <w:rsid w:val="006B2318"/>
    <w:rsid w:val="006B3D79"/>
    <w:rsid w:val="006B4079"/>
    <w:rsid w:val="006B4A49"/>
    <w:rsid w:val="006B6FE4"/>
    <w:rsid w:val="006C16E1"/>
    <w:rsid w:val="006C2343"/>
    <w:rsid w:val="006C31D3"/>
    <w:rsid w:val="006C442A"/>
    <w:rsid w:val="006C47DA"/>
    <w:rsid w:val="006C5B36"/>
    <w:rsid w:val="006D00C9"/>
    <w:rsid w:val="006D0C7B"/>
    <w:rsid w:val="006D0E43"/>
    <w:rsid w:val="006D248E"/>
    <w:rsid w:val="006D4048"/>
    <w:rsid w:val="006E0578"/>
    <w:rsid w:val="006E0B4B"/>
    <w:rsid w:val="006E314D"/>
    <w:rsid w:val="006E4715"/>
    <w:rsid w:val="006E63AF"/>
    <w:rsid w:val="006E67DC"/>
    <w:rsid w:val="006E6858"/>
    <w:rsid w:val="006F2B54"/>
    <w:rsid w:val="006F69A9"/>
    <w:rsid w:val="00710723"/>
    <w:rsid w:val="007135BE"/>
    <w:rsid w:val="00720139"/>
    <w:rsid w:val="00720802"/>
    <w:rsid w:val="00722CCE"/>
    <w:rsid w:val="00722F32"/>
    <w:rsid w:val="00722FEC"/>
    <w:rsid w:val="00723ED1"/>
    <w:rsid w:val="00733AD8"/>
    <w:rsid w:val="007344F8"/>
    <w:rsid w:val="007349C2"/>
    <w:rsid w:val="00734C58"/>
    <w:rsid w:val="007373E8"/>
    <w:rsid w:val="00737C03"/>
    <w:rsid w:val="00740AF5"/>
    <w:rsid w:val="00743525"/>
    <w:rsid w:val="00745555"/>
    <w:rsid w:val="00745B7E"/>
    <w:rsid w:val="00745F94"/>
    <w:rsid w:val="00750982"/>
    <w:rsid w:val="007541A2"/>
    <w:rsid w:val="00755818"/>
    <w:rsid w:val="007559AF"/>
    <w:rsid w:val="0076008E"/>
    <w:rsid w:val="007618EE"/>
    <w:rsid w:val="0076286B"/>
    <w:rsid w:val="00766246"/>
    <w:rsid w:val="00766846"/>
    <w:rsid w:val="007677E6"/>
    <w:rsid w:val="0076790E"/>
    <w:rsid w:val="00770601"/>
    <w:rsid w:val="0077114A"/>
    <w:rsid w:val="007711A2"/>
    <w:rsid w:val="007723C1"/>
    <w:rsid w:val="00773068"/>
    <w:rsid w:val="00774B69"/>
    <w:rsid w:val="0077505C"/>
    <w:rsid w:val="00775C72"/>
    <w:rsid w:val="0077673A"/>
    <w:rsid w:val="00777236"/>
    <w:rsid w:val="0078413D"/>
    <w:rsid w:val="007846E1"/>
    <w:rsid w:val="007847D6"/>
    <w:rsid w:val="00794D4C"/>
    <w:rsid w:val="0079740E"/>
    <w:rsid w:val="007978E4"/>
    <w:rsid w:val="007A202B"/>
    <w:rsid w:val="007A3360"/>
    <w:rsid w:val="007A5172"/>
    <w:rsid w:val="007A67A0"/>
    <w:rsid w:val="007B0989"/>
    <w:rsid w:val="007B2B6B"/>
    <w:rsid w:val="007B3108"/>
    <w:rsid w:val="007B570C"/>
    <w:rsid w:val="007C650D"/>
    <w:rsid w:val="007D7206"/>
    <w:rsid w:val="007E3765"/>
    <w:rsid w:val="007E4A6E"/>
    <w:rsid w:val="007E5656"/>
    <w:rsid w:val="007E60A8"/>
    <w:rsid w:val="007E71F2"/>
    <w:rsid w:val="007F2B34"/>
    <w:rsid w:val="007F52E9"/>
    <w:rsid w:val="007F56A7"/>
    <w:rsid w:val="00800851"/>
    <w:rsid w:val="0080171C"/>
    <w:rsid w:val="008021FE"/>
    <w:rsid w:val="008028FD"/>
    <w:rsid w:val="0080306F"/>
    <w:rsid w:val="00803BF3"/>
    <w:rsid w:val="008052D3"/>
    <w:rsid w:val="00807DD0"/>
    <w:rsid w:val="00810E5C"/>
    <w:rsid w:val="00812B87"/>
    <w:rsid w:val="00816821"/>
    <w:rsid w:val="00816930"/>
    <w:rsid w:val="008175DB"/>
    <w:rsid w:val="008215E4"/>
    <w:rsid w:val="00821A59"/>
    <w:rsid w:val="00821D01"/>
    <w:rsid w:val="00822C1F"/>
    <w:rsid w:val="00825A2C"/>
    <w:rsid w:val="00826B7B"/>
    <w:rsid w:val="0083197D"/>
    <w:rsid w:val="00833836"/>
    <w:rsid w:val="00834146"/>
    <w:rsid w:val="00844F35"/>
    <w:rsid w:val="00845809"/>
    <w:rsid w:val="00845C29"/>
    <w:rsid w:val="00846789"/>
    <w:rsid w:val="00846956"/>
    <w:rsid w:val="0085360C"/>
    <w:rsid w:val="00857A0D"/>
    <w:rsid w:val="008633B5"/>
    <w:rsid w:val="00863685"/>
    <w:rsid w:val="008644AC"/>
    <w:rsid w:val="00865C25"/>
    <w:rsid w:val="008664BF"/>
    <w:rsid w:val="00874A1A"/>
    <w:rsid w:val="008858AB"/>
    <w:rsid w:val="00887F36"/>
    <w:rsid w:val="00890A4F"/>
    <w:rsid w:val="00895159"/>
    <w:rsid w:val="00896D55"/>
    <w:rsid w:val="008A01EA"/>
    <w:rsid w:val="008A3568"/>
    <w:rsid w:val="008B1BDF"/>
    <w:rsid w:val="008B62D9"/>
    <w:rsid w:val="008C20C9"/>
    <w:rsid w:val="008C22E3"/>
    <w:rsid w:val="008C24A8"/>
    <w:rsid w:val="008C50F3"/>
    <w:rsid w:val="008C51A4"/>
    <w:rsid w:val="008C6204"/>
    <w:rsid w:val="008C7EFE"/>
    <w:rsid w:val="008D03B9"/>
    <w:rsid w:val="008D0DB7"/>
    <w:rsid w:val="008D30C7"/>
    <w:rsid w:val="008E5737"/>
    <w:rsid w:val="008E5804"/>
    <w:rsid w:val="008E7D0B"/>
    <w:rsid w:val="008E7D5A"/>
    <w:rsid w:val="008F18D6"/>
    <w:rsid w:val="008F2C9B"/>
    <w:rsid w:val="008F328D"/>
    <w:rsid w:val="008F50F3"/>
    <w:rsid w:val="008F5502"/>
    <w:rsid w:val="008F5D30"/>
    <w:rsid w:val="008F797B"/>
    <w:rsid w:val="009000D0"/>
    <w:rsid w:val="00901E7F"/>
    <w:rsid w:val="0090281B"/>
    <w:rsid w:val="00904780"/>
    <w:rsid w:val="00904FAA"/>
    <w:rsid w:val="00905957"/>
    <w:rsid w:val="00905A3E"/>
    <w:rsid w:val="0090635B"/>
    <w:rsid w:val="00907722"/>
    <w:rsid w:val="0091320E"/>
    <w:rsid w:val="00914F81"/>
    <w:rsid w:val="0091659F"/>
    <w:rsid w:val="00916AB0"/>
    <w:rsid w:val="00922385"/>
    <w:rsid w:val="009223DF"/>
    <w:rsid w:val="009226C1"/>
    <w:rsid w:val="00923406"/>
    <w:rsid w:val="00923FD7"/>
    <w:rsid w:val="0092477D"/>
    <w:rsid w:val="00936091"/>
    <w:rsid w:val="00940BAC"/>
    <w:rsid w:val="00940D8A"/>
    <w:rsid w:val="00944E07"/>
    <w:rsid w:val="0094646F"/>
    <w:rsid w:val="00950944"/>
    <w:rsid w:val="009525B9"/>
    <w:rsid w:val="00956192"/>
    <w:rsid w:val="00957F1F"/>
    <w:rsid w:val="00961765"/>
    <w:rsid w:val="00962258"/>
    <w:rsid w:val="00963F17"/>
    <w:rsid w:val="00966365"/>
    <w:rsid w:val="009678B7"/>
    <w:rsid w:val="0097239D"/>
    <w:rsid w:val="009812B2"/>
    <w:rsid w:val="009838B5"/>
    <w:rsid w:val="00984892"/>
    <w:rsid w:val="0098645A"/>
    <w:rsid w:val="00992D9C"/>
    <w:rsid w:val="00996CB8"/>
    <w:rsid w:val="009A0A7A"/>
    <w:rsid w:val="009A2AF5"/>
    <w:rsid w:val="009A404E"/>
    <w:rsid w:val="009B086C"/>
    <w:rsid w:val="009B1F20"/>
    <w:rsid w:val="009B2937"/>
    <w:rsid w:val="009B2E97"/>
    <w:rsid w:val="009B5146"/>
    <w:rsid w:val="009B7E32"/>
    <w:rsid w:val="009C418E"/>
    <w:rsid w:val="009C442C"/>
    <w:rsid w:val="009C4961"/>
    <w:rsid w:val="009D17DB"/>
    <w:rsid w:val="009D2FC5"/>
    <w:rsid w:val="009E07F4"/>
    <w:rsid w:val="009E09BE"/>
    <w:rsid w:val="009E24EE"/>
    <w:rsid w:val="009E29D7"/>
    <w:rsid w:val="009E32B7"/>
    <w:rsid w:val="009E6404"/>
    <w:rsid w:val="009F25DD"/>
    <w:rsid w:val="009F309B"/>
    <w:rsid w:val="009F392E"/>
    <w:rsid w:val="009F53C5"/>
    <w:rsid w:val="00A04D7F"/>
    <w:rsid w:val="00A0740E"/>
    <w:rsid w:val="00A077C5"/>
    <w:rsid w:val="00A17632"/>
    <w:rsid w:val="00A21A48"/>
    <w:rsid w:val="00A21E0A"/>
    <w:rsid w:val="00A23365"/>
    <w:rsid w:val="00A24F1C"/>
    <w:rsid w:val="00A31ADB"/>
    <w:rsid w:val="00A328EF"/>
    <w:rsid w:val="00A334DA"/>
    <w:rsid w:val="00A3354C"/>
    <w:rsid w:val="00A35BE7"/>
    <w:rsid w:val="00A360CB"/>
    <w:rsid w:val="00A36355"/>
    <w:rsid w:val="00A4050F"/>
    <w:rsid w:val="00A43349"/>
    <w:rsid w:val="00A456F3"/>
    <w:rsid w:val="00A50641"/>
    <w:rsid w:val="00A52C63"/>
    <w:rsid w:val="00A530BF"/>
    <w:rsid w:val="00A54786"/>
    <w:rsid w:val="00A60F23"/>
    <w:rsid w:val="00A6177B"/>
    <w:rsid w:val="00A62E74"/>
    <w:rsid w:val="00A638F1"/>
    <w:rsid w:val="00A66136"/>
    <w:rsid w:val="00A663EB"/>
    <w:rsid w:val="00A71189"/>
    <w:rsid w:val="00A71CA8"/>
    <w:rsid w:val="00A7364A"/>
    <w:rsid w:val="00A745CB"/>
    <w:rsid w:val="00A74DCC"/>
    <w:rsid w:val="00A753ED"/>
    <w:rsid w:val="00A77512"/>
    <w:rsid w:val="00A8227E"/>
    <w:rsid w:val="00A82E9C"/>
    <w:rsid w:val="00A9041B"/>
    <w:rsid w:val="00A90E30"/>
    <w:rsid w:val="00A929E5"/>
    <w:rsid w:val="00A94C2F"/>
    <w:rsid w:val="00AA1397"/>
    <w:rsid w:val="00AA4CBB"/>
    <w:rsid w:val="00AA65FA"/>
    <w:rsid w:val="00AA7351"/>
    <w:rsid w:val="00AB1FA9"/>
    <w:rsid w:val="00AB2814"/>
    <w:rsid w:val="00AB6CB4"/>
    <w:rsid w:val="00AC3E83"/>
    <w:rsid w:val="00AC59BD"/>
    <w:rsid w:val="00AC66E9"/>
    <w:rsid w:val="00AC7F7F"/>
    <w:rsid w:val="00AD056F"/>
    <w:rsid w:val="00AD06D3"/>
    <w:rsid w:val="00AD0C7B"/>
    <w:rsid w:val="00AD2431"/>
    <w:rsid w:val="00AD38D0"/>
    <w:rsid w:val="00AD5F1A"/>
    <w:rsid w:val="00AD6731"/>
    <w:rsid w:val="00AD7E3F"/>
    <w:rsid w:val="00AE13FD"/>
    <w:rsid w:val="00AE19EC"/>
    <w:rsid w:val="00AE252C"/>
    <w:rsid w:val="00AF2E9E"/>
    <w:rsid w:val="00AF404B"/>
    <w:rsid w:val="00AF5943"/>
    <w:rsid w:val="00AF7123"/>
    <w:rsid w:val="00B008D5"/>
    <w:rsid w:val="00B00CFD"/>
    <w:rsid w:val="00B02F73"/>
    <w:rsid w:val="00B0551B"/>
    <w:rsid w:val="00B05C90"/>
    <w:rsid w:val="00B0619F"/>
    <w:rsid w:val="00B06A56"/>
    <w:rsid w:val="00B070D0"/>
    <w:rsid w:val="00B101FD"/>
    <w:rsid w:val="00B13A26"/>
    <w:rsid w:val="00B15D0D"/>
    <w:rsid w:val="00B15EBB"/>
    <w:rsid w:val="00B163DB"/>
    <w:rsid w:val="00B17BBA"/>
    <w:rsid w:val="00B22106"/>
    <w:rsid w:val="00B22BF0"/>
    <w:rsid w:val="00B31D98"/>
    <w:rsid w:val="00B33BFE"/>
    <w:rsid w:val="00B356FA"/>
    <w:rsid w:val="00B40674"/>
    <w:rsid w:val="00B406B9"/>
    <w:rsid w:val="00B41DF7"/>
    <w:rsid w:val="00B42F30"/>
    <w:rsid w:val="00B43164"/>
    <w:rsid w:val="00B44998"/>
    <w:rsid w:val="00B50AB2"/>
    <w:rsid w:val="00B5431A"/>
    <w:rsid w:val="00B54A61"/>
    <w:rsid w:val="00B54F70"/>
    <w:rsid w:val="00B56EB2"/>
    <w:rsid w:val="00B64FFF"/>
    <w:rsid w:val="00B75EE1"/>
    <w:rsid w:val="00B770C9"/>
    <w:rsid w:val="00B77481"/>
    <w:rsid w:val="00B800DE"/>
    <w:rsid w:val="00B80338"/>
    <w:rsid w:val="00B83E2A"/>
    <w:rsid w:val="00B8518B"/>
    <w:rsid w:val="00B86FA7"/>
    <w:rsid w:val="00B91147"/>
    <w:rsid w:val="00B91BF5"/>
    <w:rsid w:val="00B91DCB"/>
    <w:rsid w:val="00B96095"/>
    <w:rsid w:val="00B97CC3"/>
    <w:rsid w:val="00BB000D"/>
    <w:rsid w:val="00BB1581"/>
    <w:rsid w:val="00BB1F1D"/>
    <w:rsid w:val="00BC0013"/>
    <w:rsid w:val="00BC06C4"/>
    <w:rsid w:val="00BC54C2"/>
    <w:rsid w:val="00BC717D"/>
    <w:rsid w:val="00BD36D7"/>
    <w:rsid w:val="00BD6B02"/>
    <w:rsid w:val="00BD6BAE"/>
    <w:rsid w:val="00BD7E91"/>
    <w:rsid w:val="00BD7F0D"/>
    <w:rsid w:val="00BE06DC"/>
    <w:rsid w:val="00BE0F22"/>
    <w:rsid w:val="00BE4110"/>
    <w:rsid w:val="00BF2269"/>
    <w:rsid w:val="00BF2F30"/>
    <w:rsid w:val="00BF3AB3"/>
    <w:rsid w:val="00BF44FB"/>
    <w:rsid w:val="00BF54FE"/>
    <w:rsid w:val="00C00EB5"/>
    <w:rsid w:val="00C0153A"/>
    <w:rsid w:val="00C0187E"/>
    <w:rsid w:val="00C01B91"/>
    <w:rsid w:val="00C02D0A"/>
    <w:rsid w:val="00C03A6E"/>
    <w:rsid w:val="00C042E2"/>
    <w:rsid w:val="00C04D17"/>
    <w:rsid w:val="00C10F4C"/>
    <w:rsid w:val="00C12DB5"/>
    <w:rsid w:val="00C13860"/>
    <w:rsid w:val="00C16733"/>
    <w:rsid w:val="00C172C2"/>
    <w:rsid w:val="00C226C0"/>
    <w:rsid w:val="00C24A6A"/>
    <w:rsid w:val="00C30CA8"/>
    <w:rsid w:val="00C32AD8"/>
    <w:rsid w:val="00C36F41"/>
    <w:rsid w:val="00C42FE6"/>
    <w:rsid w:val="00C4399D"/>
    <w:rsid w:val="00C43CBB"/>
    <w:rsid w:val="00C44F6A"/>
    <w:rsid w:val="00C5301C"/>
    <w:rsid w:val="00C6198E"/>
    <w:rsid w:val="00C641FD"/>
    <w:rsid w:val="00C648C9"/>
    <w:rsid w:val="00C6494F"/>
    <w:rsid w:val="00C708EA"/>
    <w:rsid w:val="00C70BEE"/>
    <w:rsid w:val="00C71821"/>
    <w:rsid w:val="00C71A1B"/>
    <w:rsid w:val="00C720DF"/>
    <w:rsid w:val="00C731D9"/>
    <w:rsid w:val="00C759FD"/>
    <w:rsid w:val="00C77454"/>
    <w:rsid w:val="00C778A5"/>
    <w:rsid w:val="00C82299"/>
    <w:rsid w:val="00C94BE7"/>
    <w:rsid w:val="00C95003"/>
    <w:rsid w:val="00C95162"/>
    <w:rsid w:val="00C95B71"/>
    <w:rsid w:val="00CA5ACA"/>
    <w:rsid w:val="00CB32D9"/>
    <w:rsid w:val="00CB5D71"/>
    <w:rsid w:val="00CB6A37"/>
    <w:rsid w:val="00CB7684"/>
    <w:rsid w:val="00CB76DC"/>
    <w:rsid w:val="00CC1E3F"/>
    <w:rsid w:val="00CC2918"/>
    <w:rsid w:val="00CC396D"/>
    <w:rsid w:val="00CC3DBA"/>
    <w:rsid w:val="00CC780C"/>
    <w:rsid w:val="00CC7C8F"/>
    <w:rsid w:val="00CD16E3"/>
    <w:rsid w:val="00CD1D0B"/>
    <w:rsid w:val="00CD1E30"/>
    <w:rsid w:val="00CD1FC4"/>
    <w:rsid w:val="00CD42D8"/>
    <w:rsid w:val="00CE507E"/>
    <w:rsid w:val="00CF025F"/>
    <w:rsid w:val="00CF2A85"/>
    <w:rsid w:val="00CF3296"/>
    <w:rsid w:val="00CF5153"/>
    <w:rsid w:val="00D034A0"/>
    <w:rsid w:val="00D0732C"/>
    <w:rsid w:val="00D13077"/>
    <w:rsid w:val="00D14C64"/>
    <w:rsid w:val="00D16C90"/>
    <w:rsid w:val="00D21061"/>
    <w:rsid w:val="00D27A3A"/>
    <w:rsid w:val="00D322B7"/>
    <w:rsid w:val="00D33ACB"/>
    <w:rsid w:val="00D4108E"/>
    <w:rsid w:val="00D46D67"/>
    <w:rsid w:val="00D521D0"/>
    <w:rsid w:val="00D5384C"/>
    <w:rsid w:val="00D6163D"/>
    <w:rsid w:val="00D6458D"/>
    <w:rsid w:val="00D65C00"/>
    <w:rsid w:val="00D65E3F"/>
    <w:rsid w:val="00D662ED"/>
    <w:rsid w:val="00D67569"/>
    <w:rsid w:val="00D71448"/>
    <w:rsid w:val="00D724D1"/>
    <w:rsid w:val="00D765E0"/>
    <w:rsid w:val="00D77455"/>
    <w:rsid w:val="00D80E28"/>
    <w:rsid w:val="00D831A3"/>
    <w:rsid w:val="00D85204"/>
    <w:rsid w:val="00D86441"/>
    <w:rsid w:val="00D876A0"/>
    <w:rsid w:val="00D90C8B"/>
    <w:rsid w:val="00D96058"/>
    <w:rsid w:val="00D97BE3"/>
    <w:rsid w:val="00DA27EA"/>
    <w:rsid w:val="00DA365D"/>
    <w:rsid w:val="00DA3711"/>
    <w:rsid w:val="00DA5ACB"/>
    <w:rsid w:val="00DA6953"/>
    <w:rsid w:val="00DB6450"/>
    <w:rsid w:val="00DC1E0F"/>
    <w:rsid w:val="00DC4CC1"/>
    <w:rsid w:val="00DD30BB"/>
    <w:rsid w:val="00DD46F3"/>
    <w:rsid w:val="00DD4FB7"/>
    <w:rsid w:val="00DD5A40"/>
    <w:rsid w:val="00DE51A5"/>
    <w:rsid w:val="00DE56F2"/>
    <w:rsid w:val="00DF116D"/>
    <w:rsid w:val="00DF3FDB"/>
    <w:rsid w:val="00DF4043"/>
    <w:rsid w:val="00DF4DDD"/>
    <w:rsid w:val="00E002CA"/>
    <w:rsid w:val="00E00516"/>
    <w:rsid w:val="00E0052D"/>
    <w:rsid w:val="00E014A7"/>
    <w:rsid w:val="00E039C7"/>
    <w:rsid w:val="00E04A7B"/>
    <w:rsid w:val="00E0578D"/>
    <w:rsid w:val="00E0778F"/>
    <w:rsid w:val="00E11A62"/>
    <w:rsid w:val="00E140B7"/>
    <w:rsid w:val="00E14B8E"/>
    <w:rsid w:val="00E16FF7"/>
    <w:rsid w:val="00E1732F"/>
    <w:rsid w:val="00E17FFE"/>
    <w:rsid w:val="00E257E8"/>
    <w:rsid w:val="00E26CCD"/>
    <w:rsid w:val="00E26D68"/>
    <w:rsid w:val="00E3316F"/>
    <w:rsid w:val="00E3430C"/>
    <w:rsid w:val="00E352DF"/>
    <w:rsid w:val="00E36D5B"/>
    <w:rsid w:val="00E41D93"/>
    <w:rsid w:val="00E44045"/>
    <w:rsid w:val="00E45FEF"/>
    <w:rsid w:val="00E53053"/>
    <w:rsid w:val="00E5306C"/>
    <w:rsid w:val="00E577BA"/>
    <w:rsid w:val="00E618C4"/>
    <w:rsid w:val="00E66636"/>
    <w:rsid w:val="00E7218A"/>
    <w:rsid w:val="00E84C3A"/>
    <w:rsid w:val="00E85282"/>
    <w:rsid w:val="00E85A3F"/>
    <w:rsid w:val="00E873EE"/>
    <w:rsid w:val="00E878EE"/>
    <w:rsid w:val="00E910CF"/>
    <w:rsid w:val="00E91DD8"/>
    <w:rsid w:val="00E93CC4"/>
    <w:rsid w:val="00EA0297"/>
    <w:rsid w:val="00EA2B05"/>
    <w:rsid w:val="00EA3A10"/>
    <w:rsid w:val="00EA61FB"/>
    <w:rsid w:val="00EA6EC7"/>
    <w:rsid w:val="00EB104F"/>
    <w:rsid w:val="00EB4097"/>
    <w:rsid w:val="00EB46E5"/>
    <w:rsid w:val="00EB575A"/>
    <w:rsid w:val="00EB70B3"/>
    <w:rsid w:val="00EC2B90"/>
    <w:rsid w:val="00EC344A"/>
    <w:rsid w:val="00EC42B7"/>
    <w:rsid w:val="00EC5146"/>
    <w:rsid w:val="00EC65EC"/>
    <w:rsid w:val="00ED0703"/>
    <w:rsid w:val="00ED14BD"/>
    <w:rsid w:val="00ED2399"/>
    <w:rsid w:val="00EE3540"/>
    <w:rsid w:val="00EE5578"/>
    <w:rsid w:val="00EF091F"/>
    <w:rsid w:val="00EF1373"/>
    <w:rsid w:val="00F016C7"/>
    <w:rsid w:val="00F04FF7"/>
    <w:rsid w:val="00F12DEC"/>
    <w:rsid w:val="00F155CD"/>
    <w:rsid w:val="00F1715C"/>
    <w:rsid w:val="00F200F2"/>
    <w:rsid w:val="00F236BE"/>
    <w:rsid w:val="00F23844"/>
    <w:rsid w:val="00F2473E"/>
    <w:rsid w:val="00F310F8"/>
    <w:rsid w:val="00F31F5D"/>
    <w:rsid w:val="00F33E5E"/>
    <w:rsid w:val="00F342D4"/>
    <w:rsid w:val="00F35939"/>
    <w:rsid w:val="00F42FD8"/>
    <w:rsid w:val="00F43E8A"/>
    <w:rsid w:val="00F44BB8"/>
    <w:rsid w:val="00F44FFF"/>
    <w:rsid w:val="00F45607"/>
    <w:rsid w:val="00F4722B"/>
    <w:rsid w:val="00F54432"/>
    <w:rsid w:val="00F54C86"/>
    <w:rsid w:val="00F56FE8"/>
    <w:rsid w:val="00F57132"/>
    <w:rsid w:val="00F61BBC"/>
    <w:rsid w:val="00F62819"/>
    <w:rsid w:val="00F64AD0"/>
    <w:rsid w:val="00F659EB"/>
    <w:rsid w:val="00F65F55"/>
    <w:rsid w:val="00F66312"/>
    <w:rsid w:val="00F705D1"/>
    <w:rsid w:val="00F718A0"/>
    <w:rsid w:val="00F737F2"/>
    <w:rsid w:val="00F74550"/>
    <w:rsid w:val="00F82525"/>
    <w:rsid w:val="00F82E36"/>
    <w:rsid w:val="00F83AE6"/>
    <w:rsid w:val="00F84891"/>
    <w:rsid w:val="00F86BA6"/>
    <w:rsid w:val="00F8788B"/>
    <w:rsid w:val="00F97DDA"/>
    <w:rsid w:val="00FB067C"/>
    <w:rsid w:val="00FB084A"/>
    <w:rsid w:val="00FB5DE8"/>
    <w:rsid w:val="00FB6342"/>
    <w:rsid w:val="00FC6389"/>
    <w:rsid w:val="00FD1465"/>
    <w:rsid w:val="00FD39C0"/>
    <w:rsid w:val="00FE5F22"/>
    <w:rsid w:val="00FE6AEC"/>
    <w:rsid w:val="00FE7FF3"/>
    <w:rsid w:val="00FF14FF"/>
    <w:rsid w:val="00FF30DA"/>
    <w:rsid w:val="00FF4DC0"/>
    <w:rsid w:val="00FF5208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B67727"/>
  <w14:defaultImageDpi w14:val="330"/>
  <w15:docId w15:val="{AD473E44-BC6F-4B6D-BB98-FEE29846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52D3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74A1A"/>
    <w:pPr>
      <w:keepNext/>
      <w:keepLines/>
      <w:spacing w:before="480" w:after="0"/>
      <w:outlineLvl w:val="0"/>
    </w:pPr>
    <w:rPr>
      <w:rFonts w:eastAsia="Times New Roman"/>
      <w:b/>
      <w:bCs/>
      <w:color w:val="001F4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4A1A"/>
    <w:pPr>
      <w:keepNext/>
      <w:keepLines/>
      <w:spacing w:before="200" w:after="0"/>
      <w:outlineLvl w:val="1"/>
    </w:pPr>
    <w:rPr>
      <w:rFonts w:eastAsia="Times New Roman"/>
      <w:b/>
      <w:bCs/>
      <w:color w:val="002B59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74A1A"/>
    <w:pPr>
      <w:keepNext/>
      <w:keepLines/>
      <w:spacing w:before="200" w:after="0"/>
      <w:outlineLvl w:val="2"/>
    </w:pPr>
    <w:rPr>
      <w:rFonts w:eastAsia="Times New Roman"/>
      <w:b/>
      <w:bCs/>
      <w:color w:val="002B59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4A1A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002B59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4A1A"/>
    <w:pPr>
      <w:keepNext/>
      <w:keepLines/>
      <w:spacing w:before="200" w:after="0"/>
      <w:outlineLvl w:val="4"/>
    </w:pPr>
    <w:rPr>
      <w:rFonts w:eastAsia="Times New Roman"/>
      <w:color w:val="00152C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74A1A"/>
    <w:pPr>
      <w:keepNext/>
      <w:keepLines/>
      <w:spacing w:before="200" w:after="0"/>
      <w:outlineLvl w:val="5"/>
    </w:pPr>
    <w:rPr>
      <w:rFonts w:eastAsia="Times New Roman"/>
      <w:i/>
      <w:iCs/>
      <w:color w:val="00152C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4A1A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74A1A"/>
    <w:pPr>
      <w:keepNext/>
      <w:keepLines/>
      <w:spacing w:before="200" w:after="0"/>
      <w:outlineLvl w:val="7"/>
    </w:pPr>
    <w:rPr>
      <w:rFonts w:eastAsia="Times New Roman"/>
      <w:color w:val="40404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74A1A"/>
    <w:pPr>
      <w:keepNext/>
      <w:keepLines/>
      <w:spacing w:before="200" w:after="0"/>
      <w:outlineLvl w:val="8"/>
    </w:pPr>
    <w:rPr>
      <w:rFonts w:eastAsia="Times New Roman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74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874A1A"/>
    <w:rPr>
      <w:rFonts w:ascii="Verdana" w:hAnsi="Verdana"/>
      <w:sz w:val="20"/>
      <w:szCs w:val="20"/>
    </w:rPr>
  </w:style>
  <w:style w:type="character" w:customStyle="1" w:styleId="Nadpis1Char">
    <w:name w:val="Nadpis 1 Char"/>
    <w:link w:val="Nadpis1"/>
    <w:uiPriority w:val="9"/>
    <w:rsid w:val="00874A1A"/>
    <w:rPr>
      <w:rFonts w:ascii="Verdana" w:eastAsia="Times New Roman" w:hAnsi="Verdana" w:cs="Times New Roman"/>
      <w:b/>
      <w:bCs/>
      <w:color w:val="001F42"/>
      <w:sz w:val="28"/>
      <w:szCs w:val="28"/>
    </w:rPr>
  </w:style>
  <w:style w:type="character" w:customStyle="1" w:styleId="Nadpis2Char">
    <w:name w:val="Nadpis 2 Char"/>
    <w:link w:val="Nadpis2"/>
    <w:uiPriority w:val="9"/>
    <w:rsid w:val="00874A1A"/>
    <w:rPr>
      <w:rFonts w:ascii="Verdana" w:eastAsia="Times New Roman" w:hAnsi="Verdana" w:cs="Times New Roman"/>
      <w:b/>
      <w:bCs/>
      <w:color w:val="002B59"/>
      <w:sz w:val="26"/>
      <w:szCs w:val="26"/>
    </w:rPr>
  </w:style>
  <w:style w:type="character" w:customStyle="1" w:styleId="Nadpis3Char">
    <w:name w:val="Nadpis 3 Char"/>
    <w:link w:val="Nadpis3"/>
    <w:uiPriority w:val="9"/>
    <w:rsid w:val="00874A1A"/>
    <w:rPr>
      <w:rFonts w:ascii="Verdana" w:eastAsia="Times New Roman" w:hAnsi="Verdana" w:cs="Times New Roman"/>
      <w:b/>
      <w:bCs/>
      <w:color w:val="002B59"/>
      <w:sz w:val="20"/>
      <w:szCs w:val="20"/>
    </w:rPr>
  </w:style>
  <w:style w:type="character" w:customStyle="1" w:styleId="Nadpis4Char">
    <w:name w:val="Nadpis 4 Char"/>
    <w:link w:val="Nadpis4"/>
    <w:uiPriority w:val="9"/>
    <w:rsid w:val="00874A1A"/>
    <w:rPr>
      <w:rFonts w:ascii="Verdana" w:eastAsia="Times New Roman" w:hAnsi="Verdana" w:cs="Times New Roman"/>
      <w:b/>
      <w:bCs/>
      <w:i/>
      <w:iCs/>
      <w:color w:val="002B59"/>
      <w:sz w:val="20"/>
      <w:szCs w:val="20"/>
    </w:rPr>
  </w:style>
  <w:style w:type="character" w:customStyle="1" w:styleId="Nadpis5Char">
    <w:name w:val="Nadpis 5 Char"/>
    <w:link w:val="Nadpis5"/>
    <w:uiPriority w:val="9"/>
    <w:rsid w:val="00874A1A"/>
    <w:rPr>
      <w:rFonts w:ascii="Verdana" w:eastAsia="Times New Roman" w:hAnsi="Verdana" w:cs="Times New Roman"/>
      <w:color w:val="00152C"/>
      <w:sz w:val="20"/>
      <w:szCs w:val="20"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rsid w:val="00874A1A"/>
    <w:rPr>
      <w:rFonts w:ascii="Verdana" w:eastAsia="Times New Roman" w:hAnsi="Verdana" w:cs="Times New Roman"/>
      <w:i/>
      <w:iCs/>
      <w:color w:val="00152C"/>
      <w:sz w:val="20"/>
      <w:szCs w:val="20"/>
    </w:rPr>
  </w:style>
  <w:style w:type="character" w:customStyle="1" w:styleId="Nadpis7Char">
    <w:name w:val="Nadpis 7 Char"/>
    <w:link w:val="Nadpis7"/>
    <w:uiPriority w:val="9"/>
    <w:semiHidden/>
    <w:rsid w:val="00874A1A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link w:val="Nadpis8"/>
    <w:uiPriority w:val="9"/>
    <w:rsid w:val="00874A1A"/>
    <w:rPr>
      <w:rFonts w:ascii="Verdana" w:eastAsia="Times New Roman" w:hAnsi="Verdan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rsid w:val="00874A1A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74A1A"/>
    <w:rPr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74A1A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874A1A"/>
    <w:rPr>
      <w:rFonts w:ascii="Verdana" w:hAnsi="Verdana"/>
      <w:i/>
      <w:iCs/>
      <w:color w:val="000000"/>
      <w:sz w:val="20"/>
      <w:szCs w:val="20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74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74A1A"/>
    <w:pPr>
      <w:pBdr>
        <w:bottom w:val="single" w:sz="8" w:space="4" w:color="002B59"/>
      </w:pBdr>
      <w:spacing w:after="300" w:line="240" w:lineRule="auto"/>
      <w:contextualSpacing/>
    </w:pPr>
    <w:rPr>
      <w:rFonts w:eastAsia="Times New Roman"/>
      <w:color w:val="323E4F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74A1A"/>
    <w:rPr>
      <w:rFonts w:ascii="Verdana" w:eastAsia="Times New Roman" w:hAnsi="Verdana" w:cs="Times New Roman"/>
      <w:color w:val="323E4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4A1A"/>
    <w:pPr>
      <w:numPr>
        <w:ilvl w:val="1"/>
      </w:numPr>
    </w:pPr>
    <w:rPr>
      <w:rFonts w:eastAsia="Times New Roman"/>
      <w:i/>
      <w:iCs/>
      <w:color w:val="002B59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11"/>
    <w:rsid w:val="00874A1A"/>
    <w:rPr>
      <w:rFonts w:ascii="Verdana" w:eastAsia="Times New Roman" w:hAnsi="Verdana" w:cs="Times New Roman"/>
      <w:i/>
      <w:iCs/>
      <w:color w:val="002B59"/>
      <w:spacing w:val="15"/>
      <w:sz w:val="24"/>
      <w:szCs w:val="24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4A1A"/>
    <w:pPr>
      <w:pBdr>
        <w:bottom w:val="single" w:sz="4" w:space="4" w:color="002B59"/>
      </w:pBdr>
      <w:spacing w:before="200" w:after="280"/>
      <w:ind w:left="936" w:right="936"/>
    </w:pPr>
    <w:rPr>
      <w:b/>
      <w:bCs/>
      <w:i/>
      <w:iCs/>
      <w:color w:val="002B59"/>
    </w:rPr>
  </w:style>
  <w:style w:type="character" w:customStyle="1" w:styleId="VrazncittChar">
    <w:name w:val="Výrazný citát Char"/>
    <w:link w:val="Vrazncitt"/>
    <w:uiPriority w:val="30"/>
    <w:rsid w:val="00874A1A"/>
    <w:rPr>
      <w:rFonts w:ascii="Verdana" w:hAnsi="Verdana"/>
      <w:b/>
      <w:bCs/>
      <w:i/>
      <w:iCs/>
      <w:color w:val="002B59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874A1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74A1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74A1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74A1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D71448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link w:val="Nadpis2-2Char"/>
    <w:qFormat/>
    <w:rsid w:val="00D7144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D71448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D71448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link w:val="Nadpis2-2"/>
    <w:rsid w:val="002C5811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D7144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link w:val="Text2-1"/>
    <w:rsid w:val="00D71448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D7144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7144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link w:val="Tituldatum"/>
    <w:rsid w:val="00D7144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D71448"/>
    <w:rPr>
      <w:sz w:val="14"/>
      <w:szCs w:val="18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7144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71448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D71448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D71448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link w:val="Text1-1"/>
    <w:rsid w:val="00D71448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D71448"/>
    <w:rPr>
      <w:b/>
      <w:caps/>
      <w:sz w:val="22"/>
      <w:szCs w:val="18"/>
      <w:lang w:eastAsia="en-US"/>
    </w:rPr>
  </w:style>
  <w:style w:type="character" w:customStyle="1" w:styleId="Text1-2Char">
    <w:name w:val="_Text_1-2 Char"/>
    <w:link w:val="Text1-2"/>
    <w:rsid w:val="00D71448"/>
    <w:rPr>
      <w:sz w:val="18"/>
      <w:szCs w:val="18"/>
      <w:lang w:eastAsia="en-US"/>
    </w:rPr>
  </w:style>
  <w:style w:type="character" w:customStyle="1" w:styleId="SeznamsodrkamiChar">
    <w:name w:val="Seznam s odrážkami Char"/>
    <w:link w:val="Seznamsodrkami"/>
    <w:uiPriority w:val="28"/>
    <w:rsid w:val="00A62E74"/>
    <w:rPr>
      <w:lang w:eastAsia="en-US"/>
    </w:rPr>
  </w:style>
  <w:style w:type="character" w:customStyle="1" w:styleId="Odrka1-1Char">
    <w:name w:val="_Odrážka_1-1_• Char"/>
    <w:link w:val="Odrka1-1"/>
    <w:rsid w:val="00D71448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7144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7144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71448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D7144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7144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7144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D71448"/>
    <w:pPr>
      <w:jc w:val="left"/>
    </w:pPr>
  </w:style>
  <w:style w:type="character" w:customStyle="1" w:styleId="Tun">
    <w:name w:val="_Tučně"/>
    <w:qFormat/>
    <w:rsid w:val="00D7144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71448"/>
    <w:pPr>
      <w:numPr>
        <w:ilvl w:val="3"/>
      </w:numPr>
    </w:pPr>
  </w:style>
  <w:style w:type="character" w:customStyle="1" w:styleId="Text2-2Char">
    <w:name w:val="_Text_2-2 Char"/>
    <w:link w:val="Text2-2"/>
    <w:rsid w:val="00D71448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D7144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D71448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D7144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D7144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D71448"/>
    <w:pPr>
      <w:keepNext/>
      <w:spacing w:before="28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next w:val="Text2-1"/>
    <w:qFormat/>
    <w:rsid w:val="00D71448"/>
    <w:pPr>
      <w:keepNext/>
      <w:spacing w:before="20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D7144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link w:val="Textbezodsazen"/>
    <w:rsid w:val="00D7144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D71448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D7144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D71448"/>
    <w:pPr>
      <w:numPr>
        <w:numId w:val="14"/>
      </w:numPr>
    </w:pPr>
  </w:style>
  <w:style w:type="character" w:customStyle="1" w:styleId="ZTPinfo-text-odrChar">
    <w:name w:val="_ZTP_info-text-odr Char"/>
    <w:link w:val="ZTPinfo-text-odr"/>
    <w:rsid w:val="00D71448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Normln"/>
    <w:qFormat/>
    <w:rsid w:val="00D71448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D71448"/>
    <w:pPr>
      <w:numPr>
        <w:ilvl w:val="3"/>
      </w:numPr>
    </w:pPr>
  </w:style>
  <w:style w:type="character" w:customStyle="1" w:styleId="Odstavec1-1aChar">
    <w:name w:val="_Odstavec_1-1_a) Char"/>
    <w:link w:val="Odstavec1-1a"/>
    <w:rsid w:val="00D71448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874A1A"/>
    <w:pPr>
      <w:numPr>
        <w:numId w:val="0"/>
      </w:numPr>
    </w:pPr>
  </w:style>
  <w:style w:type="character" w:customStyle="1" w:styleId="Odstavec1-41Char">
    <w:name w:val="_Odstavec_1-4_1. Char"/>
    <w:link w:val="Odstavec1-41"/>
    <w:rsid w:val="00874A1A"/>
    <w:rPr>
      <w:rFonts w:ascii="Verdana" w:hAnsi="Verdana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D7144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D71448"/>
    <w:pPr>
      <w:jc w:val="right"/>
    </w:pPr>
    <w:rPr>
      <w:sz w:val="12"/>
      <w:szCs w:val="18"/>
      <w:lang w:eastAsia="en-US"/>
    </w:rPr>
  </w:style>
  <w:style w:type="character" w:customStyle="1" w:styleId="Nzevakce">
    <w:name w:val="_Název_akce"/>
    <w:qFormat/>
    <w:rsid w:val="00D71448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D71448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D7144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link w:val="ZTPinfo-text-odr0"/>
    <w:rsid w:val="00D71448"/>
    <w:rPr>
      <w:i/>
      <w:color w:val="00A1E0"/>
      <w:sz w:val="18"/>
      <w:szCs w:val="18"/>
      <w:lang w:eastAsia="en-US"/>
    </w:rPr>
  </w:style>
  <w:style w:type="paragraph" w:customStyle="1" w:styleId="Tabulka-9">
    <w:name w:val="_Tabulka-9"/>
    <w:basedOn w:val="Textbezodsazen"/>
    <w:qFormat/>
    <w:rsid w:val="00D7144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D71448"/>
    <w:rPr>
      <w:sz w:val="16"/>
    </w:rPr>
  </w:style>
  <w:style w:type="paragraph" w:customStyle="1" w:styleId="Tabulka-7">
    <w:name w:val="_Tabulka-7"/>
    <w:basedOn w:val="Tabulka-8"/>
    <w:qFormat/>
    <w:rsid w:val="00D71448"/>
    <w:pPr>
      <w:spacing w:before="20" w:after="20"/>
    </w:pPr>
    <w:rPr>
      <w:sz w:val="14"/>
    </w:rPr>
  </w:style>
  <w:style w:type="table" w:customStyle="1" w:styleId="TabZTPbez">
    <w:name w:val="_Tab_ZTP_bez"/>
    <w:basedOn w:val="Mkatabulky"/>
    <w:uiPriority w:val="99"/>
    <w:rsid w:val="00D71448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D71448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D71448"/>
    <w:pPr>
      <w:spacing w:after="0"/>
    </w:pPr>
  </w:style>
  <w:style w:type="character" w:customStyle="1" w:styleId="TextbezslBEZMEZERChar">
    <w:name w:val="_Text_bez_čísl_BEZ_MEZER Char"/>
    <w:link w:val="TextbezslBEZMEZER"/>
    <w:rsid w:val="00D71448"/>
  </w:style>
  <w:style w:type="table" w:customStyle="1" w:styleId="TabZTPbez1">
    <w:name w:val="_Tab_ZTP_bez1"/>
    <w:basedOn w:val="Mkatabulky"/>
    <w:uiPriority w:val="99"/>
    <w:rsid w:val="002C5811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ka1-5-">
    <w:name w:val="_Odrážka_1-5_-"/>
    <w:basedOn w:val="Odrka1-4"/>
    <w:link w:val="Odrka1-5-Char"/>
    <w:qFormat/>
    <w:rsid w:val="00D71448"/>
    <w:pPr>
      <w:numPr>
        <w:ilvl w:val="4"/>
      </w:numPr>
      <w:spacing w:after="40"/>
    </w:pPr>
  </w:style>
  <w:style w:type="character" w:customStyle="1" w:styleId="Odrka1-5-Char">
    <w:name w:val="_Odrážka_1-5_- Char"/>
    <w:link w:val="Odrka1-5-"/>
    <w:rsid w:val="00D71448"/>
    <w:rPr>
      <w:sz w:val="18"/>
      <w:szCs w:val="18"/>
      <w:lang w:eastAsia="en-US"/>
    </w:rPr>
  </w:style>
  <w:style w:type="paragraph" w:customStyle="1" w:styleId="Odstavec1-4a">
    <w:name w:val="_Odstavec_1-4_(a)"/>
    <w:basedOn w:val="Odstavec1-1a"/>
    <w:link w:val="Odstavec1-4aChar"/>
    <w:qFormat/>
    <w:rsid w:val="00D71448"/>
    <w:pPr>
      <w:numPr>
        <w:ilvl w:val="3"/>
      </w:numPr>
    </w:pPr>
  </w:style>
  <w:style w:type="character" w:customStyle="1" w:styleId="Odstavec1-4aChar">
    <w:name w:val="_Odstavec_1-4_(a) Char"/>
    <w:link w:val="Odstavec1-4a"/>
    <w:rsid w:val="00D71448"/>
    <w:rPr>
      <w:sz w:val="18"/>
      <w:szCs w:val="18"/>
      <w:lang w:eastAsia="en-US"/>
    </w:rPr>
  </w:style>
  <w:style w:type="paragraph" w:customStyle="1" w:styleId="Odstavec1-4i">
    <w:name w:val="_Odstavec_1-4_i)"/>
    <w:basedOn w:val="Odstavec1-1a"/>
    <w:link w:val="Odstavec1-4iChar"/>
    <w:qFormat/>
    <w:rsid w:val="00D71448"/>
    <w:pPr>
      <w:numPr>
        <w:ilvl w:val="4"/>
      </w:numPr>
    </w:pPr>
  </w:style>
  <w:style w:type="character" w:customStyle="1" w:styleId="Odstavec1-4iChar">
    <w:name w:val="_Odstavec_1-4_i) Char"/>
    <w:link w:val="Odstavec1-4i"/>
    <w:rsid w:val="00D71448"/>
    <w:rPr>
      <w:sz w:val="18"/>
      <w:szCs w:val="18"/>
      <w:lang w:eastAsia="en-US"/>
    </w:rPr>
  </w:style>
  <w:style w:type="table" w:customStyle="1" w:styleId="TabulkaS-zahlzap">
    <w:name w:val="_Tabulka_SŽ-zahl+zap"/>
    <w:basedOn w:val="Mkatabulky"/>
    <w:uiPriority w:val="99"/>
    <w:rsid w:val="00D71448"/>
    <w:rPr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D71448"/>
    <w:pPr>
      <w:spacing w:before="40" w:after="40"/>
    </w:pPr>
    <w:rPr>
      <w:sz w:val="16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/>
        <w:vAlign w:val="center"/>
      </w:tcPr>
    </w:tblStylePr>
  </w:style>
  <w:style w:type="table" w:customStyle="1" w:styleId="TKPTabulka">
    <w:name w:val="_TKP_Tabulka"/>
    <w:basedOn w:val="Normlntabulka"/>
    <w:uiPriority w:val="99"/>
    <w:rsid w:val="00D71448"/>
    <w:pPr>
      <w:spacing w:before="40" w:after="40"/>
    </w:pPr>
    <w:rPr>
      <w:rFonts w:ascii="Times New Roman" w:eastAsia="Times New Roman" w:hAnsi="Times New Roman"/>
    </w:rPr>
    <w:tblPr>
      <w:tblCellMar>
        <w:left w:w="57" w:type="dxa"/>
        <w:right w:w="57" w:type="dxa"/>
      </w:tblCellMar>
    </w:tblPr>
  </w:style>
  <w:style w:type="character" w:customStyle="1" w:styleId="hgkelc">
    <w:name w:val="hgkelc"/>
    <w:basedOn w:val="Standardnpsmoodstavce"/>
    <w:rsid w:val="005A08B7"/>
  </w:style>
  <w:style w:type="table" w:customStyle="1" w:styleId="Mkatabulky1">
    <w:name w:val="Mřížka tabulky1"/>
    <w:basedOn w:val="Normlntabulka"/>
    <w:next w:val="Mkatabulky"/>
    <w:uiPriority w:val="39"/>
    <w:rsid w:val="00177DB0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fdi.cz/pravidla-metodiky-a-ceniky/cenove-databaz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index.php/logi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-NTB\01_AKCE_ZTP\2022\221115_FVE-vzor_D+B\ZTP_VFE_D+B_221124-reviz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467BE44AAB54E966C08C45FE5F634" ma:contentTypeVersion="10" ma:contentTypeDescription="Vytvoří nový dokument" ma:contentTypeScope="" ma:versionID="c47bb7fc5ed02f387a25f7d7a5b0a8d8">
  <xsd:schema xmlns:xsd="http://www.w3.org/2001/XMLSchema" xmlns:xs="http://www.w3.org/2001/XMLSchema" xmlns:p="http://schemas.microsoft.com/office/2006/metadata/properties" xmlns:ns3="bb5d0371-1799-4d7c-8513-e76978cf207f" xmlns:ns4="6a0fb406-26c8-433f-804e-57e78048c02d" targetNamespace="http://schemas.microsoft.com/office/2006/metadata/properties" ma:root="true" ma:fieldsID="d4282eb9484c71ee1c61d6b298fb8a90" ns3:_="" ns4:_="">
    <xsd:import namespace="bb5d0371-1799-4d7c-8513-e76978cf207f"/>
    <xsd:import namespace="6a0fb406-26c8-433f-804e-57e78048c02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d0371-1799-4d7c-8513-e76978cf20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fb406-26c8-433f-804e-57e78048c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23C37F-7AF6-408B-9875-CC03BE32F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5d0371-1799-4d7c-8513-e76978cf207f"/>
    <ds:schemaRef ds:uri="6a0fb406-26c8-433f-804e-57e78048c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D69978-B892-4725-813C-883F937063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381831-65E2-4DB9-9003-D21EF197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ZTP_VFE_D+B_221124-revize</Template>
  <TotalTime>1336</TotalTime>
  <Pages>16</Pages>
  <Words>6588</Words>
  <Characters>38871</Characters>
  <Application>Microsoft Office Word</Application>
  <DocSecurity>0</DocSecurity>
  <Lines>323</Lines>
  <Paragraphs>90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D+B_220830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45369</CharactersWithSpaces>
  <SharedDoc>false</SharedDoc>
  <HLinks>
    <vt:vector size="120" baseType="variant">
      <vt:variant>
        <vt:i4>3866735</vt:i4>
      </vt:variant>
      <vt:variant>
        <vt:i4>120</vt:i4>
      </vt:variant>
      <vt:variant>
        <vt:i4>0</vt:i4>
      </vt:variant>
      <vt:variant>
        <vt:i4>5</vt:i4>
      </vt:variant>
      <vt:variant>
        <vt:lpwstr>https://www.sfdi.cz/pravidla-metodiky-a-ceniky/cenove-databaze/</vt:lpwstr>
      </vt:variant>
      <vt:variant>
        <vt:lpwstr/>
      </vt:variant>
      <vt:variant>
        <vt:i4>1769521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_Toc121403191</vt:lpwstr>
      </vt:variant>
      <vt:variant>
        <vt:i4>1769521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_Toc121403190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_Toc121403189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_Toc121403188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_Toc121403187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_Toc121403186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_Toc121403185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_Toc121403184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_Toc121403183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_Toc121403182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_Toc121403181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_Toc121403180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_Toc121403179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_Toc121403178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_Toc121403177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_Toc121403176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_Toc121403175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_Toc121403174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_Toc121403173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D+B_220830</dc:title>
  <dc:subject/>
  <dc:creator>Fojta Petr, Ing.</dc:creator>
  <cp:keywords/>
  <cp:lastModifiedBy>Majerová Renáta</cp:lastModifiedBy>
  <cp:revision>7</cp:revision>
  <cp:lastPrinted>2023-05-17T06:53:00Z</cp:lastPrinted>
  <dcterms:created xsi:type="dcterms:W3CDTF">2023-05-15T11:08:00Z</dcterms:created>
  <dcterms:modified xsi:type="dcterms:W3CDTF">2023-06-23T05:30:00Z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0x010100F9E467BE44AAB54E966C08C45FE5F634</vt:lpwstr>
  </property>
</Properties>
</file>